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ED" w:rsidRDefault="000C7FED" w:rsidP="000C7FED">
      <w:pPr>
        <w:spacing w:after="0"/>
        <w:jc w:val="center"/>
        <w:rPr>
          <w:b/>
        </w:rPr>
      </w:pPr>
      <w:r>
        <w:rPr>
          <w:b/>
        </w:rPr>
        <w:t>BAY AUDIOLOGY ACTT THEATRE AWARDS 2014</w:t>
      </w:r>
    </w:p>
    <w:p w:rsidR="0079715D" w:rsidRDefault="00BD206A" w:rsidP="000C7FED">
      <w:pPr>
        <w:spacing w:after="0"/>
        <w:jc w:val="center"/>
        <w:rPr>
          <w:b/>
        </w:rPr>
      </w:pPr>
      <w:r>
        <w:rPr>
          <w:b/>
        </w:rPr>
        <w:t xml:space="preserve">Nominations </w:t>
      </w:r>
      <w:r w:rsidR="000C7FED">
        <w:rPr>
          <w:b/>
        </w:rPr>
        <w:t>and Winners</w:t>
      </w:r>
    </w:p>
    <w:p w:rsidR="000C7FED" w:rsidRDefault="000C7FED" w:rsidP="000C7FED">
      <w:pPr>
        <w:spacing w:after="0"/>
        <w:jc w:val="center"/>
        <w:rPr>
          <w:b/>
        </w:rPr>
      </w:pPr>
    </w:p>
    <w:p w:rsidR="004A29D0" w:rsidRDefault="003E5C10" w:rsidP="00872B13">
      <w:pPr>
        <w:spacing w:after="0"/>
      </w:pPr>
      <w:r>
        <w:rPr>
          <w:b/>
        </w:rPr>
        <w:t xml:space="preserve">Best </w:t>
      </w:r>
      <w:r w:rsidR="0079715D">
        <w:rPr>
          <w:b/>
        </w:rPr>
        <w:t>Set Design</w:t>
      </w:r>
    </w:p>
    <w:p w:rsidR="00343D50" w:rsidRDefault="00343D50" w:rsidP="00343D50">
      <w:pPr>
        <w:spacing w:after="0"/>
      </w:pPr>
      <w:r>
        <w:t>Bob Jessop – Sherlock Holmes-The Pantomime, Playhouse Theatre</w:t>
      </w:r>
    </w:p>
    <w:p w:rsidR="00872B13" w:rsidRDefault="00872B13" w:rsidP="00872B13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– Educating Rita</w:t>
      </w:r>
      <w:r w:rsidR="000D0B98">
        <w:t xml:space="preserve">, </w:t>
      </w:r>
      <w:proofErr w:type="spellStart"/>
      <w:r w:rsidR="000D0B98">
        <w:t>Waiuku</w:t>
      </w:r>
      <w:proofErr w:type="spellEnd"/>
      <w:r w:rsidR="000D0B98">
        <w:t xml:space="preserve"> Theatre Group</w:t>
      </w:r>
    </w:p>
    <w:p w:rsidR="00343D50" w:rsidRDefault="00343D50" w:rsidP="00343D50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– Wife </w:t>
      </w:r>
      <w:proofErr w:type="gramStart"/>
      <w:r>
        <w:t>After</w:t>
      </w:r>
      <w:proofErr w:type="gramEnd"/>
      <w:r>
        <w:t xml:space="preserve"> Death, </w:t>
      </w:r>
      <w:proofErr w:type="spellStart"/>
      <w:r>
        <w:t>Waiuku</w:t>
      </w:r>
      <w:proofErr w:type="spellEnd"/>
      <w:r>
        <w:t xml:space="preserve"> Theatre Group</w:t>
      </w:r>
    </w:p>
    <w:p w:rsidR="00343D50" w:rsidRDefault="00343D50" w:rsidP="00343D50">
      <w:pPr>
        <w:spacing w:after="0"/>
      </w:pPr>
      <w:r>
        <w:t xml:space="preserve">Paul </w:t>
      </w:r>
      <w:proofErr w:type="spellStart"/>
      <w:r>
        <w:t>Topliss</w:t>
      </w:r>
      <w:proofErr w:type="spellEnd"/>
      <w:r>
        <w:t xml:space="preserve"> – Sleeping Beauty, </w:t>
      </w:r>
      <w:proofErr w:type="spellStart"/>
      <w:r>
        <w:t>Mairangi</w:t>
      </w:r>
      <w:proofErr w:type="spellEnd"/>
      <w:r>
        <w:t xml:space="preserve"> Players</w:t>
      </w:r>
    </w:p>
    <w:p w:rsidR="00872B13" w:rsidRPr="000C7FED" w:rsidRDefault="000D0B98" w:rsidP="00872B13">
      <w:pPr>
        <w:spacing w:after="0"/>
        <w:rPr>
          <w:color w:val="FF0000"/>
        </w:rPr>
      </w:pPr>
      <w:r w:rsidRPr="000C7FED">
        <w:rPr>
          <w:color w:val="FF0000"/>
        </w:rPr>
        <w:t xml:space="preserve">Rob </w:t>
      </w:r>
      <w:proofErr w:type="spellStart"/>
      <w:r w:rsidRPr="000C7FED">
        <w:rPr>
          <w:color w:val="FF0000"/>
        </w:rPr>
        <w:t>Boerkamp</w:t>
      </w:r>
      <w:proofErr w:type="spellEnd"/>
      <w:r w:rsidRPr="000C7FED">
        <w:rPr>
          <w:color w:val="FF0000"/>
        </w:rPr>
        <w:t xml:space="preserve"> – Appointment </w:t>
      </w:r>
      <w:proofErr w:type="gramStart"/>
      <w:r w:rsidR="0017405A" w:rsidRPr="000C7FED">
        <w:rPr>
          <w:color w:val="FF0000"/>
        </w:rPr>
        <w:t>With</w:t>
      </w:r>
      <w:proofErr w:type="gramEnd"/>
      <w:r w:rsidR="0017405A" w:rsidRPr="000C7FED">
        <w:rPr>
          <w:color w:val="FF0000"/>
        </w:rPr>
        <w:t xml:space="preserve"> Death</w:t>
      </w:r>
      <w:r w:rsidRPr="000C7FED">
        <w:rPr>
          <w:color w:val="FF0000"/>
        </w:rPr>
        <w:t xml:space="preserve">, </w:t>
      </w:r>
      <w:proofErr w:type="spellStart"/>
      <w:r w:rsidRPr="000C7FED">
        <w:rPr>
          <w:color w:val="FF0000"/>
        </w:rPr>
        <w:t>Shoreside</w:t>
      </w:r>
      <w:proofErr w:type="spellEnd"/>
      <w:r w:rsidRPr="000C7FED">
        <w:rPr>
          <w:color w:val="FF0000"/>
        </w:rPr>
        <w:t xml:space="preserve">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17405A" w:rsidRDefault="000C7FED" w:rsidP="00872B13">
      <w:pPr>
        <w:spacing w:after="0"/>
      </w:pPr>
      <w:r>
        <w:t xml:space="preserve">  </w:t>
      </w:r>
      <w:r w:rsidR="000D0B98">
        <w:t xml:space="preserve"> </w:t>
      </w:r>
      <w:r w:rsidR="00A93D3A">
        <w:t>– Harvey</w:t>
      </w:r>
      <w:r w:rsidR="000D0B98">
        <w:t>, Pilgrim Productions</w:t>
      </w:r>
    </w:p>
    <w:p w:rsidR="00872B13" w:rsidRDefault="00872B13" w:rsidP="00872B13">
      <w:pPr>
        <w:spacing w:after="0"/>
      </w:pPr>
    </w:p>
    <w:p w:rsidR="00FC2B94" w:rsidRDefault="003E5C10" w:rsidP="0079715D">
      <w:pPr>
        <w:spacing w:after="0"/>
        <w:rPr>
          <w:b/>
        </w:rPr>
      </w:pPr>
      <w:r>
        <w:rPr>
          <w:b/>
        </w:rPr>
        <w:t>Best Costume Design</w:t>
      </w:r>
    </w:p>
    <w:p w:rsidR="00343D50" w:rsidRDefault="00343D50" w:rsidP="00343D50">
      <w:pPr>
        <w:spacing w:after="0"/>
      </w:pPr>
      <w:r>
        <w:t>Ann</w:t>
      </w:r>
      <w:r w:rsidR="006C13EE">
        <w:t>e</w:t>
      </w:r>
      <w:r>
        <w:t xml:space="preserve"> </w:t>
      </w:r>
      <w:proofErr w:type="spellStart"/>
      <w:r>
        <w:t>Jenkin</w:t>
      </w:r>
      <w:proofErr w:type="spellEnd"/>
      <w:r>
        <w:t xml:space="preserve"> – Caught In </w:t>
      </w:r>
      <w:proofErr w:type="gramStart"/>
      <w:r>
        <w:t>The</w:t>
      </w:r>
      <w:proofErr w:type="gramEnd"/>
      <w:r>
        <w:t xml:space="preserve"> Net, </w:t>
      </w:r>
      <w:proofErr w:type="spellStart"/>
      <w:r>
        <w:t>Mairangi</w:t>
      </w:r>
      <w:proofErr w:type="spellEnd"/>
      <w:r>
        <w:t xml:space="preserve"> Players</w:t>
      </w:r>
    </w:p>
    <w:p w:rsidR="00343D50" w:rsidRDefault="00343D50" w:rsidP="00343D50">
      <w:pPr>
        <w:spacing w:after="0"/>
      </w:pPr>
      <w:proofErr w:type="spellStart"/>
      <w:r>
        <w:t>Bibiana</w:t>
      </w:r>
      <w:proofErr w:type="spellEnd"/>
      <w:r>
        <w:t xml:space="preserve"> </w:t>
      </w:r>
      <w:proofErr w:type="spellStart"/>
      <w:r>
        <w:t>Ogando</w:t>
      </w:r>
      <w:proofErr w:type="spellEnd"/>
      <w:r>
        <w:t xml:space="preserve"> – Sleeping Beauty, </w:t>
      </w:r>
      <w:proofErr w:type="spellStart"/>
      <w:r>
        <w:t>Mairangi</w:t>
      </w:r>
      <w:proofErr w:type="spellEnd"/>
      <w:r>
        <w:t xml:space="preserve"> Players</w:t>
      </w:r>
    </w:p>
    <w:p w:rsidR="00343D50" w:rsidRDefault="00343D50" w:rsidP="00343D50">
      <w:pPr>
        <w:spacing w:after="0"/>
      </w:pPr>
      <w:r w:rsidRPr="000C7FED">
        <w:rPr>
          <w:color w:val="FF0000"/>
        </w:rPr>
        <w:t xml:space="preserve">Lyn Carlisle – Appointment </w:t>
      </w:r>
      <w:proofErr w:type="gramStart"/>
      <w:r w:rsidRPr="000C7FED">
        <w:rPr>
          <w:color w:val="FF0000"/>
        </w:rPr>
        <w:t>With</w:t>
      </w:r>
      <w:proofErr w:type="gramEnd"/>
      <w:r w:rsidRPr="000C7FED">
        <w:rPr>
          <w:color w:val="FF0000"/>
        </w:rPr>
        <w:t xml:space="preserve"> Death, </w:t>
      </w:r>
      <w:proofErr w:type="spellStart"/>
      <w:r w:rsidRPr="000C7FED">
        <w:rPr>
          <w:color w:val="FF0000"/>
        </w:rPr>
        <w:t>Shoreside</w:t>
      </w:r>
      <w:proofErr w:type="spellEnd"/>
      <w:r w:rsidRPr="000C7FED">
        <w:rPr>
          <w:color w:val="FF0000"/>
        </w:rPr>
        <w:t xml:space="preserve">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343D50" w:rsidRDefault="00343D50" w:rsidP="00343D50">
      <w:pPr>
        <w:spacing w:after="0"/>
      </w:pPr>
      <w:r>
        <w:t xml:space="preserve">Michael Sanders – Ladies Night, </w:t>
      </w:r>
      <w:proofErr w:type="spellStart"/>
      <w:r>
        <w:t>Centrestage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r>
        <w:t xml:space="preserve">Pat Shanks – The Twelfth Man, </w:t>
      </w:r>
      <w:proofErr w:type="spellStart"/>
      <w:r>
        <w:t>Centrestage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proofErr w:type="spellStart"/>
      <w:r>
        <w:t>Theire</w:t>
      </w:r>
      <w:proofErr w:type="spellEnd"/>
      <w:r>
        <w:t xml:space="preserve"> </w:t>
      </w:r>
      <w:proofErr w:type="gramStart"/>
      <w:r>
        <w:t>Beardsley  &amp;</w:t>
      </w:r>
      <w:proofErr w:type="gramEnd"/>
      <w:r>
        <w:t xml:space="preserve"> Valerie Langford – </w:t>
      </w:r>
      <w:r w:rsidR="00F64A28">
        <w:t>The Pirates</w:t>
      </w:r>
      <w:r>
        <w:t xml:space="preserve"> of Penzance, Torbay Theatre</w:t>
      </w:r>
    </w:p>
    <w:p w:rsidR="00E72A0D" w:rsidRDefault="00E72A0D" w:rsidP="00872B13">
      <w:pPr>
        <w:spacing w:after="0"/>
      </w:pPr>
      <w:r>
        <w:t xml:space="preserve">Valerie Ellis </w:t>
      </w:r>
      <w:r w:rsidR="000D0B98">
        <w:t>&amp;</w:t>
      </w:r>
      <w:r>
        <w:t xml:space="preserve"> Judy Hall – Hi-De-Hi</w:t>
      </w:r>
      <w:r w:rsidR="000D0B98">
        <w:t>, Playhouse Theatre</w:t>
      </w:r>
    </w:p>
    <w:p w:rsidR="00A93D3A" w:rsidRDefault="000C7FED" w:rsidP="00A40DB0">
      <w:pPr>
        <w:spacing w:after="0"/>
      </w:pPr>
      <w:r>
        <w:t xml:space="preserve">  </w:t>
      </w:r>
      <w:r w:rsidR="00A93D3A">
        <w:t xml:space="preserve"> – Harvey</w:t>
      </w:r>
      <w:r w:rsidR="000D0B98">
        <w:t>, Pilgrim Productions</w:t>
      </w:r>
    </w:p>
    <w:p w:rsidR="00A40DB0" w:rsidRDefault="00A40DB0" w:rsidP="00A40DB0">
      <w:pPr>
        <w:spacing w:after="0"/>
      </w:pPr>
    </w:p>
    <w:p w:rsidR="003E5C10" w:rsidRDefault="003E5C10" w:rsidP="0079715D">
      <w:pPr>
        <w:spacing w:after="0"/>
        <w:rPr>
          <w:b/>
        </w:rPr>
      </w:pPr>
      <w:r>
        <w:rPr>
          <w:b/>
        </w:rPr>
        <w:t>Best Properties Design</w:t>
      </w:r>
    </w:p>
    <w:p w:rsidR="00343D50" w:rsidRDefault="00343D50" w:rsidP="00343D50">
      <w:pPr>
        <w:spacing w:after="0"/>
      </w:pPr>
      <w:r>
        <w:t xml:space="preserve">Craig Hogan &amp; Debbie Hogan – Ladies Night, </w:t>
      </w:r>
      <w:proofErr w:type="spellStart"/>
      <w:r>
        <w:t>Centrestage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r>
        <w:t xml:space="preserve">Darren Webster &amp; Helen </w:t>
      </w:r>
      <w:proofErr w:type="spellStart"/>
      <w:r>
        <w:t>Topliss</w:t>
      </w:r>
      <w:proofErr w:type="spellEnd"/>
      <w:r>
        <w:t xml:space="preserve"> – Sleeping Beauty, </w:t>
      </w:r>
      <w:proofErr w:type="spellStart"/>
      <w:r>
        <w:t>Mairangi</w:t>
      </w:r>
      <w:proofErr w:type="spellEnd"/>
      <w:r>
        <w:t xml:space="preserve"> Players</w:t>
      </w:r>
    </w:p>
    <w:p w:rsidR="0017405A" w:rsidRDefault="0017405A" w:rsidP="00A40DB0">
      <w:pPr>
        <w:spacing w:after="0"/>
      </w:pPr>
      <w:r>
        <w:t xml:space="preserve">Emma Hilton – Appointment </w:t>
      </w:r>
      <w:proofErr w:type="gramStart"/>
      <w:r>
        <w:t>With</w:t>
      </w:r>
      <w:proofErr w:type="gramEnd"/>
      <w:r>
        <w:t xml:space="preserve"> Death</w:t>
      </w:r>
      <w:r w:rsidR="000D0B98">
        <w:t xml:space="preserve">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343D50" w:rsidRDefault="00343D50" w:rsidP="00343D50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– Educating Rita, </w:t>
      </w:r>
      <w:proofErr w:type="spellStart"/>
      <w:r>
        <w:t>Waiuku</w:t>
      </w:r>
      <w:proofErr w:type="spellEnd"/>
      <w:r>
        <w:t xml:space="preserve"> Theatre Group</w:t>
      </w:r>
    </w:p>
    <w:p w:rsidR="00343D50" w:rsidRDefault="00343D50" w:rsidP="00343D50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– Wife </w:t>
      </w:r>
      <w:proofErr w:type="gramStart"/>
      <w:r>
        <w:t>After</w:t>
      </w:r>
      <w:proofErr w:type="gramEnd"/>
      <w:r>
        <w:t xml:space="preserve"> Death, </w:t>
      </w:r>
      <w:proofErr w:type="spellStart"/>
      <w:r>
        <w:t>Waiuku</w:t>
      </w:r>
      <w:proofErr w:type="spellEnd"/>
      <w:r>
        <w:t xml:space="preserve"> Theatre Group</w:t>
      </w:r>
    </w:p>
    <w:p w:rsidR="00A93D3A" w:rsidRDefault="000C7FED" w:rsidP="00A40DB0">
      <w:pPr>
        <w:spacing w:after="0"/>
      </w:pPr>
      <w:r>
        <w:t xml:space="preserve">Glenda </w:t>
      </w:r>
      <w:proofErr w:type="spellStart"/>
      <w:r>
        <w:t>Matchett</w:t>
      </w:r>
      <w:proofErr w:type="spellEnd"/>
      <w:r w:rsidR="00A93D3A">
        <w:t xml:space="preserve"> – Harvey</w:t>
      </w:r>
      <w:r w:rsidR="000D0B98">
        <w:t>, Pilgrim Productions</w:t>
      </w:r>
    </w:p>
    <w:p w:rsidR="00707AA2" w:rsidRDefault="00707AA2" w:rsidP="00A40DB0">
      <w:pPr>
        <w:spacing w:after="0"/>
      </w:pPr>
      <w:r w:rsidRPr="000C7FED">
        <w:rPr>
          <w:color w:val="FF0000"/>
        </w:rPr>
        <w:t>Ros</w:t>
      </w:r>
      <w:r w:rsidR="00B671B7" w:rsidRPr="000C7FED">
        <w:rPr>
          <w:color w:val="FF0000"/>
        </w:rPr>
        <w:t>alie</w:t>
      </w:r>
      <w:r w:rsidRPr="000C7FED">
        <w:rPr>
          <w:color w:val="FF0000"/>
        </w:rPr>
        <w:t xml:space="preserve"> Mayo – The </w:t>
      </w:r>
      <w:r w:rsidR="000D0B98" w:rsidRPr="000C7FED">
        <w:rPr>
          <w:color w:val="FF0000"/>
        </w:rPr>
        <w:t xml:space="preserve">Twelfth Man, </w:t>
      </w:r>
      <w:proofErr w:type="spellStart"/>
      <w:r w:rsidR="000D0B98" w:rsidRPr="000C7FED">
        <w:rPr>
          <w:color w:val="FF0000"/>
        </w:rPr>
        <w:t>Centrestage</w:t>
      </w:r>
      <w:proofErr w:type="spellEnd"/>
      <w:r w:rsidR="000D0B98" w:rsidRPr="000C7FED">
        <w:rPr>
          <w:color w:val="FF0000"/>
        </w:rPr>
        <w:t xml:space="preserve">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A40DB0" w:rsidRDefault="00A40DB0" w:rsidP="00A40DB0">
      <w:pPr>
        <w:spacing w:after="0"/>
      </w:pPr>
      <w:r>
        <w:t xml:space="preserve">Valerie </w:t>
      </w:r>
      <w:proofErr w:type="spellStart"/>
      <w:r>
        <w:t>Lanford</w:t>
      </w:r>
      <w:proofErr w:type="spellEnd"/>
      <w:r>
        <w:t xml:space="preserve"> &amp; Dave Bowler – </w:t>
      </w:r>
      <w:r w:rsidR="00F64A28">
        <w:t>The Pirates</w:t>
      </w:r>
      <w:r w:rsidR="000D0B98">
        <w:t xml:space="preserve"> of Penzance, Torbay Theatre</w:t>
      </w:r>
    </w:p>
    <w:p w:rsidR="00A40DB0" w:rsidRDefault="00A40DB0" w:rsidP="00A40DB0">
      <w:pPr>
        <w:spacing w:after="0"/>
      </w:pPr>
    </w:p>
    <w:p w:rsidR="003E5C10" w:rsidRDefault="003E5C10" w:rsidP="0079715D">
      <w:pPr>
        <w:spacing w:after="0"/>
        <w:rPr>
          <w:b/>
        </w:rPr>
      </w:pPr>
      <w:r>
        <w:rPr>
          <w:b/>
        </w:rPr>
        <w:t>Best Lighting Design</w:t>
      </w:r>
    </w:p>
    <w:p w:rsidR="00343D50" w:rsidRDefault="00343D50" w:rsidP="00343D50">
      <w:pPr>
        <w:spacing w:after="0"/>
      </w:pPr>
      <w:r>
        <w:t xml:space="preserve">Andrew King – Wife </w:t>
      </w:r>
      <w:proofErr w:type="gramStart"/>
      <w:r>
        <w:t>After</w:t>
      </w:r>
      <w:proofErr w:type="gramEnd"/>
      <w:r>
        <w:t xml:space="preserve"> Death, </w:t>
      </w:r>
      <w:proofErr w:type="spellStart"/>
      <w:r>
        <w:t>Waiuku</w:t>
      </w:r>
      <w:proofErr w:type="spellEnd"/>
      <w:r>
        <w:t xml:space="preserve"> Theatre Group</w:t>
      </w:r>
    </w:p>
    <w:p w:rsidR="001576BF" w:rsidRDefault="001576BF" w:rsidP="00A40DB0">
      <w:pPr>
        <w:spacing w:after="0"/>
      </w:pPr>
      <w:r>
        <w:t xml:space="preserve">Anton </w:t>
      </w:r>
      <w:proofErr w:type="spellStart"/>
      <w:r>
        <w:t>Reinauer</w:t>
      </w:r>
      <w:proofErr w:type="spellEnd"/>
      <w:r>
        <w:t xml:space="preserve"> –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A93D3A" w:rsidRDefault="00A93D3A" w:rsidP="00A40DB0">
      <w:pPr>
        <w:spacing w:after="0"/>
      </w:pPr>
      <w:r w:rsidRPr="000C7FED">
        <w:rPr>
          <w:color w:val="FF0000"/>
        </w:rPr>
        <w:t xml:space="preserve">David Powell – </w:t>
      </w:r>
      <w:r w:rsidR="000D0B98" w:rsidRPr="000C7FED">
        <w:rPr>
          <w:color w:val="FF0000"/>
        </w:rPr>
        <w:t>Harvey, Pilgrim Productions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A40DB0" w:rsidRDefault="001A387E" w:rsidP="00A40DB0">
      <w:pPr>
        <w:spacing w:after="0"/>
      </w:pPr>
      <w:r>
        <w:t xml:space="preserve">Scott </w:t>
      </w:r>
      <w:proofErr w:type="spellStart"/>
      <w:r>
        <w:t>Gadde</w:t>
      </w:r>
      <w:r w:rsidR="00A40DB0">
        <w:t>s</w:t>
      </w:r>
      <w:proofErr w:type="spellEnd"/>
      <w:r w:rsidR="00A40DB0">
        <w:t xml:space="preserve"> – </w:t>
      </w:r>
      <w:r w:rsidR="000D0B98">
        <w:t xml:space="preserve">Ladies Night, </w:t>
      </w:r>
      <w:proofErr w:type="spellStart"/>
      <w:r w:rsidR="000D0B98">
        <w:t>Centrestage</w:t>
      </w:r>
      <w:proofErr w:type="spellEnd"/>
      <w:r w:rsidR="000D0B98">
        <w:t xml:space="preserve"> Theatre</w:t>
      </w:r>
    </w:p>
    <w:p w:rsidR="00A40DB0" w:rsidRDefault="00A26F01" w:rsidP="00A40DB0">
      <w:pPr>
        <w:spacing w:after="0"/>
      </w:pPr>
      <w:r>
        <w:t xml:space="preserve">Kyle </w:t>
      </w:r>
      <w:proofErr w:type="spellStart"/>
      <w:r>
        <w:t>Perwick</w:t>
      </w:r>
      <w:proofErr w:type="spellEnd"/>
      <w:r w:rsidR="007F5696">
        <w:t xml:space="preserve"> – </w:t>
      </w:r>
      <w:r w:rsidR="00F64A28">
        <w:t>The Pirates</w:t>
      </w:r>
      <w:r w:rsidR="000D0B98">
        <w:t xml:space="preserve"> of Penzance, Torbay Theatre</w:t>
      </w:r>
      <w:r w:rsidR="00A40DB0">
        <w:t xml:space="preserve"> </w:t>
      </w:r>
    </w:p>
    <w:p w:rsidR="00A40DB0" w:rsidRPr="001576BF" w:rsidRDefault="00A40DB0" w:rsidP="00A40DB0">
      <w:pPr>
        <w:spacing w:after="0"/>
      </w:pPr>
    </w:p>
    <w:p w:rsidR="009E4458" w:rsidRDefault="003E5C10" w:rsidP="0079715D">
      <w:pPr>
        <w:spacing w:after="0"/>
        <w:rPr>
          <w:b/>
        </w:rPr>
      </w:pPr>
      <w:r>
        <w:rPr>
          <w:b/>
        </w:rPr>
        <w:t>Best Sound Design</w:t>
      </w:r>
    </w:p>
    <w:p w:rsidR="00343D50" w:rsidRDefault="00343D50" w:rsidP="00343D50">
      <w:pPr>
        <w:spacing w:after="0"/>
      </w:pPr>
      <w:r>
        <w:t xml:space="preserve">Helen </w:t>
      </w:r>
      <w:proofErr w:type="spellStart"/>
      <w:r>
        <w:t>Topliss</w:t>
      </w:r>
      <w:proofErr w:type="spellEnd"/>
      <w:r>
        <w:t xml:space="preserve"> - Sleeping Beauty, </w:t>
      </w:r>
      <w:proofErr w:type="spellStart"/>
      <w:r>
        <w:t>Mairangi</w:t>
      </w:r>
      <w:proofErr w:type="spellEnd"/>
      <w:r>
        <w:t xml:space="preserve"> Players</w:t>
      </w:r>
    </w:p>
    <w:p w:rsidR="00A93D3A" w:rsidRDefault="00A93D3A" w:rsidP="007F5696">
      <w:pPr>
        <w:spacing w:after="0"/>
      </w:pPr>
      <w:r>
        <w:t>Neil Lobb</w:t>
      </w:r>
      <w:r w:rsidR="00343D50">
        <w:t xml:space="preserve"> &amp;</w:t>
      </w:r>
      <w:r>
        <w:t xml:space="preserve"> Ryan Stevens – </w:t>
      </w:r>
      <w:r w:rsidR="000D0B98">
        <w:t>Harvey, Pilgrim Productions</w:t>
      </w:r>
    </w:p>
    <w:p w:rsidR="00343D50" w:rsidRDefault="00343D50" w:rsidP="00343D50">
      <w:pPr>
        <w:spacing w:after="0"/>
      </w:pPr>
      <w:r w:rsidRPr="000C7FED">
        <w:rPr>
          <w:color w:val="FF0000"/>
        </w:rPr>
        <w:t xml:space="preserve">Scott </w:t>
      </w:r>
      <w:proofErr w:type="spellStart"/>
      <w:r w:rsidRPr="000C7FED">
        <w:rPr>
          <w:color w:val="FF0000"/>
        </w:rPr>
        <w:t>Gaddes</w:t>
      </w:r>
      <w:proofErr w:type="spellEnd"/>
      <w:r w:rsidRPr="000C7FED">
        <w:rPr>
          <w:color w:val="FF0000"/>
        </w:rPr>
        <w:t xml:space="preserve"> – Ladies Night, </w:t>
      </w:r>
      <w:proofErr w:type="spellStart"/>
      <w:r w:rsidRPr="000C7FED">
        <w:rPr>
          <w:color w:val="FF0000"/>
        </w:rPr>
        <w:t>Centrestage</w:t>
      </w:r>
      <w:proofErr w:type="spellEnd"/>
      <w:r w:rsidRPr="000C7FED">
        <w:rPr>
          <w:color w:val="FF0000"/>
        </w:rPr>
        <w:t xml:space="preserve">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707AA2" w:rsidRDefault="000C7FED" w:rsidP="007F5696">
      <w:pPr>
        <w:spacing w:after="0"/>
      </w:pPr>
      <w:r>
        <w:t xml:space="preserve">   </w:t>
      </w:r>
      <w:r w:rsidR="00707AA2">
        <w:t xml:space="preserve"> – The Twelf</w:t>
      </w:r>
      <w:r w:rsidR="001A387E">
        <w:t>t</w:t>
      </w:r>
      <w:r w:rsidR="00707AA2">
        <w:t>h Man</w:t>
      </w:r>
      <w:r w:rsidR="001A387E">
        <w:t xml:space="preserve">, </w:t>
      </w:r>
      <w:proofErr w:type="spellStart"/>
      <w:r w:rsidR="001A387E">
        <w:t>Centrestage</w:t>
      </w:r>
      <w:proofErr w:type="spellEnd"/>
      <w:r w:rsidR="001A387E">
        <w:t xml:space="preserve"> Theatre</w:t>
      </w:r>
    </w:p>
    <w:p w:rsidR="007F5696" w:rsidRDefault="007F5696" w:rsidP="007F5696">
      <w:pPr>
        <w:spacing w:after="0"/>
      </w:pPr>
    </w:p>
    <w:p w:rsidR="007F5696" w:rsidRDefault="007F5696" w:rsidP="007F5696">
      <w:pPr>
        <w:spacing w:after="0"/>
      </w:pPr>
    </w:p>
    <w:p w:rsidR="007F5696" w:rsidRDefault="007F5696" w:rsidP="007F5696">
      <w:pPr>
        <w:spacing w:after="0"/>
      </w:pPr>
    </w:p>
    <w:p w:rsidR="007F5696" w:rsidRPr="00A93D3A" w:rsidRDefault="007F5696" w:rsidP="007F5696">
      <w:pPr>
        <w:spacing w:after="0"/>
      </w:pPr>
    </w:p>
    <w:p w:rsidR="000C7FED" w:rsidRDefault="000C7FED">
      <w:pPr>
        <w:rPr>
          <w:b/>
        </w:rPr>
      </w:pPr>
      <w:r>
        <w:rPr>
          <w:b/>
        </w:rPr>
        <w:br w:type="page"/>
      </w:r>
    </w:p>
    <w:p w:rsidR="003E5C10" w:rsidRDefault="003E5C10" w:rsidP="0079715D">
      <w:pPr>
        <w:spacing w:after="0"/>
        <w:rPr>
          <w:b/>
        </w:rPr>
      </w:pPr>
      <w:r>
        <w:rPr>
          <w:b/>
        </w:rPr>
        <w:lastRenderedPageBreak/>
        <w:t>Best Stage Management</w:t>
      </w:r>
    </w:p>
    <w:p w:rsidR="00343D50" w:rsidRDefault="00343D50" w:rsidP="00343D50">
      <w:pPr>
        <w:spacing w:after="0"/>
      </w:pPr>
      <w:r>
        <w:t xml:space="preserve">Anna Kenny – Ladies Night, </w:t>
      </w:r>
      <w:proofErr w:type="spellStart"/>
      <w:r>
        <w:t>Centrestage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r>
        <w:t xml:space="preserve">Elizabeth Waite – Sleeping Beauty, </w:t>
      </w:r>
      <w:proofErr w:type="spellStart"/>
      <w:r>
        <w:t>Mairangi</w:t>
      </w:r>
      <w:proofErr w:type="spellEnd"/>
      <w:r>
        <w:t xml:space="preserve"> Players</w:t>
      </w:r>
    </w:p>
    <w:p w:rsidR="00343D50" w:rsidRDefault="00343D50" w:rsidP="00343D50">
      <w:pPr>
        <w:spacing w:after="0"/>
      </w:pPr>
      <w:r>
        <w:t xml:space="preserve">Emma Hilton – Appointment </w:t>
      </w:r>
      <w:proofErr w:type="gramStart"/>
      <w:r>
        <w:t>With</w:t>
      </w:r>
      <w:proofErr w:type="gramEnd"/>
      <w:r>
        <w:t xml:space="preserve"> Death, </w:t>
      </w:r>
      <w:proofErr w:type="spellStart"/>
      <w:r>
        <w:t>Shoreside</w:t>
      </w:r>
      <w:proofErr w:type="spellEnd"/>
      <w:r>
        <w:t xml:space="preserve"> Theatre</w:t>
      </w:r>
    </w:p>
    <w:p w:rsidR="009E4458" w:rsidRDefault="00BE2B76" w:rsidP="007F5696">
      <w:pPr>
        <w:spacing w:after="0"/>
      </w:pPr>
      <w:r w:rsidRPr="009E4458">
        <w:t xml:space="preserve">Jerry Miller – </w:t>
      </w:r>
      <w:r w:rsidR="000D0B98">
        <w:t xml:space="preserve">Caught In </w:t>
      </w:r>
      <w:proofErr w:type="gramStart"/>
      <w:r w:rsidR="000D0B98">
        <w:t>The</w:t>
      </w:r>
      <w:proofErr w:type="gramEnd"/>
      <w:r w:rsidR="000D0B98">
        <w:t xml:space="preserve"> Net, </w:t>
      </w:r>
      <w:proofErr w:type="spellStart"/>
      <w:r w:rsidR="000D0B98">
        <w:t>Mairangi</w:t>
      </w:r>
      <w:proofErr w:type="spellEnd"/>
      <w:r w:rsidR="000D0B98">
        <w:t xml:space="preserve"> Players</w:t>
      </w:r>
    </w:p>
    <w:p w:rsidR="00343D50" w:rsidRDefault="00343D50" w:rsidP="00343D50">
      <w:pPr>
        <w:spacing w:after="0"/>
      </w:pPr>
      <w:r w:rsidRPr="000C7FED">
        <w:rPr>
          <w:color w:val="FF0000"/>
        </w:rPr>
        <w:t xml:space="preserve">Jim Murphy – </w:t>
      </w:r>
      <w:r w:rsidR="00F64A28">
        <w:rPr>
          <w:color w:val="FF0000"/>
        </w:rPr>
        <w:t>The Pirates</w:t>
      </w:r>
      <w:r w:rsidRPr="000C7FED">
        <w:rPr>
          <w:color w:val="FF0000"/>
        </w:rPr>
        <w:t xml:space="preserve"> of Penzance, Torbay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343D50" w:rsidRDefault="00343D50" w:rsidP="00343D50">
      <w:pPr>
        <w:spacing w:after="0"/>
      </w:pPr>
      <w:r>
        <w:t>Mary Boyd – Harvey, Pilgrim Productions</w:t>
      </w:r>
    </w:p>
    <w:p w:rsidR="009E4458" w:rsidRDefault="009E4458" w:rsidP="007F5696">
      <w:pPr>
        <w:spacing w:after="0"/>
      </w:pPr>
      <w:r>
        <w:t xml:space="preserve">Neil Grant – </w:t>
      </w:r>
      <w:r w:rsidR="000D0B98">
        <w:t>Sherlock Holmes-The Pantomime, Playhouse Theatre</w:t>
      </w:r>
    </w:p>
    <w:p w:rsidR="00BE2B76" w:rsidRDefault="0017405A" w:rsidP="008E0B6E">
      <w:pPr>
        <w:spacing w:after="0"/>
        <w:rPr>
          <w:b/>
        </w:rPr>
      </w:pPr>
      <w:r>
        <w:tab/>
      </w:r>
    </w:p>
    <w:p w:rsidR="003240DF" w:rsidRDefault="003E5C10" w:rsidP="003240DF">
      <w:pPr>
        <w:spacing w:after="0"/>
        <w:rPr>
          <w:b/>
        </w:rPr>
      </w:pPr>
      <w:r>
        <w:rPr>
          <w:b/>
        </w:rPr>
        <w:t>Best Male Actor in a Minor Role</w:t>
      </w:r>
      <w:r w:rsidR="003240DF">
        <w:rPr>
          <w:b/>
        </w:rPr>
        <w:t xml:space="preserve"> </w:t>
      </w:r>
    </w:p>
    <w:p w:rsidR="00343D50" w:rsidRDefault="00343D50" w:rsidP="00343D50">
      <w:pPr>
        <w:spacing w:after="0"/>
      </w:pPr>
      <w:r w:rsidRPr="000C7FED">
        <w:rPr>
          <w:color w:val="FF0000"/>
        </w:rPr>
        <w:t xml:space="preserve">Bob Lack (Dad) – Caught In </w:t>
      </w:r>
      <w:proofErr w:type="gramStart"/>
      <w:r w:rsidRPr="000C7FED">
        <w:rPr>
          <w:color w:val="FF0000"/>
        </w:rPr>
        <w:t>The</w:t>
      </w:r>
      <w:proofErr w:type="gramEnd"/>
      <w:r w:rsidRPr="000C7FED">
        <w:rPr>
          <w:color w:val="FF0000"/>
        </w:rPr>
        <w:t xml:space="preserve"> Net, </w:t>
      </w:r>
      <w:proofErr w:type="spellStart"/>
      <w:r w:rsidRPr="000C7FED">
        <w:rPr>
          <w:color w:val="FF0000"/>
        </w:rPr>
        <w:t>Mairangi</w:t>
      </w:r>
      <w:proofErr w:type="spellEnd"/>
      <w:r w:rsidRPr="000C7FED">
        <w:rPr>
          <w:color w:val="FF0000"/>
        </w:rPr>
        <w:t xml:space="preserve"> Players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343D50" w:rsidRDefault="00343D50" w:rsidP="00343D50">
      <w:pPr>
        <w:spacing w:after="0"/>
      </w:pPr>
      <w:r>
        <w:t xml:space="preserve">Dave Bowler (Police Sergeant) – </w:t>
      </w:r>
      <w:r w:rsidR="00F64A28">
        <w:t>The Pirates</w:t>
      </w:r>
      <w:r>
        <w:t xml:space="preserve"> of Penzance, Torbay Theatre</w:t>
      </w:r>
    </w:p>
    <w:p w:rsidR="00343D50" w:rsidRDefault="00343D50" w:rsidP="00343D50">
      <w:pPr>
        <w:spacing w:after="0"/>
      </w:pPr>
      <w:r>
        <w:t xml:space="preserve">Mark </w:t>
      </w:r>
      <w:proofErr w:type="spellStart"/>
      <w:r>
        <w:t>Seddon</w:t>
      </w:r>
      <w:proofErr w:type="spellEnd"/>
      <w:r>
        <w:t xml:space="preserve"> (Graham) – Ladies Night, </w:t>
      </w:r>
      <w:proofErr w:type="spellStart"/>
      <w:r>
        <w:t>Centrestage</w:t>
      </w:r>
      <w:proofErr w:type="spellEnd"/>
      <w:r>
        <w:t xml:space="preserve"> Theatre</w:t>
      </w:r>
    </w:p>
    <w:p w:rsidR="003240DF" w:rsidRDefault="001A387E" w:rsidP="003240DF">
      <w:pPr>
        <w:spacing w:after="0"/>
      </w:pPr>
      <w:r>
        <w:t xml:space="preserve">Shannon </w:t>
      </w:r>
      <w:proofErr w:type="spellStart"/>
      <w:r>
        <w:t>Esquilat</w:t>
      </w:r>
      <w:proofErr w:type="spellEnd"/>
      <w:r>
        <w:t xml:space="preserve"> (</w:t>
      </w:r>
      <w:r w:rsidR="003240DF">
        <w:t>Taxi Driver</w:t>
      </w:r>
      <w:r>
        <w:t>)</w:t>
      </w:r>
      <w:r w:rsidR="003240DF">
        <w:t xml:space="preserve"> – </w:t>
      </w:r>
      <w:r w:rsidR="000D0B98">
        <w:t>Harvey, Pilgrim Productions</w:t>
      </w:r>
    </w:p>
    <w:p w:rsidR="003240DF" w:rsidRDefault="003240DF" w:rsidP="003240DF">
      <w:pPr>
        <w:spacing w:after="0"/>
      </w:pPr>
    </w:p>
    <w:p w:rsidR="003240DF" w:rsidRDefault="003240DF" w:rsidP="003240DF">
      <w:pPr>
        <w:spacing w:after="0"/>
      </w:pPr>
      <w:r>
        <w:rPr>
          <w:b/>
        </w:rPr>
        <w:t>Best Female Actor in a Minor Role</w:t>
      </w:r>
    </w:p>
    <w:p w:rsidR="00343D50" w:rsidRDefault="00343D50" w:rsidP="00343D50">
      <w:pPr>
        <w:spacing w:after="0"/>
      </w:pPr>
      <w:proofErr w:type="spellStart"/>
      <w:r>
        <w:t>Airel</w:t>
      </w:r>
      <w:proofErr w:type="spellEnd"/>
      <w:r>
        <w:t xml:space="preserve"> </w:t>
      </w:r>
      <w:proofErr w:type="spellStart"/>
      <w:r>
        <w:t>Hubbert</w:t>
      </w:r>
      <w:proofErr w:type="spellEnd"/>
      <w:r>
        <w:t xml:space="preserve"> (Sally &amp; Queen Victoria) – Sherlock Holmes</w:t>
      </w:r>
    </w:p>
    <w:p w:rsidR="00343D50" w:rsidRDefault="00343D50" w:rsidP="00343D50">
      <w:pPr>
        <w:spacing w:after="0"/>
      </w:pPr>
      <w:r>
        <w:t xml:space="preserve">Emily McDonald (Kate) – </w:t>
      </w:r>
      <w:r w:rsidR="00F64A28">
        <w:t>The Pirates</w:t>
      </w:r>
      <w:r>
        <w:t xml:space="preserve"> of Penzance, Torbay Theatre</w:t>
      </w:r>
    </w:p>
    <w:p w:rsidR="00343D50" w:rsidRDefault="00343D50" w:rsidP="00343D50">
      <w:pPr>
        <w:spacing w:after="0"/>
      </w:pPr>
      <w:r>
        <w:t xml:space="preserve">Karen </w:t>
      </w:r>
      <w:proofErr w:type="spellStart"/>
      <w:r>
        <w:t>Kluit</w:t>
      </w:r>
      <w:proofErr w:type="spellEnd"/>
      <w:r>
        <w:t xml:space="preserve"> (</w:t>
      </w:r>
      <w:proofErr w:type="spellStart"/>
      <w:r>
        <w:t>Basterville</w:t>
      </w:r>
      <w:proofErr w:type="spellEnd"/>
      <w:r>
        <w:t>, Ivor &amp; Woman 2) – Sherlock Holmes</w:t>
      </w:r>
    </w:p>
    <w:p w:rsidR="003240DF" w:rsidRDefault="001A387E" w:rsidP="003240DF">
      <w:pPr>
        <w:spacing w:after="0"/>
      </w:pPr>
      <w:r>
        <w:t>Kate Young (</w:t>
      </w:r>
      <w:r w:rsidR="006C13EE">
        <w:t>Bianca</w:t>
      </w:r>
      <w:r>
        <w:t>)</w:t>
      </w:r>
      <w:r w:rsidR="003A06F0">
        <w:t xml:space="preserve"> – </w:t>
      </w:r>
      <w:r w:rsidR="000D0B98">
        <w:t xml:space="preserve">Othello,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3A06F0" w:rsidRDefault="001A387E" w:rsidP="003240DF">
      <w:pPr>
        <w:spacing w:after="0"/>
      </w:pPr>
      <w:r>
        <w:t>Marlene Judd (</w:t>
      </w:r>
      <w:r w:rsidR="003A06F0">
        <w:t xml:space="preserve">Betty </w:t>
      </w:r>
      <w:proofErr w:type="spellStart"/>
      <w:r w:rsidR="003A06F0">
        <w:t>Chumley</w:t>
      </w:r>
      <w:proofErr w:type="spellEnd"/>
      <w:r>
        <w:t>)</w:t>
      </w:r>
      <w:r w:rsidR="003A06F0">
        <w:t xml:space="preserve"> – </w:t>
      </w:r>
      <w:r w:rsidR="000D0B98">
        <w:t>Harvey, Pilgrim Productions</w:t>
      </w:r>
    </w:p>
    <w:p w:rsidR="00343D50" w:rsidRDefault="00343D50" w:rsidP="00343D50">
      <w:pPr>
        <w:spacing w:after="0"/>
      </w:pPr>
      <w:r>
        <w:t xml:space="preserve">Pauline Edwards (Police Person </w:t>
      </w:r>
      <w:proofErr w:type="spellStart"/>
      <w:r>
        <w:t>Hirst</w:t>
      </w:r>
      <w:proofErr w:type="spellEnd"/>
      <w:r>
        <w:t xml:space="preserve">) </w:t>
      </w:r>
      <w:proofErr w:type="gramStart"/>
      <w:r>
        <w:t>The</w:t>
      </w:r>
      <w:proofErr w:type="gramEnd"/>
      <w:r>
        <w:t xml:space="preserve"> Twelfth Man, </w:t>
      </w:r>
      <w:proofErr w:type="spellStart"/>
      <w:r>
        <w:t>Centrestage</w:t>
      </w:r>
      <w:proofErr w:type="spellEnd"/>
      <w:r>
        <w:t xml:space="preserve"> Theatre</w:t>
      </w:r>
    </w:p>
    <w:p w:rsidR="003A06F0" w:rsidRDefault="001A387E" w:rsidP="003240DF">
      <w:pPr>
        <w:spacing w:after="0"/>
      </w:pPr>
      <w:proofErr w:type="spellStart"/>
      <w:r w:rsidRPr="000C7FED">
        <w:rPr>
          <w:color w:val="FF0000"/>
        </w:rPr>
        <w:t>Vauneen</w:t>
      </w:r>
      <w:proofErr w:type="spellEnd"/>
      <w:r w:rsidRPr="000C7FED">
        <w:rPr>
          <w:color w:val="FF0000"/>
        </w:rPr>
        <w:t xml:space="preserve"> Stephens (</w:t>
      </w:r>
      <w:r w:rsidR="003A06F0" w:rsidRPr="000C7FED">
        <w:rPr>
          <w:color w:val="FF0000"/>
        </w:rPr>
        <w:t>Glenda</w:t>
      </w:r>
      <w:r w:rsidRPr="000C7FED">
        <w:rPr>
          <w:color w:val="FF0000"/>
        </w:rPr>
        <w:t>)</w:t>
      </w:r>
      <w:r w:rsidR="003A06F0" w:rsidRPr="000C7FED">
        <w:rPr>
          <w:color w:val="FF0000"/>
        </w:rPr>
        <w:t xml:space="preserve"> – </w:t>
      </w:r>
      <w:r w:rsidR="000D0B98" w:rsidRPr="000C7FED">
        <w:rPr>
          <w:color w:val="FF0000"/>
        </w:rPr>
        <w:t xml:space="preserve">Ladies Night, </w:t>
      </w:r>
      <w:proofErr w:type="spellStart"/>
      <w:r w:rsidR="000D0B98" w:rsidRPr="000C7FED">
        <w:rPr>
          <w:color w:val="FF0000"/>
        </w:rPr>
        <w:t>Centrestage</w:t>
      </w:r>
      <w:proofErr w:type="spellEnd"/>
      <w:r w:rsidR="000D0B98" w:rsidRPr="000C7FED">
        <w:rPr>
          <w:color w:val="FF0000"/>
        </w:rPr>
        <w:t xml:space="preserve">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3240DF" w:rsidRDefault="003240DF" w:rsidP="003240DF">
      <w:pPr>
        <w:spacing w:after="0"/>
      </w:pPr>
    </w:p>
    <w:p w:rsidR="003E5C10" w:rsidRDefault="003E5C10" w:rsidP="0079715D">
      <w:pPr>
        <w:spacing w:after="0"/>
        <w:rPr>
          <w:b/>
        </w:rPr>
      </w:pPr>
      <w:r>
        <w:rPr>
          <w:b/>
        </w:rPr>
        <w:t>Best Male Actor in a Supporting Role</w:t>
      </w:r>
    </w:p>
    <w:p w:rsidR="00343D50" w:rsidRDefault="00343D50" w:rsidP="00343D50">
      <w:pPr>
        <w:spacing w:after="0"/>
      </w:pPr>
      <w:r w:rsidRPr="000C7FED">
        <w:rPr>
          <w:color w:val="FF0000"/>
        </w:rPr>
        <w:t xml:space="preserve">Graham </w:t>
      </w:r>
      <w:proofErr w:type="spellStart"/>
      <w:r w:rsidRPr="000C7FED">
        <w:rPr>
          <w:color w:val="FF0000"/>
        </w:rPr>
        <w:t>Mandeno</w:t>
      </w:r>
      <w:proofErr w:type="spellEnd"/>
      <w:r w:rsidRPr="000C7FED">
        <w:rPr>
          <w:color w:val="FF0000"/>
        </w:rPr>
        <w:t xml:space="preserve"> (Major General) – </w:t>
      </w:r>
      <w:r w:rsidR="00F64A28">
        <w:rPr>
          <w:color w:val="FF0000"/>
        </w:rPr>
        <w:t>The Pirates</w:t>
      </w:r>
      <w:r w:rsidRPr="000C7FED">
        <w:rPr>
          <w:color w:val="FF0000"/>
        </w:rPr>
        <w:t xml:space="preserve"> of Penzance, Torbay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B0511D" w:rsidRDefault="001A387E" w:rsidP="003A06F0">
      <w:pPr>
        <w:spacing w:after="0"/>
      </w:pPr>
      <w:r>
        <w:t>John Charlton (</w:t>
      </w:r>
      <w:r w:rsidR="00F13403">
        <w:t>Stanley Gardner</w:t>
      </w:r>
      <w:r>
        <w:t>)</w:t>
      </w:r>
      <w:r w:rsidR="00F13403">
        <w:t xml:space="preserve"> – </w:t>
      </w:r>
      <w:r w:rsidR="000D0B98">
        <w:t xml:space="preserve">Caught In </w:t>
      </w:r>
      <w:proofErr w:type="gramStart"/>
      <w:r w:rsidR="000D0B98">
        <w:t>The</w:t>
      </w:r>
      <w:proofErr w:type="gramEnd"/>
      <w:r w:rsidR="000D0B98">
        <w:t xml:space="preserve"> Net, </w:t>
      </w:r>
      <w:proofErr w:type="spellStart"/>
      <w:r w:rsidR="000D0B98">
        <w:t>Mairangi</w:t>
      </w:r>
      <w:proofErr w:type="spellEnd"/>
      <w:r w:rsidR="000D0B98">
        <w:t xml:space="preserve"> Players</w:t>
      </w:r>
    </w:p>
    <w:p w:rsidR="00343D50" w:rsidRDefault="00343D50" w:rsidP="003A06F0">
      <w:pPr>
        <w:spacing w:after="0"/>
      </w:pPr>
      <w:r>
        <w:t xml:space="preserve">John Edwards (Norman) – Ladies Night, </w:t>
      </w:r>
      <w:proofErr w:type="spellStart"/>
      <w:r>
        <w:t>Centrestage</w:t>
      </w:r>
      <w:proofErr w:type="spellEnd"/>
      <w:r>
        <w:t xml:space="preserve"> Theatre </w:t>
      </w:r>
    </w:p>
    <w:p w:rsidR="00343D50" w:rsidRDefault="00343D50" w:rsidP="00343D50">
      <w:pPr>
        <w:spacing w:after="0"/>
      </w:pPr>
      <w:r>
        <w:t xml:space="preserve">Keith Paul (Raymond Boynton) – Appointment </w:t>
      </w:r>
      <w:proofErr w:type="gramStart"/>
      <w:r>
        <w:t>With</w:t>
      </w:r>
      <w:proofErr w:type="gramEnd"/>
      <w:r>
        <w:t xml:space="preserve"> Death, </w:t>
      </w:r>
      <w:proofErr w:type="spellStart"/>
      <w:r>
        <w:t>Shoreside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r>
        <w:t xml:space="preserve">Matt Pedersen (Barry) – Ladies Night, </w:t>
      </w:r>
      <w:proofErr w:type="spellStart"/>
      <w:r>
        <w:t>Centrestage</w:t>
      </w:r>
      <w:proofErr w:type="spellEnd"/>
      <w:r>
        <w:t xml:space="preserve"> Theatre</w:t>
      </w:r>
    </w:p>
    <w:p w:rsidR="00FD7636" w:rsidRDefault="001A387E" w:rsidP="003A06F0">
      <w:pPr>
        <w:spacing w:after="0"/>
      </w:pPr>
      <w:r>
        <w:t xml:space="preserve">Rob </w:t>
      </w:r>
      <w:proofErr w:type="spellStart"/>
      <w:r>
        <w:t>Boerkamp</w:t>
      </w:r>
      <w:proofErr w:type="spellEnd"/>
      <w:r>
        <w:t xml:space="preserve"> (</w:t>
      </w:r>
      <w:r w:rsidR="00FD7636">
        <w:t>Dragoman</w:t>
      </w:r>
      <w:r>
        <w:t>)</w:t>
      </w:r>
      <w:r w:rsidR="00FD7636">
        <w:t xml:space="preserve"> –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FD7636" w:rsidRDefault="001A387E" w:rsidP="003A06F0">
      <w:pPr>
        <w:spacing w:after="0"/>
      </w:pPr>
      <w:r>
        <w:t>Trevor Sharp (</w:t>
      </w:r>
      <w:r w:rsidR="00FD7636">
        <w:t xml:space="preserve">Col. </w:t>
      </w:r>
      <w:proofErr w:type="spellStart"/>
      <w:r w:rsidR="00FD7636">
        <w:t>Carberry</w:t>
      </w:r>
      <w:proofErr w:type="spellEnd"/>
      <w:r>
        <w:t>)</w:t>
      </w:r>
      <w:r w:rsidR="00FD7636">
        <w:t xml:space="preserve"> –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3A06F0" w:rsidRDefault="003A06F0" w:rsidP="003A06F0">
      <w:pPr>
        <w:spacing w:after="0"/>
      </w:pPr>
    </w:p>
    <w:p w:rsidR="003E5C10" w:rsidRDefault="003E5C10" w:rsidP="0079715D">
      <w:pPr>
        <w:spacing w:after="0"/>
        <w:rPr>
          <w:b/>
        </w:rPr>
      </w:pPr>
      <w:r>
        <w:rPr>
          <w:b/>
        </w:rPr>
        <w:t>Best Female Actor in a Supporting Role</w:t>
      </w:r>
    </w:p>
    <w:p w:rsidR="001B57C2" w:rsidRPr="001B57C2" w:rsidRDefault="001A387E" w:rsidP="0079715D">
      <w:pPr>
        <w:spacing w:after="0"/>
      </w:pPr>
      <w:r>
        <w:t xml:space="preserve">Angela </w:t>
      </w:r>
      <w:proofErr w:type="spellStart"/>
      <w:r>
        <w:t>Skudder</w:t>
      </w:r>
      <w:proofErr w:type="spellEnd"/>
      <w:r>
        <w:t xml:space="preserve"> (</w:t>
      </w:r>
      <w:r w:rsidR="001B57C2">
        <w:t xml:space="preserve">Peggy </w:t>
      </w:r>
      <w:proofErr w:type="spellStart"/>
      <w:r w:rsidR="001B57C2">
        <w:t>Ollerenshaw</w:t>
      </w:r>
      <w:proofErr w:type="spellEnd"/>
      <w:r>
        <w:t>)</w:t>
      </w:r>
      <w:r w:rsidR="001B57C2">
        <w:t xml:space="preserve"> – </w:t>
      </w:r>
      <w:r w:rsidR="000D0B98">
        <w:t>Hi-De-Hi, Playhouse Theatre</w:t>
      </w:r>
    </w:p>
    <w:p w:rsidR="009E4458" w:rsidRDefault="001A387E" w:rsidP="008F7F6F">
      <w:pPr>
        <w:spacing w:after="0"/>
      </w:pPr>
      <w:r>
        <w:t>Caitlin Smith (</w:t>
      </w:r>
      <w:proofErr w:type="spellStart"/>
      <w:r w:rsidR="009E4458">
        <w:t>Ginevra</w:t>
      </w:r>
      <w:proofErr w:type="spellEnd"/>
      <w:r>
        <w:t>)</w:t>
      </w:r>
      <w:r w:rsidR="009E4458">
        <w:t xml:space="preserve"> –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6C13EE" w:rsidRDefault="006C13EE" w:rsidP="006C13EE">
      <w:pPr>
        <w:spacing w:after="0"/>
      </w:pPr>
      <w:r w:rsidRPr="000C7FED">
        <w:rPr>
          <w:color w:val="FF0000"/>
        </w:rPr>
        <w:t xml:space="preserve">Caroline Phillips (Nadine) – Appointment </w:t>
      </w:r>
      <w:proofErr w:type="gramStart"/>
      <w:r w:rsidRPr="000C7FED">
        <w:rPr>
          <w:color w:val="FF0000"/>
        </w:rPr>
        <w:t>With</w:t>
      </w:r>
      <w:proofErr w:type="gramEnd"/>
      <w:r w:rsidRPr="000C7FED">
        <w:rPr>
          <w:color w:val="FF0000"/>
        </w:rPr>
        <w:t xml:space="preserve"> Death, </w:t>
      </w:r>
      <w:proofErr w:type="spellStart"/>
      <w:r w:rsidRPr="000C7FED">
        <w:rPr>
          <w:color w:val="FF0000"/>
        </w:rPr>
        <w:t>Shoreside</w:t>
      </w:r>
      <w:proofErr w:type="spellEnd"/>
      <w:r w:rsidRPr="000C7FED">
        <w:rPr>
          <w:color w:val="FF0000"/>
        </w:rPr>
        <w:t xml:space="preserve"> Theatre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343D50" w:rsidRDefault="00343D50" w:rsidP="00343D50">
      <w:pPr>
        <w:spacing w:after="0"/>
      </w:pPr>
      <w:r>
        <w:t xml:space="preserve">Caroline Thompson (Miss Pryce) – Appointment </w:t>
      </w:r>
      <w:proofErr w:type="gramStart"/>
      <w:r>
        <w:t>With</w:t>
      </w:r>
      <w:proofErr w:type="gramEnd"/>
      <w:r>
        <w:t xml:space="preserve"> Death, </w:t>
      </w:r>
      <w:proofErr w:type="spellStart"/>
      <w:r>
        <w:t>Shoreside</w:t>
      </w:r>
      <w:proofErr w:type="spellEnd"/>
      <w:r>
        <w:t xml:space="preserve"> Theatre</w:t>
      </w:r>
    </w:p>
    <w:p w:rsidR="00B73837" w:rsidRDefault="001A387E" w:rsidP="008F7F6F">
      <w:pPr>
        <w:spacing w:after="0"/>
      </w:pPr>
      <w:r>
        <w:t>Kate Young (</w:t>
      </w:r>
      <w:r w:rsidR="00B73837">
        <w:t>Dr King</w:t>
      </w:r>
      <w:r>
        <w:t>)</w:t>
      </w:r>
      <w:r w:rsidR="00B73837">
        <w:t xml:space="preserve"> –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343D50" w:rsidRDefault="00343D50" w:rsidP="00343D50">
      <w:pPr>
        <w:spacing w:after="0"/>
      </w:pPr>
      <w:r>
        <w:t xml:space="preserve">Kura </w:t>
      </w:r>
      <w:proofErr w:type="spellStart"/>
      <w:r>
        <w:t>Geere</w:t>
      </w:r>
      <w:proofErr w:type="spellEnd"/>
      <w:r>
        <w:t xml:space="preserve">-Watson (Isabel) – The Twelfth Man, </w:t>
      </w:r>
      <w:proofErr w:type="spellStart"/>
      <w:r>
        <w:t>Centrestage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r>
        <w:t xml:space="preserve">Lynda Hart (Jean) – The Twelfth Man, </w:t>
      </w:r>
      <w:proofErr w:type="spellStart"/>
      <w:r>
        <w:t>Centrestage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r>
        <w:t>Natasha Coleman (</w:t>
      </w:r>
      <w:proofErr w:type="spellStart"/>
      <w:r>
        <w:t>Carabosse</w:t>
      </w:r>
      <w:proofErr w:type="spellEnd"/>
      <w:r>
        <w:t xml:space="preserve">) – Sleeping Beauty, </w:t>
      </w:r>
      <w:proofErr w:type="spellStart"/>
      <w:r>
        <w:t>Mairangi</w:t>
      </w:r>
      <w:proofErr w:type="spellEnd"/>
      <w:r>
        <w:t xml:space="preserve"> Players</w:t>
      </w:r>
    </w:p>
    <w:p w:rsidR="001576BF" w:rsidRDefault="001A387E" w:rsidP="008F7F6F">
      <w:pPr>
        <w:spacing w:after="0"/>
      </w:pPr>
      <w:r>
        <w:t>Penny Low (</w:t>
      </w:r>
      <w:r w:rsidR="001576BF">
        <w:t>Nurse Ruth Kelly</w:t>
      </w:r>
      <w:r>
        <w:t>)</w:t>
      </w:r>
      <w:r w:rsidR="001576BF">
        <w:t xml:space="preserve"> – </w:t>
      </w:r>
      <w:r w:rsidR="000D0B98">
        <w:t>Harvey, Pilgrim Productions</w:t>
      </w:r>
    </w:p>
    <w:p w:rsidR="008F7F6F" w:rsidRDefault="001A387E" w:rsidP="008F7F6F">
      <w:pPr>
        <w:spacing w:after="0"/>
      </w:pPr>
      <w:proofErr w:type="spellStart"/>
      <w:r>
        <w:t>Phillippa</w:t>
      </w:r>
      <w:proofErr w:type="spellEnd"/>
      <w:r>
        <w:t xml:space="preserve"> </w:t>
      </w:r>
      <w:proofErr w:type="spellStart"/>
      <w:r>
        <w:t>Mandeno</w:t>
      </w:r>
      <w:proofErr w:type="spellEnd"/>
      <w:r>
        <w:t xml:space="preserve"> (</w:t>
      </w:r>
      <w:r w:rsidR="008F7F6F">
        <w:t>Edith</w:t>
      </w:r>
      <w:r>
        <w:t>)</w:t>
      </w:r>
      <w:r w:rsidR="008F7F6F">
        <w:t xml:space="preserve"> – </w:t>
      </w:r>
      <w:r w:rsidR="00F64A28">
        <w:t>The Pirates</w:t>
      </w:r>
      <w:r w:rsidR="000D0B98">
        <w:t xml:space="preserve"> of Penzance, Torbay Theatre</w:t>
      </w:r>
    </w:p>
    <w:p w:rsidR="008F7F6F" w:rsidRDefault="008F7F6F" w:rsidP="008F7F6F">
      <w:pPr>
        <w:spacing w:after="0"/>
      </w:pPr>
    </w:p>
    <w:p w:rsidR="008F7F6F" w:rsidRDefault="008F7F6F" w:rsidP="008F7F6F">
      <w:pPr>
        <w:spacing w:after="0"/>
      </w:pPr>
    </w:p>
    <w:p w:rsidR="000C7FED" w:rsidRDefault="000C7FED">
      <w:pPr>
        <w:rPr>
          <w:b/>
        </w:rPr>
      </w:pPr>
      <w:r>
        <w:rPr>
          <w:b/>
        </w:rPr>
        <w:br w:type="page"/>
      </w:r>
    </w:p>
    <w:p w:rsidR="00BD206A" w:rsidRPr="00BD206A" w:rsidRDefault="00BD206A" w:rsidP="0079715D">
      <w:pPr>
        <w:spacing w:after="0"/>
        <w:rPr>
          <w:b/>
        </w:rPr>
      </w:pPr>
      <w:r>
        <w:rPr>
          <w:b/>
        </w:rPr>
        <w:lastRenderedPageBreak/>
        <w:t>Best Male Actor in a Leading Role</w:t>
      </w:r>
    </w:p>
    <w:p w:rsidR="00343D50" w:rsidRDefault="00343D50" w:rsidP="00343D50">
      <w:pPr>
        <w:spacing w:after="0"/>
      </w:pPr>
      <w:r>
        <w:t xml:space="preserve">Andrew King (Harvey) – Wife </w:t>
      </w:r>
      <w:proofErr w:type="gramStart"/>
      <w:r>
        <w:t>After</w:t>
      </w:r>
      <w:proofErr w:type="gramEnd"/>
      <w:r>
        <w:t xml:space="preserve"> Death, </w:t>
      </w:r>
      <w:proofErr w:type="spellStart"/>
      <w:r>
        <w:t>Waiuku</w:t>
      </w:r>
      <w:proofErr w:type="spellEnd"/>
      <w:r>
        <w:t xml:space="preserve"> Theatre Group</w:t>
      </w:r>
    </w:p>
    <w:p w:rsidR="00343D50" w:rsidRDefault="00343D50" w:rsidP="00343D50">
      <w:pPr>
        <w:spacing w:after="0"/>
      </w:pPr>
      <w:r>
        <w:t xml:space="preserve">Campbell Ellison (Frederick) – </w:t>
      </w:r>
      <w:r w:rsidR="00F64A28">
        <w:t>The Pirates</w:t>
      </w:r>
      <w:r>
        <w:t xml:space="preserve"> of Penzance, Torbay Theatre</w:t>
      </w:r>
    </w:p>
    <w:p w:rsidR="00343D50" w:rsidRDefault="00343D50" w:rsidP="00343D50">
      <w:pPr>
        <w:spacing w:after="0"/>
      </w:pPr>
      <w:r>
        <w:t xml:space="preserve">Craig </w:t>
      </w:r>
      <w:proofErr w:type="spellStart"/>
      <w:r>
        <w:t>Julich-Serventy</w:t>
      </w:r>
      <w:proofErr w:type="spellEnd"/>
      <w:r>
        <w:t xml:space="preserve"> (Dr </w:t>
      </w:r>
      <w:proofErr w:type="spellStart"/>
      <w:r>
        <w:t>Gerhadt</w:t>
      </w:r>
      <w:proofErr w:type="spellEnd"/>
      <w:r>
        <w:t xml:space="preserve">) – Appointment </w:t>
      </w:r>
      <w:proofErr w:type="gramStart"/>
      <w:r>
        <w:t>With</w:t>
      </w:r>
      <w:proofErr w:type="gramEnd"/>
      <w:r>
        <w:t xml:space="preserve"> Death, </w:t>
      </w:r>
      <w:proofErr w:type="spellStart"/>
      <w:r>
        <w:t>Shoreside</w:t>
      </w:r>
      <w:proofErr w:type="spellEnd"/>
      <w:r>
        <w:t xml:space="preserve"> Theatre</w:t>
      </w:r>
    </w:p>
    <w:p w:rsidR="00343D50" w:rsidRDefault="00343D50" w:rsidP="00343D50">
      <w:pPr>
        <w:spacing w:after="0"/>
      </w:pPr>
      <w:r>
        <w:t xml:space="preserve">Guy Davis (Pirate King) – </w:t>
      </w:r>
      <w:r w:rsidR="00F64A28">
        <w:t>The Pirates</w:t>
      </w:r>
      <w:r>
        <w:t xml:space="preserve"> of Penzance, Torbay Theatre</w:t>
      </w:r>
    </w:p>
    <w:p w:rsidR="00C77891" w:rsidRDefault="001A387E" w:rsidP="008F7F6F">
      <w:pPr>
        <w:spacing w:after="0"/>
      </w:pPr>
      <w:r>
        <w:t xml:space="preserve">Jason </w:t>
      </w:r>
      <w:proofErr w:type="spellStart"/>
      <w:r>
        <w:t>Moffat</w:t>
      </w:r>
      <w:proofErr w:type="spellEnd"/>
      <w:r>
        <w:t xml:space="preserve"> (</w:t>
      </w:r>
      <w:proofErr w:type="spellStart"/>
      <w:r w:rsidR="006C13EE">
        <w:t>Benedick</w:t>
      </w:r>
      <w:proofErr w:type="spellEnd"/>
      <w:r>
        <w:t>)</w:t>
      </w:r>
      <w:r w:rsidR="00C77891">
        <w:t xml:space="preserve"> – </w:t>
      </w:r>
      <w:r w:rsidR="000D0B98">
        <w:t xml:space="preserve">Much Ado </w:t>
      </w:r>
      <w:proofErr w:type="gramStart"/>
      <w:r w:rsidR="000D0B98">
        <w:t>About</w:t>
      </w:r>
      <w:proofErr w:type="gramEnd"/>
      <w:r w:rsidR="000D0B98">
        <w:t xml:space="preserve"> Nothing,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1576BF" w:rsidRDefault="001A387E" w:rsidP="00C44F54">
      <w:pPr>
        <w:spacing w:after="0"/>
      </w:pPr>
      <w:r w:rsidRPr="000C7FED">
        <w:rPr>
          <w:color w:val="FF0000"/>
        </w:rPr>
        <w:t xml:space="preserve">Justin </w:t>
      </w:r>
      <w:proofErr w:type="spellStart"/>
      <w:r w:rsidRPr="000C7FED">
        <w:rPr>
          <w:color w:val="FF0000"/>
        </w:rPr>
        <w:t>Gohd</w:t>
      </w:r>
      <w:r w:rsidR="000C7FED" w:rsidRPr="000C7FED">
        <w:rPr>
          <w:color w:val="FF0000"/>
        </w:rPr>
        <w:t>e</w:t>
      </w:r>
      <w:r w:rsidRPr="000C7FED">
        <w:rPr>
          <w:color w:val="FF0000"/>
        </w:rPr>
        <w:t>s</w:t>
      </w:r>
      <w:proofErr w:type="spellEnd"/>
      <w:r w:rsidRPr="000C7FED">
        <w:rPr>
          <w:color w:val="FF0000"/>
        </w:rPr>
        <w:t xml:space="preserve"> (</w:t>
      </w:r>
      <w:r w:rsidR="001576BF" w:rsidRPr="000C7FED">
        <w:rPr>
          <w:color w:val="FF0000"/>
        </w:rPr>
        <w:t>Elwood P. Dowd</w:t>
      </w:r>
      <w:r w:rsidRPr="000C7FED">
        <w:rPr>
          <w:color w:val="FF0000"/>
        </w:rPr>
        <w:t>)</w:t>
      </w:r>
      <w:r w:rsidR="001576BF" w:rsidRPr="000C7FED">
        <w:rPr>
          <w:color w:val="FF0000"/>
        </w:rPr>
        <w:t xml:space="preserve"> – </w:t>
      </w:r>
      <w:r w:rsidR="000D0B98" w:rsidRPr="000C7FED">
        <w:rPr>
          <w:color w:val="FF0000"/>
        </w:rPr>
        <w:t>Harvey, Pilgrim Productions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2E46F6" w:rsidRDefault="001A387E" w:rsidP="00E05E5B">
      <w:pPr>
        <w:spacing w:after="0"/>
      </w:pPr>
      <w:r>
        <w:t>Steve O’Reilly (</w:t>
      </w:r>
      <w:r w:rsidR="002E46F6">
        <w:t>Brian</w:t>
      </w:r>
      <w:r>
        <w:t>)</w:t>
      </w:r>
      <w:r w:rsidR="002E46F6">
        <w:t xml:space="preserve"> – The </w:t>
      </w:r>
      <w:r w:rsidR="000D0B98">
        <w:t xml:space="preserve">Twelfth Man, </w:t>
      </w:r>
      <w:proofErr w:type="spellStart"/>
      <w:r w:rsidR="000D0B98">
        <w:t>Centrestage</w:t>
      </w:r>
      <w:proofErr w:type="spellEnd"/>
      <w:r w:rsidR="000D0B98">
        <w:t xml:space="preserve"> Theatre</w:t>
      </w:r>
    </w:p>
    <w:p w:rsidR="002E46F6" w:rsidRDefault="002E46F6" w:rsidP="00C44F5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E5C10" w:rsidRDefault="003E5C10" w:rsidP="0079715D">
      <w:pPr>
        <w:spacing w:after="0"/>
        <w:rPr>
          <w:b/>
        </w:rPr>
      </w:pPr>
      <w:r>
        <w:rPr>
          <w:b/>
        </w:rPr>
        <w:t>Best Female Actor in a Leading Role</w:t>
      </w:r>
    </w:p>
    <w:p w:rsidR="00975CBE" w:rsidRDefault="001A387E" w:rsidP="00DE7E29">
      <w:pPr>
        <w:spacing w:after="0"/>
      </w:pPr>
      <w:r>
        <w:t>Caroline Phillips (</w:t>
      </w:r>
      <w:r w:rsidR="00C77891">
        <w:t>Beatrice</w:t>
      </w:r>
      <w:r>
        <w:t>)</w:t>
      </w:r>
      <w:r w:rsidR="00C77891">
        <w:t xml:space="preserve"> – </w:t>
      </w:r>
      <w:r w:rsidR="000D0B98">
        <w:t xml:space="preserve">Much Ado </w:t>
      </w:r>
      <w:proofErr w:type="gramStart"/>
      <w:r w:rsidR="000D0B98">
        <w:t>About</w:t>
      </w:r>
      <w:proofErr w:type="gramEnd"/>
      <w:r w:rsidR="000D0B98">
        <w:t xml:space="preserve"> Nothing,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343D50" w:rsidRDefault="00343D50" w:rsidP="00343D50">
      <w:pPr>
        <w:spacing w:after="0"/>
      </w:pPr>
      <w:r>
        <w:t xml:space="preserve">Christina McDonald (Mabel) – </w:t>
      </w:r>
      <w:r w:rsidR="00F64A28">
        <w:t>The Pirates</w:t>
      </w:r>
      <w:r>
        <w:t xml:space="preserve"> of Penzance, Torbay Theatre</w:t>
      </w:r>
    </w:p>
    <w:p w:rsidR="00343D50" w:rsidRDefault="00343D50" w:rsidP="00343D50">
      <w:pPr>
        <w:spacing w:after="0"/>
      </w:pPr>
      <w:r>
        <w:t xml:space="preserve">Debbie Bate (Alice) – The Twelfth Man, </w:t>
      </w:r>
      <w:proofErr w:type="spellStart"/>
      <w:r>
        <w:t>Centrestage</w:t>
      </w:r>
      <w:proofErr w:type="spellEnd"/>
      <w:r>
        <w:t xml:space="preserve"> Theatre</w:t>
      </w:r>
    </w:p>
    <w:p w:rsidR="00891CE3" w:rsidRDefault="001A387E" w:rsidP="00F50B86">
      <w:pPr>
        <w:spacing w:after="0"/>
      </w:pPr>
      <w:r>
        <w:t xml:space="preserve">Glenda </w:t>
      </w:r>
      <w:proofErr w:type="spellStart"/>
      <w:r>
        <w:t>Hagenson</w:t>
      </w:r>
      <w:proofErr w:type="spellEnd"/>
      <w:r>
        <w:t xml:space="preserve"> (</w:t>
      </w:r>
      <w:r w:rsidR="00975CBE">
        <w:t>Rita</w:t>
      </w:r>
      <w:r>
        <w:t>)</w:t>
      </w:r>
      <w:r w:rsidR="00975CBE">
        <w:t xml:space="preserve"> – </w:t>
      </w:r>
      <w:r w:rsidR="000D0B98">
        <w:t xml:space="preserve">Educating Rita, </w:t>
      </w:r>
      <w:proofErr w:type="spellStart"/>
      <w:r w:rsidR="000D0B98">
        <w:t>Waiuku</w:t>
      </w:r>
      <w:proofErr w:type="spellEnd"/>
      <w:r w:rsidR="000D0B98">
        <w:t xml:space="preserve"> Theatre Group</w:t>
      </w:r>
    </w:p>
    <w:p w:rsidR="009E4458" w:rsidRDefault="001A387E" w:rsidP="00F50B86">
      <w:pPr>
        <w:spacing w:after="0"/>
      </w:pPr>
      <w:r>
        <w:t xml:space="preserve">Jenny </w:t>
      </w:r>
      <w:proofErr w:type="spellStart"/>
      <w:r>
        <w:t>Whisken</w:t>
      </w:r>
      <w:proofErr w:type="spellEnd"/>
      <w:r>
        <w:t xml:space="preserve"> (</w:t>
      </w:r>
      <w:r w:rsidR="009E4458">
        <w:t>Mrs Boynton</w:t>
      </w:r>
      <w:r>
        <w:t>)</w:t>
      </w:r>
      <w:r w:rsidR="009E4458">
        <w:t xml:space="preserve"> –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1576BF" w:rsidRDefault="001A387E" w:rsidP="00F50B86">
      <w:pPr>
        <w:spacing w:after="0"/>
      </w:pPr>
      <w:r>
        <w:t>Lyn Webster (</w:t>
      </w:r>
      <w:proofErr w:type="spellStart"/>
      <w:r w:rsidR="001576BF">
        <w:t>Veeta</w:t>
      </w:r>
      <w:proofErr w:type="spellEnd"/>
      <w:r w:rsidR="001576BF">
        <w:t xml:space="preserve"> Louise </w:t>
      </w:r>
      <w:proofErr w:type="spellStart"/>
      <w:r w:rsidR="001576BF">
        <w:t>Simions</w:t>
      </w:r>
      <w:proofErr w:type="spellEnd"/>
      <w:r>
        <w:t>)</w:t>
      </w:r>
      <w:r w:rsidR="001576BF">
        <w:t xml:space="preserve"> – </w:t>
      </w:r>
      <w:r w:rsidR="000D0B98">
        <w:t>Harvey, Pilgrim Productions</w:t>
      </w:r>
    </w:p>
    <w:p w:rsidR="00F50B86" w:rsidRDefault="001A387E" w:rsidP="00F50B86">
      <w:pPr>
        <w:spacing w:after="0"/>
      </w:pPr>
      <w:r w:rsidRPr="000C7FED">
        <w:rPr>
          <w:color w:val="FF0000"/>
        </w:rPr>
        <w:t>Robyn Donnelly (</w:t>
      </w:r>
      <w:r w:rsidR="00F50B86" w:rsidRPr="000C7FED">
        <w:rPr>
          <w:color w:val="FF0000"/>
        </w:rPr>
        <w:t xml:space="preserve">Dame Ammonia </w:t>
      </w:r>
      <w:proofErr w:type="spellStart"/>
      <w:r w:rsidR="00F50B86" w:rsidRPr="000C7FED">
        <w:rPr>
          <w:color w:val="FF0000"/>
        </w:rPr>
        <w:t>Goodbody</w:t>
      </w:r>
      <w:proofErr w:type="spellEnd"/>
      <w:r w:rsidRPr="000C7FED">
        <w:rPr>
          <w:color w:val="FF0000"/>
        </w:rPr>
        <w:t>)</w:t>
      </w:r>
      <w:r w:rsidR="00F50B86" w:rsidRPr="000C7FED">
        <w:rPr>
          <w:color w:val="FF0000"/>
        </w:rPr>
        <w:t xml:space="preserve"> – </w:t>
      </w:r>
      <w:r w:rsidR="000D0B98" w:rsidRPr="000C7FED">
        <w:rPr>
          <w:color w:val="FF0000"/>
        </w:rPr>
        <w:t xml:space="preserve">Sleeping Beauty, </w:t>
      </w:r>
      <w:proofErr w:type="spellStart"/>
      <w:r w:rsidR="000D0B98" w:rsidRPr="000C7FED">
        <w:rPr>
          <w:color w:val="FF0000"/>
        </w:rPr>
        <w:t>Mairangi</w:t>
      </w:r>
      <w:proofErr w:type="spellEnd"/>
      <w:r w:rsidR="000D0B98" w:rsidRPr="000C7FED">
        <w:rPr>
          <w:color w:val="FF0000"/>
        </w:rPr>
        <w:t xml:space="preserve"> Players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F50B86" w:rsidRDefault="00F50B86" w:rsidP="00F50B86">
      <w:pPr>
        <w:spacing w:after="0"/>
      </w:pPr>
    </w:p>
    <w:p w:rsidR="003E5C10" w:rsidRDefault="003E5C10" w:rsidP="0079715D">
      <w:pPr>
        <w:spacing w:after="0"/>
        <w:rPr>
          <w:b/>
        </w:rPr>
      </w:pPr>
      <w:r>
        <w:rPr>
          <w:b/>
        </w:rPr>
        <w:t>Best</w:t>
      </w:r>
      <w:r w:rsidR="00E772EE">
        <w:rPr>
          <w:b/>
        </w:rPr>
        <w:t xml:space="preserve"> Ensemble</w:t>
      </w:r>
    </w:p>
    <w:p w:rsidR="0017405A" w:rsidRDefault="001A387E" w:rsidP="00F50B86">
      <w:pPr>
        <w:spacing w:after="0"/>
      </w:pPr>
      <w:r>
        <w:t>The c</w:t>
      </w:r>
      <w:r w:rsidR="0017405A">
        <w:t xml:space="preserve">ast of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A93D3A" w:rsidRDefault="001A387E" w:rsidP="00F50B86">
      <w:pPr>
        <w:spacing w:after="0"/>
      </w:pPr>
      <w:r>
        <w:t>The c</w:t>
      </w:r>
      <w:r w:rsidR="00A93D3A">
        <w:t xml:space="preserve">ast of </w:t>
      </w:r>
      <w:r w:rsidR="000D0B98">
        <w:t>Harvey, Pilgrim Productions</w:t>
      </w:r>
    </w:p>
    <w:p w:rsidR="00343D50" w:rsidRDefault="00F64A28" w:rsidP="00F50B86">
      <w:pPr>
        <w:spacing w:after="0"/>
      </w:pPr>
      <w:r>
        <w:t xml:space="preserve">The cast of </w:t>
      </w:r>
      <w:bookmarkStart w:id="0" w:name="_GoBack"/>
      <w:bookmarkEnd w:id="0"/>
      <w:r>
        <w:t>The Pirates</w:t>
      </w:r>
      <w:r w:rsidR="00343D50">
        <w:t xml:space="preserve"> of Penzance, Torbay Theatre </w:t>
      </w:r>
    </w:p>
    <w:p w:rsidR="00343D50" w:rsidRDefault="00343D50" w:rsidP="00343D50">
      <w:pPr>
        <w:spacing w:after="0"/>
      </w:pPr>
      <w:r>
        <w:t xml:space="preserve">The cast of Sleeping Beauty, </w:t>
      </w:r>
      <w:proofErr w:type="spellStart"/>
      <w:r>
        <w:t>Mairangi</w:t>
      </w:r>
      <w:proofErr w:type="spellEnd"/>
      <w:r>
        <w:t xml:space="preserve"> Players</w:t>
      </w:r>
    </w:p>
    <w:p w:rsidR="00707AA2" w:rsidRDefault="001A387E" w:rsidP="00F50B86">
      <w:pPr>
        <w:spacing w:after="0"/>
      </w:pPr>
      <w:r w:rsidRPr="000C7FED">
        <w:rPr>
          <w:color w:val="FF0000"/>
        </w:rPr>
        <w:t>The c</w:t>
      </w:r>
      <w:r w:rsidR="00707AA2" w:rsidRPr="000C7FED">
        <w:rPr>
          <w:color w:val="FF0000"/>
        </w:rPr>
        <w:t xml:space="preserve">ast of The </w:t>
      </w:r>
      <w:r w:rsidR="000D0B98" w:rsidRPr="000C7FED">
        <w:rPr>
          <w:color w:val="FF0000"/>
        </w:rPr>
        <w:t xml:space="preserve">Twelfth Man, </w:t>
      </w:r>
      <w:proofErr w:type="spellStart"/>
      <w:r w:rsidR="000D0B98" w:rsidRPr="000C7FED">
        <w:rPr>
          <w:color w:val="FF0000"/>
        </w:rPr>
        <w:t>Centrestage</w:t>
      </w:r>
      <w:proofErr w:type="spellEnd"/>
      <w:r w:rsidR="000D0B98" w:rsidRPr="000C7FED">
        <w:rPr>
          <w:color w:val="FF0000"/>
        </w:rPr>
        <w:t xml:space="preserve"> Theatre</w:t>
      </w:r>
      <w:r w:rsidR="000C7FED">
        <w:rPr>
          <w:color w:val="FF0000"/>
        </w:rPr>
        <w:t xml:space="preserve"> </w:t>
      </w:r>
      <w:r w:rsidR="000C7FED" w:rsidRPr="000C7FED">
        <w:rPr>
          <w:color w:val="FF0000"/>
        </w:rPr>
        <w:t xml:space="preserve">– </w:t>
      </w:r>
      <w:r w:rsidR="000C7FED" w:rsidRPr="000C7FED">
        <w:rPr>
          <w:i/>
          <w:color w:val="FF0000"/>
        </w:rPr>
        <w:t>AWARD RECIPIENT</w:t>
      </w:r>
    </w:p>
    <w:p w:rsidR="00F50B86" w:rsidRDefault="001A387E" w:rsidP="00F50B86">
      <w:pPr>
        <w:spacing w:after="0"/>
      </w:pPr>
      <w:r>
        <w:t>The c</w:t>
      </w:r>
      <w:r w:rsidR="00F50B86">
        <w:t xml:space="preserve">ast of </w:t>
      </w:r>
      <w:r w:rsidR="000D0B98">
        <w:t xml:space="preserve">Wife After Death, </w:t>
      </w:r>
      <w:proofErr w:type="spellStart"/>
      <w:r w:rsidR="000D0B98">
        <w:t>Waiuku</w:t>
      </w:r>
      <w:proofErr w:type="spellEnd"/>
      <w:r w:rsidR="000D0B98">
        <w:t xml:space="preserve"> Theatre Group</w:t>
      </w:r>
    </w:p>
    <w:p w:rsidR="00F50B86" w:rsidRDefault="00F50B86" w:rsidP="00F50B86">
      <w:pPr>
        <w:spacing w:after="0"/>
      </w:pPr>
    </w:p>
    <w:p w:rsidR="00891CE3" w:rsidRDefault="003E5C10" w:rsidP="00891CE3">
      <w:pPr>
        <w:spacing w:after="0"/>
        <w:rPr>
          <w:b/>
        </w:rPr>
      </w:pPr>
      <w:r>
        <w:rPr>
          <w:b/>
        </w:rPr>
        <w:t xml:space="preserve">Best </w:t>
      </w:r>
      <w:r w:rsidR="00E772EE">
        <w:rPr>
          <w:b/>
        </w:rPr>
        <w:t>Director</w:t>
      </w:r>
    </w:p>
    <w:p w:rsidR="001576BF" w:rsidRDefault="001576BF" w:rsidP="00F50B86">
      <w:pPr>
        <w:spacing w:after="0"/>
      </w:pPr>
      <w:r>
        <w:t xml:space="preserve">Carol </w:t>
      </w:r>
      <w:proofErr w:type="spellStart"/>
      <w:r>
        <w:t>Dumbleton</w:t>
      </w:r>
      <w:proofErr w:type="spellEnd"/>
      <w:r>
        <w:t xml:space="preserve"> – </w:t>
      </w:r>
      <w:r w:rsidR="000D0B98">
        <w:t xml:space="preserve">Appointment </w:t>
      </w:r>
      <w:proofErr w:type="gramStart"/>
      <w:r w:rsidR="000D0B98">
        <w:t>With</w:t>
      </w:r>
      <w:proofErr w:type="gramEnd"/>
      <w:r w:rsidR="000D0B98">
        <w:t xml:space="preserve"> Death, </w:t>
      </w:r>
      <w:proofErr w:type="spellStart"/>
      <w:r w:rsidR="000D0B98">
        <w:t>Shoreside</w:t>
      </w:r>
      <w:proofErr w:type="spellEnd"/>
      <w:r w:rsidR="000D0B98">
        <w:t xml:space="preserve"> Theatre</w:t>
      </w:r>
    </w:p>
    <w:p w:rsidR="00343D50" w:rsidRDefault="00343D50" w:rsidP="00343D50">
      <w:pPr>
        <w:spacing w:after="0"/>
      </w:pPr>
      <w:r>
        <w:t xml:space="preserve">Helen </w:t>
      </w:r>
      <w:proofErr w:type="spellStart"/>
      <w:r>
        <w:t>Topliss</w:t>
      </w:r>
      <w:proofErr w:type="spellEnd"/>
      <w:r>
        <w:t xml:space="preserve"> – Sleeping Beauty, </w:t>
      </w:r>
      <w:proofErr w:type="spellStart"/>
      <w:r>
        <w:t>Mairangi</w:t>
      </w:r>
      <w:proofErr w:type="spellEnd"/>
      <w:r>
        <w:t xml:space="preserve"> Players</w:t>
      </w:r>
    </w:p>
    <w:p w:rsidR="00343D50" w:rsidRDefault="00343D50" w:rsidP="00343D50">
      <w:pPr>
        <w:spacing w:after="0"/>
      </w:pPr>
      <w:r>
        <w:t xml:space="preserve">Jacque </w:t>
      </w:r>
      <w:proofErr w:type="spellStart"/>
      <w:r>
        <w:t>Mandeno</w:t>
      </w:r>
      <w:proofErr w:type="spellEnd"/>
      <w:r>
        <w:t xml:space="preserve"> &amp; Jill Reid – </w:t>
      </w:r>
      <w:r w:rsidR="00F64A28">
        <w:t>The Pirates</w:t>
      </w:r>
      <w:r>
        <w:t xml:space="preserve"> of Penzance, Torbay Theatre</w:t>
      </w:r>
    </w:p>
    <w:p w:rsidR="00343D50" w:rsidRDefault="00343D50" w:rsidP="00343D50">
      <w:pPr>
        <w:spacing w:after="0"/>
      </w:pPr>
      <w:r>
        <w:t xml:space="preserve">Jo </w:t>
      </w:r>
      <w:proofErr w:type="spellStart"/>
      <w:r>
        <w:t>Scobie</w:t>
      </w:r>
      <w:proofErr w:type="spellEnd"/>
      <w:r>
        <w:t xml:space="preserve"> – Wife </w:t>
      </w:r>
      <w:proofErr w:type="gramStart"/>
      <w:r>
        <w:t>After</w:t>
      </w:r>
      <w:proofErr w:type="gramEnd"/>
      <w:r>
        <w:t xml:space="preserve"> Death, </w:t>
      </w:r>
      <w:proofErr w:type="spellStart"/>
      <w:r>
        <w:t>Waiuku</w:t>
      </w:r>
      <w:proofErr w:type="spellEnd"/>
      <w:r>
        <w:t xml:space="preserve"> Theatre Group</w:t>
      </w:r>
    </w:p>
    <w:p w:rsidR="00343D50" w:rsidRDefault="00343D50" w:rsidP="00343D50">
      <w:pPr>
        <w:spacing w:after="0"/>
      </w:pPr>
      <w:r>
        <w:t xml:space="preserve">Lynn </w:t>
      </w:r>
      <w:proofErr w:type="spellStart"/>
      <w:r>
        <w:t>Dawbin</w:t>
      </w:r>
      <w:proofErr w:type="spellEnd"/>
      <w:r>
        <w:t xml:space="preserve"> – Educating Rita, </w:t>
      </w:r>
      <w:proofErr w:type="spellStart"/>
      <w:r>
        <w:t>Waiuku</w:t>
      </w:r>
      <w:proofErr w:type="spellEnd"/>
      <w:r>
        <w:t xml:space="preserve"> Theatre Group</w:t>
      </w:r>
    </w:p>
    <w:p w:rsidR="00F25959" w:rsidRDefault="00F25959" w:rsidP="00F50B86">
      <w:pPr>
        <w:spacing w:after="0"/>
      </w:pPr>
      <w:r>
        <w:t xml:space="preserve">Pin Barry – The </w:t>
      </w:r>
      <w:r w:rsidR="000D0B98">
        <w:t xml:space="preserve">Twelfth Man, </w:t>
      </w:r>
      <w:proofErr w:type="spellStart"/>
      <w:r w:rsidR="000D0B98">
        <w:t>Centrestage</w:t>
      </w:r>
      <w:proofErr w:type="spellEnd"/>
      <w:r w:rsidR="000D0B98">
        <w:t xml:space="preserve"> Theatre</w:t>
      </w:r>
    </w:p>
    <w:p w:rsidR="002E46F6" w:rsidRDefault="00A93D3A" w:rsidP="00F50B86">
      <w:pPr>
        <w:spacing w:after="0"/>
        <w:rPr>
          <w:color w:val="FF0000"/>
        </w:rPr>
      </w:pPr>
      <w:r w:rsidRPr="000C7FED">
        <w:rPr>
          <w:color w:val="FF0000"/>
        </w:rPr>
        <w:t xml:space="preserve">Richard </w:t>
      </w:r>
      <w:proofErr w:type="spellStart"/>
      <w:r w:rsidRPr="000C7FED">
        <w:rPr>
          <w:color w:val="FF0000"/>
        </w:rPr>
        <w:t>Purro</w:t>
      </w:r>
      <w:proofErr w:type="spellEnd"/>
      <w:r w:rsidRPr="000C7FED">
        <w:rPr>
          <w:color w:val="FF0000"/>
        </w:rPr>
        <w:t xml:space="preserve"> – </w:t>
      </w:r>
      <w:r w:rsidR="000D0B98" w:rsidRPr="000C7FED">
        <w:rPr>
          <w:color w:val="FF0000"/>
        </w:rPr>
        <w:t>Harvey, Pilgrim Productions</w:t>
      </w:r>
      <w:r w:rsidR="000C7FED" w:rsidRPr="000C7FED">
        <w:rPr>
          <w:color w:val="FF0000"/>
        </w:rPr>
        <w:t xml:space="preserve"> – </w:t>
      </w:r>
      <w:r w:rsidR="000C7FED" w:rsidRPr="000C7FED">
        <w:rPr>
          <w:i/>
          <w:color w:val="FF0000"/>
        </w:rPr>
        <w:t>AWARD RECIPIENT</w:t>
      </w:r>
    </w:p>
    <w:p w:rsidR="000C7FED" w:rsidRDefault="000C7FED" w:rsidP="00F50B86">
      <w:pPr>
        <w:spacing w:after="0"/>
        <w:rPr>
          <w:color w:val="FF0000"/>
        </w:rPr>
      </w:pPr>
    </w:p>
    <w:p w:rsidR="000C7FED" w:rsidRDefault="000C7FED" w:rsidP="00F50B86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Bay Audiology Award for Outstanding Musical</w:t>
      </w:r>
    </w:p>
    <w:p w:rsidR="000C7FED" w:rsidRPr="00F64A28" w:rsidRDefault="000C7FED" w:rsidP="00F50B86">
      <w:pPr>
        <w:spacing w:after="0"/>
        <w:rPr>
          <w:color w:val="FF0000"/>
        </w:rPr>
      </w:pPr>
      <w:r w:rsidRPr="00F64A28">
        <w:rPr>
          <w:color w:val="FF0000"/>
        </w:rPr>
        <w:t xml:space="preserve">The </w:t>
      </w:r>
      <w:proofErr w:type="spellStart"/>
      <w:proofErr w:type="gramStart"/>
      <w:r w:rsidR="00F64A28">
        <w:rPr>
          <w:color w:val="FF0000"/>
        </w:rPr>
        <w:t>The</w:t>
      </w:r>
      <w:proofErr w:type="spellEnd"/>
      <w:proofErr w:type="gramEnd"/>
      <w:r w:rsidR="00F64A28">
        <w:rPr>
          <w:color w:val="FF0000"/>
        </w:rPr>
        <w:t xml:space="preserve"> Pirates</w:t>
      </w:r>
      <w:r w:rsidRPr="00F64A28">
        <w:rPr>
          <w:color w:val="FF0000"/>
        </w:rPr>
        <w:t xml:space="preserve"> of Penzance, Torbay Theatre</w:t>
      </w:r>
      <w:r w:rsidR="00F64A28" w:rsidRPr="00F64A28">
        <w:rPr>
          <w:color w:val="FF0000"/>
        </w:rPr>
        <w:t xml:space="preserve"> </w:t>
      </w:r>
    </w:p>
    <w:p w:rsidR="00F64A28" w:rsidRDefault="00F64A28" w:rsidP="00F50B86">
      <w:pPr>
        <w:spacing w:after="0"/>
        <w:rPr>
          <w:color w:val="000000" w:themeColor="text1"/>
        </w:rPr>
      </w:pPr>
    </w:p>
    <w:p w:rsidR="000C7FED" w:rsidRDefault="000C7FED" w:rsidP="00F50B86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Bay Audiology Award for Outstanding Comedy</w:t>
      </w:r>
    </w:p>
    <w:p w:rsidR="000C7FED" w:rsidRPr="00F64A28" w:rsidRDefault="000C7FED" w:rsidP="00F50B86">
      <w:pPr>
        <w:spacing w:after="0"/>
        <w:rPr>
          <w:color w:val="FF0000"/>
        </w:rPr>
      </w:pPr>
      <w:r w:rsidRPr="00F64A28">
        <w:rPr>
          <w:color w:val="FF0000"/>
        </w:rPr>
        <w:t>Harvey, Pilgrim Productions</w:t>
      </w:r>
    </w:p>
    <w:p w:rsidR="000C7FED" w:rsidRDefault="000C7FED" w:rsidP="00F50B86">
      <w:pPr>
        <w:spacing w:after="0"/>
        <w:rPr>
          <w:color w:val="000000" w:themeColor="text1"/>
        </w:rPr>
      </w:pPr>
    </w:p>
    <w:p w:rsidR="000C7FED" w:rsidRDefault="000C7FED" w:rsidP="00F50B86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Bay Audiology Award for Outstanding Drama</w:t>
      </w:r>
    </w:p>
    <w:p w:rsidR="000C7FED" w:rsidRPr="00F64A28" w:rsidRDefault="00F64A28" w:rsidP="00F50B86">
      <w:pPr>
        <w:spacing w:after="0"/>
        <w:rPr>
          <w:color w:val="FF0000"/>
        </w:rPr>
      </w:pPr>
      <w:r w:rsidRPr="00F64A28">
        <w:rPr>
          <w:color w:val="FF0000"/>
        </w:rPr>
        <w:t xml:space="preserve">Educating Rita, </w:t>
      </w:r>
      <w:proofErr w:type="spellStart"/>
      <w:r w:rsidRPr="00F64A28">
        <w:rPr>
          <w:color w:val="FF0000"/>
        </w:rPr>
        <w:t>Waiuku</w:t>
      </w:r>
      <w:proofErr w:type="spellEnd"/>
      <w:r w:rsidRPr="00F64A28">
        <w:rPr>
          <w:color w:val="FF0000"/>
        </w:rPr>
        <w:t xml:space="preserve"> Theatre Group</w:t>
      </w:r>
    </w:p>
    <w:p w:rsidR="00F64A28" w:rsidRDefault="00F64A28" w:rsidP="00F50B86">
      <w:pPr>
        <w:spacing w:after="0"/>
        <w:rPr>
          <w:color w:val="000000" w:themeColor="text1"/>
        </w:rPr>
      </w:pPr>
    </w:p>
    <w:p w:rsidR="00F64A28" w:rsidRDefault="00F64A28" w:rsidP="00F50B86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Best Production of 2014</w:t>
      </w:r>
    </w:p>
    <w:p w:rsidR="00F64A28" w:rsidRPr="00F64A28" w:rsidRDefault="00F64A28" w:rsidP="00F50B86">
      <w:pPr>
        <w:spacing w:after="0"/>
        <w:rPr>
          <w:color w:val="FF0000"/>
        </w:rPr>
      </w:pPr>
      <w:r w:rsidRPr="00F64A28">
        <w:rPr>
          <w:color w:val="FF0000"/>
        </w:rPr>
        <w:t xml:space="preserve">Appointment </w:t>
      </w:r>
      <w:proofErr w:type="gramStart"/>
      <w:r w:rsidRPr="00F64A28">
        <w:rPr>
          <w:color w:val="FF0000"/>
        </w:rPr>
        <w:t>With</w:t>
      </w:r>
      <w:proofErr w:type="gramEnd"/>
      <w:r w:rsidRPr="00F64A28">
        <w:rPr>
          <w:color w:val="FF0000"/>
        </w:rPr>
        <w:t xml:space="preserve"> Death, </w:t>
      </w:r>
      <w:proofErr w:type="spellStart"/>
      <w:r w:rsidRPr="00F64A28">
        <w:rPr>
          <w:color w:val="FF0000"/>
        </w:rPr>
        <w:t>Shoreside</w:t>
      </w:r>
      <w:proofErr w:type="spellEnd"/>
      <w:r w:rsidRPr="00F64A28">
        <w:rPr>
          <w:color w:val="FF0000"/>
        </w:rPr>
        <w:t xml:space="preserve"> Theatre</w:t>
      </w:r>
    </w:p>
    <w:p w:rsidR="00F50B86" w:rsidRPr="001576BF" w:rsidRDefault="00F50B86" w:rsidP="00F50B86">
      <w:pPr>
        <w:spacing w:after="0"/>
      </w:pPr>
    </w:p>
    <w:p w:rsidR="00E772EE" w:rsidRPr="00BB22B0" w:rsidRDefault="00E772EE" w:rsidP="0079715D">
      <w:pPr>
        <w:spacing w:after="0"/>
      </w:pPr>
    </w:p>
    <w:p w:rsidR="00E772EE" w:rsidRPr="00BB22B0" w:rsidRDefault="00E772EE" w:rsidP="0079715D">
      <w:pPr>
        <w:spacing w:after="0"/>
      </w:pPr>
    </w:p>
    <w:sectPr w:rsidR="00E772EE" w:rsidRPr="00BB22B0" w:rsidSect="000C7F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5D"/>
    <w:rsid w:val="00030685"/>
    <w:rsid w:val="00064FFA"/>
    <w:rsid w:val="00086A0D"/>
    <w:rsid w:val="000B2458"/>
    <w:rsid w:val="000C3729"/>
    <w:rsid w:val="000C7FED"/>
    <w:rsid w:val="000D0B98"/>
    <w:rsid w:val="000E1C09"/>
    <w:rsid w:val="001576BF"/>
    <w:rsid w:val="0016734A"/>
    <w:rsid w:val="0017405A"/>
    <w:rsid w:val="001A387E"/>
    <w:rsid w:val="001B57C2"/>
    <w:rsid w:val="001F110F"/>
    <w:rsid w:val="00290AC3"/>
    <w:rsid w:val="002E46F6"/>
    <w:rsid w:val="003240DF"/>
    <w:rsid w:val="00343D50"/>
    <w:rsid w:val="00367BD7"/>
    <w:rsid w:val="00370B09"/>
    <w:rsid w:val="003A06F0"/>
    <w:rsid w:val="003A64FA"/>
    <w:rsid w:val="003E5C10"/>
    <w:rsid w:val="00447D40"/>
    <w:rsid w:val="00463F7B"/>
    <w:rsid w:val="004A29D0"/>
    <w:rsid w:val="004C1EC5"/>
    <w:rsid w:val="004C44D1"/>
    <w:rsid w:val="0056413F"/>
    <w:rsid w:val="00656756"/>
    <w:rsid w:val="006770AA"/>
    <w:rsid w:val="006B6CF8"/>
    <w:rsid w:val="006C13EE"/>
    <w:rsid w:val="006D20C6"/>
    <w:rsid w:val="006F7BA7"/>
    <w:rsid w:val="00707AA2"/>
    <w:rsid w:val="0078674A"/>
    <w:rsid w:val="0079715D"/>
    <w:rsid w:val="007F5696"/>
    <w:rsid w:val="00872B13"/>
    <w:rsid w:val="00891CE3"/>
    <w:rsid w:val="008E0B6E"/>
    <w:rsid w:val="008F7F6F"/>
    <w:rsid w:val="009058CD"/>
    <w:rsid w:val="00975CBE"/>
    <w:rsid w:val="009E4458"/>
    <w:rsid w:val="00A12771"/>
    <w:rsid w:val="00A26F01"/>
    <w:rsid w:val="00A40DB0"/>
    <w:rsid w:val="00A93D3A"/>
    <w:rsid w:val="00AC78C4"/>
    <w:rsid w:val="00AD2F82"/>
    <w:rsid w:val="00B0511D"/>
    <w:rsid w:val="00B671B7"/>
    <w:rsid w:val="00B73837"/>
    <w:rsid w:val="00BB22B0"/>
    <w:rsid w:val="00BC6EDB"/>
    <w:rsid w:val="00BD206A"/>
    <w:rsid w:val="00BE2B76"/>
    <w:rsid w:val="00C217DF"/>
    <w:rsid w:val="00C44F54"/>
    <w:rsid w:val="00C77891"/>
    <w:rsid w:val="00C95852"/>
    <w:rsid w:val="00CD589E"/>
    <w:rsid w:val="00CE2979"/>
    <w:rsid w:val="00D271A6"/>
    <w:rsid w:val="00D27CEB"/>
    <w:rsid w:val="00D72526"/>
    <w:rsid w:val="00D72B66"/>
    <w:rsid w:val="00D72E94"/>
    <w:rsid w:val="00DE7E29"/>
    <w:rsid w:val="00E05E5B"/>
    <w:rsid w:val="00E105C1"/>
    <w:rsid w:val="00E15904"/>
    <w:rsid w:val="00E72A0D"/>
    <w:rsid w:val="00E772EE"/>
    <w:rsid w:val="00E81C7E"/>
    <w:rsid w:val="00F13403"/>
    <w:rsid w:val="00F25959"/>
    <w:rsid w:val="00F50B86"/>
    <w:rsid w:val="00F64A28"/>
    <w:rsid w:val="00F6694D"/>
    <w:rsid w:val="00FC2B94"/>
    <w:rsid w:val="00FD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9E22-9300-4487-978B-8561D8D95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DCD1B016</Template>
  <TotalTime>20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Orewa College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Karl Buckley</cp:lastModifiedBy>
  <cp:revision>6</cp:revision>
  <cp:lastPrinted>2014-04-13T23:05:00Z</cp:lastPrinted>
  <dcterms:created xsi:type="dcterms:W3CDTF">2015-01-07T09:33:00Z</dcterms:created>
  <dcterms:modified xsi:type="dcterms:W3CDTF">2015-03-15T09:05:00Z</dcterms:modified>
</cp:coreProperties>
</file>