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3ED" w:rsidRDefault="008D03ED" w:rsidP="008D03ED">
      <w:pPr>
        <w:spacing w:line="720" w:lineRule="atLeast"/>
        <w:jc w:val="center"/>
        <w:textAlignment w:val="baseline"/>
        <w:outlineLvl w:val="0"/>
        <w:rPr>
          <w:rFonts w:eastAsia="Times New Roman" w:cstheme="minorHAnsi"/>
          <w:b/>
          <w:bCs/>
          <w:color w:val="000000"/>
          <w:kern w:val="36"/>
          <w:lang w:eastAsia="en-NZ"/>
        </w:rPr>
      </w:pPr>
      <w:r>
        <w:rPr>
          <w:rFonts w:eastAsia="Times New Roman" w:cstheme="minorHAnsi"/>
          <w:b/>
          <w:bCs/>
          <w:color w:val="000000"/>
          <w:kern w:val="36"/>
          <w:lang w:eastAsia="en-NZ"/>
        </w:rPr>
        <w:t>ACTT Theatre Awards</w:t>
      </w:r>
    </w:p>
    <w:p w:rsidR="008D03ED" w:rsidRPr="008D03ED" w:rsidRDefault="008D03ED" w:rsidP="008D03ED">
      <w:pPr>
        <w:spacing w:line="240" w:lineRule="auto"/>
        <w:jc w:val="center"/>
        <w:textAlignment w:val="baseline"/>
        <w:outlineLvl w:val="0"/>
        <w:rPr>
          <w:rFonts w:eastAsia="Times New Roman" w:cstheme="minorHAnsi"/>
          <w:b/>
          <w:bCs/>
          <w:color w:val="000000"/>
          <w:kern w:val="36"/>
          <w:lang w:eastAsia="en-NZ"/>
        </w:rPr>
      </w:pPr>
      <w:r>
        <w:rPr>
          <w:rFonts w:eastAsia="Times New Roman" w:cstheme="minorHAnsi"/>
          <w:b/>
          <w:bCs/>
          <w:color w:val="000000"/>
          <w:kern w:val="36"/>
          <w:lang w:eastAsia="en-NZ"/>
        </w:rPr>
        <w:t>Nominations &amp; Winners 2013</w:t>
      </w:r>
    </w:p>
    <w:p w:rsidR="008D03ED" w:rsidRPr="008D03ED" w:rsidRDefault="008D03ED" w:rsidP="008D03ED">
      <w:pPr>
        <w:shd w:val="clear" w:color="auto" w:fill="FFFFFF"/>
        <w:spacing w:line="366" w:lineRule="atLeast"/>
        <w:textAlignment w:val="baseline"/>
        <w:rPr>
          <w:rFonts w:eastAsia="Times New Roman" w:cstheme="minorHAnsi"/>
          <w:color w:val="373737"/>
          <w:lang w:eastAsia="en-NZ"/>
        </w:rPr>
      </w:pPr>
      <w:r w:rsidRPr="008D03ED">
        <w:rPr>
          <w:rFonts w:eastAsia="Times New Roman" w:cstheme="minorHAnsi"/>
          <w:b/>
          <w:bCs/>
          <w:color w:val="373737"/>
          <w:u w:val="single"/>
          <w:bdr w:val="none" w:sz="0" w:space="0" w:color="auto" w:frame="1"/>
          <w:lang w:eastAsia="en-NZ"/>
        </w:rPr>
        <w:t>Best Set Design</w:t>
      </w:r>
    </w:p>
    <w:p w:rsidR="008D03ED" w:rsidRPr="008D03ED" w:rsidRDefault="008D03ED" w:rsidP="008D03ED">
      <w:pPr>
        <w:numPr>
          <w:ilvl w:val="0"/>
          <w:numId w:val="1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color w:val="373737"/>
          <w:lang w:eastAsia="en-NZ"/>
        </w:rPr>
      </w:pPr>
      <w:proofErr w:type="spellStart"/>
      <w:r w:rsidRPr="008D03ED">
        <w:rPr>
          <w:rFonts w:eastAsia="Times New Roman" w:cstheme="minorHAnsi"/>
          <w:color w:val="373737"/>
          <w:lang w:eastAsia="en-NZ"/>
        </w:rPr>
        <w:t>Adey</w:t>
      </w:r>
      <w:proofErr w:type="spellEnd"/>
      <w:r w:rsidRPr="008D03ED">
        <w:rPr>
          <w:rFonts w:eastAsia="Times New Roman" w:cstheme="minorHAnsi"/>
          <w:color w:val="373737"/>
          <w:lang w:eastAsia="en-NZ"/>
        </w:rPr>
        <w:t xml:space="preserve"> </w:t>
      </w:r>
      <w:proofErr w:type="spellStart"/>
      <w:r w:rsidRPr="008D03ED">
        <w:rPr>
          <w:rFonts w:eastAsia="Times New Roman" w:cstheme="minorHAnsi"/>
          <w:color w:val="373737"/>
          <w:lang w:eastAsia="en-NZ"/>
        </w:rPr>
        <w:t>Ramsell</w:t>
      </w:r>
      <w:proofErr w:type="spellEnd"/>
      <w:r w:rsidRPr="008D03ED">
        <w:rPr>
          <w:rFonts w:eastAsia="Times New Roman" w:cstheme="minorHAnsi"/>
          <w:color w:val="373737"/>
          <w:lang w:eastAsia="en-NZ"/>
        </w:rPr>
        <w:t>, </w:t>
      </w:r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>An Inspector Calls</w:t>
      </w:r>
      <w:r w:rsidRPr="008D03ED">
        <w:rPr>
          <w:rFonts w:eastAsia="Times New Roman" w:cstheme="minorHAnsi"/>
          <w:color w:val="373737"/>
          <w:lang w:eastAsia="en-NZ"/>
        </w:rPr>
        <w:t xml:space="preserve">, </w:t>
      </w:r>
      <w:proofErr w:type="spellStart"/>
      <w:r w:rsidRPr="008D03ED">
        <w:rPr>
          <w:rFonts w:eastAsia="Times New Roman" w:cstheme="minorHAnsi"/>
          <w:color w:val="373737"/>
          <w:lang w:eastAsia="en-NZ"/>
        </w:rPr>
        <w:t>Centrestage</w:t>
      </w:r>
      <w:proofErr w:type="spellEnd"/>
      <w:r w:rsidRPr="008D03ED">
        <w:rPr>
          <w:rFonts w:eastAsia="Times New Roman" w:cstheme="minorHAnsi"/>
          <w:color w:val="373737"/>
          <w:lang w:eastAsia="en-NZ"/>
        </w:rPr>
        <w:t xml:space="preserve"> Theatre</w:t>
      </w:r>
    </w:p>
    <w:p w:rsidR="008D03ED" w:rsidRPr="008D03ED" w:rsidRDefault="008D03ED" w:rsidP="008D03ED">
      <w:pPr>
        <w:numPr>
          <w:ilvl w:val="0"/>
          <w:numId w:val="1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color w:val="373737"/>
          <w:lang w:eastAsia="en-NZ"/>
        </w:rPr>
      </w:pPr>
      <w:r w:rsidRPr="008D03ED">
        <w:rPr>
          <w:rFonts w:eastAsia="Times New Roman" w:cstheme="minorHAnsi"/>
          <w:color w:val="373737"/>
          <w:lang w:eastAsia="en-NZ"/>
        </w:rPr>
        <w:t xml:space="preserve">Gavin McGregor &amp; Peter </w:t>
      </w:r>
      <w:proofErr w:type="spellStart"/>
      <w:r w:rsidRPr="008D03ED">
        <w:rPr>
          <w:rFonts w:eastAsia="Times New Roman" w:cstheme="minorHAnsi"/>
          <w:color w:val="373737"/>
          <w:lang w:eastAsia="en-NZ"/>
        </w:rPr>
        <w:t>Meikle</w:t>
      </w:r>
      <w:proofErr w:type="spellEnd"/>
      <w:r w:rsidRPr="008D03ED">
        <w:rPr>
          <w:rFonts w:eastAsia="Times New Roman" w:cstheme="minorHAnsi"/>
          <w:color w:val="373737"/>
          <w:lang w:eastAsia="en-NZ"/>
        </w:rPr>
        <w:t>, </w:t>
      </w:r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>Memory of Water</w:t>
      </w:r>
      <w:r w:rsidRPr="008D03ED">
        <w:rPr>
          <w:rFonts w:eastAsia="Times New Roman" w:cstheme="minorHAnsi"/>
          <w:color w:val="373737"/>
          <w:lang w:eastAsia="en-NZ"/>
        </w:rPr>
        <w:t>, Dolphin Theatre</w:t>
      </w:r>
    </w:p>
    <w:p w:rsidR="008D03ED" w:rsidRPr="008D03ED" w:rsidRDefault="008D03ED" w:rsidP="008D03ED">
      <w:pPr>
        <w:numPr>
          <w:ilvl w:val="0"/>
          <w:numId w:val="1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color w:val="373737"/>
          <w:lang w:eastAsia="en-NZ"/>
        </w:rPr>
      </w:pPr>
      <w:r w:rsidRPr="008D03ED">
        <w:rPr>
          <w:rFonts w:eastAsia="Times New Roman" w:cstheme="minorHAnsi"/>
          <w:color w:val="373737"/>
          <w:lang w:eastAsia="en-NZ"/>
        </w:rPr>
        <w:t xml:space="preserve">Glenda </w:t>
      </w:r>
      <w:proofErr w:type="spellStart"/>
      <w:r w:rsidRPr="008D03ED">
        <w:rPr>
          <w:rFonts w:eastAsia="Times New Roman" w:cstheme="minorHAnsi"/>
          <w:color w:val="373737"/>
          <w:lang w:eastAsia="en-NZ"/>
        </w:rPr>
        <w:t>Hagenson</w:t>
      </w:r>
      <w:proofErr w:type="spellEnd"/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>, Secret Bridesmaids Business</w:t>
      </w:r>
      <w:r w:rsidRPr="008D03ED">
        <w:rPr>
          <w:rFonts w:eastAsia="Times New Roman" w:cstheme="minorHAnsi"/>
          <w:color w:val="373737"/>
          <w:lang w:eastAsia="en-NZ"/>
        </w:rPr>
        <w:t xml:space="preserve">, </w:t>
      </w:r>
      <w:proofErr w:type="spellStart"/>
      <w:r w:rsidRPr="008D03ED">
        <w:rPr>
          <w:rFonts w:eastAsia="Times New Roman" w:cstheme="minorHAnsi"/>
          <w:color w:val="373737"/>
          <w:lang w:eastAsia="en-NZ"/>
        </w:rPr>
        <w:t>Waiuku</w:t>
      </w:r>
      <w:proofErr w:type="spellEnd"/>
      <w:r w:rsidRPr="008D03ED">
        <w:rPr>
          <w:rFonts w:eastAsia="Times New Roman" w:cstheme="minorHAnsi"/>
          <w:color w:val="373737"/>
          <w:lang w:eastAsia="en-NZ"/>
        </w:rPr>
        <w:t xml:space="preserve"> Theatre</w:t>
      </w:r>
    </w:p>
    <w:p w:rsidR="008D03ED" w:rsidRPr="008D03ED" w:rsidRDefault="008D03ED" w:rsidP="008D03ED">
      <w:pPr>
        <w:numPr>
          <w:ilvl w:val="0"/>
          <w:numId w:val="1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b/>
          <w:color w:val="373737"/>
          <w:lang w:eastAsia="en-NZ"/>
        </w:rPr>
      </w:pPr>
      <w:r w:rsidRPr="008D03ED">
        <w:rPr>
          <w:rFonts w:eastAsia="Times New Roman" w:cstheme="minorHAnsi"/>
          <w:b/>
          <w:color w:val="373737"/>
          <w:lang w:eastAsia="en-NZ"/>
        </w:rPr>
        <w:t>Mark Jensen, </w:t>
      </w:r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>The Caretaker</w:t>
      </w:r>
      <w:r w:rsidRPr="008D03ED">
        <w:rPr>
          <w:rFonts w:eastAsia="Times New Roman" w:cstheme="minorHAnsi"/>
          <w:b/>
          <w:color w:val="373737"/>
          <w:lang w:eastAsia="en-NZ"/>
        </w:rPr>
        <w:t>, Torbay Theatre</w:t>
      </w:r>
      <w:r>
        <w:rPr>
          <w:rFonts w:eastAsia="Times New Roman" w:cstheme="minorHAnsi"/>
          <w:b/>
          <w:color w:val="373737"/>
          <w:lang w:eastAsia="en-NZ"/>
        </w:rPr>
        <w:t xml:space="preserve"> </w:t>
      </w:r>
      <w:r w:rsidRPr="008D03ED">
        <w:rPr>
          <w:rFonts w:eastAsia="Times New Roman" w:cstheme="minorHAnsi"/>
          <w:b/>
          <w:i/>
          <w:color w:val="373737"/>
          <w:lang w:eastAsia="en-NZ"/>
        </w:rPr>
        <w:t>(Winner)</w:t>
      </w:r>
    </w:p>
    <w:p w:rsidR="008D03ED" w:rsidRPr="008D03ED" w:rsidRDefault="008D03ED" w:rsidP="008D03ED">
      <w:pPr>
        <w:numPr>
          <w:ilvl w:val="0"/>
          <w:numId w:val="1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color w:val="373737"/>
          <w:lang w:eastAsia="en-NZ"/>
        </w:rPr>
      </w:pPr>
      <w:r w:rsidRPr="008D03ED">
        <w:rPr>
          <w:rFonts w:eastAsia="Times New Roman" w:cstheme="minorHAnsi"/>
          <w:color w:val="373737"/>
          <w:lang w:eastAsia="en-NZ"/>
        </w:rPr>
        <w:t>Nicky Malcolm, </w:t>
      </w:r>
      <w:proofErr w:type="spellStart"/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>Brassed</w:t>
      </w:r>
      <w:proofErr w:type="spellEnd"/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 xml:space="preserve"> Off</w:t>
      </w:r>
      <w:r w:rsidRPr="008D03ED">
        <w:rPr>
          <w:rFonts w:eastAsia="Times New Roman" w:cstheme="minorHAnsi"/>
          <w:color w:val="373737"/>
          <w:lang w:eastAsia="en-NZ"/>
        </w:rPr>
        <w:t>, Playhouse Theatre</w:t>
      </w:r>
    </w:p>
    <w:p w:rsidR="008D03ED" w:rsidRPr="008D03ED" w:rsidRDefault="008D03ED" w:rsidP="008D03ED">
      <w:pPr>
        <w:numPr>
          <w:ilvl w:val="0"/>
          <w:numId w:val="1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color w:val="373737"/>
          <w:lang w:eastAsia="en-NZ"/>
        </w:rPr>
      </w:pPr>
      <w:r w:rsidRPr="008D03ED">
        <w:rPr>
          <w:rFonts w:eastAsia="Times New Roman" w:cstheme="minorHAnsi"/>
          <w:color w:val="373737"/>
          <w:lang w:eastAsia="en-NZ"/>
        </w:rPr>
        <w:t>Roy Dillon, </w:t>
      </w:r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>On Golden Pond</w:t>
      </w:r>
      <w:r w:rsidRPr="008D03ED">
        <w:rPr>
          <w:rFonts w:eastAsia="Times New Roman" w:cstheme="minorHAnsi"/>
          <w:color w:val="373737"/>
          <w:lang w:eastAsia="en-NZ"/>
        </w:rPr>
        <w:t>, Dolphin Theatre</w:t>
      </w:r>
    </w:p>
    <w:p w:rsidR="008D03ED" w:rsidRPr="008D03ED" w:rsidRDefault="008D03ED" w:rsidP="008D03ED">
      <w:pPr>
        <w:shd w:val="clear" w:color="auto" w:fill="FFFFFF"/>
        <w:spacing w:line="366" w:lineRule="atLeast"/>
        <w:textAlignment w:val="baseline"/>
        <w:rPr>
          <w:rFonts w:eastAsia="Times New Roman" w:cstheme="minorHAnsi"/>
          <w:color w:val="373737"/>
          <w:lang w:eastAsia="en-NZ"/>
        </w:rPr>
      </w:pPr>
      <w:r w:rsidRPr="008D03ED">
        <w:rPr>
          <w:rFonts w:eastAsia="Times New Roman" w:cstheme="minorHAnsi"/>
          <w:b/>
          <w:bCs/>
          <w:color w:val="373737"/>
          <w:u w:val="single"/>
          <w:bdr w:val="none" w:sz="0" w:space="0" w:color="auto" w:frame="1"/>
          <w:lang w:eastAsia="en-NZ"/>
        </w:rPr>
        <w:t>Best Costume Design</w:t>
      </w:r>
    </w:p>
    <w:p w:rsidR="008D03ED" w:rsidRPr="008D03ED" w:rsidRDefault="008D03ED" w:rsidP="008D03ED">
      <w:pPr>
        <w:numPr>
          <w:ilvl w:val="0"/>
          <w:numId w:val="2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b/>
          <w:color w:val="373737"/>
          <w:lang w:eastAsia="en-NZ"/>
        </w:rPr>
      </w:pPr>
      <w:r w:rsidRPr="008D03ED">
        <w:rPr>
          <w:rFonts w:eastAsia="Times New Roman" w:cstheme="minorHAnsi"/>
          <w:b/>
          <w:color w:val="373737"/>
          <w:lang w:eastAsia="en-NZ"/>
        </w:rPr>
        <w:t>Carole Evans, </w:t>
      </w:r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>The Importance of Being Earnest</w:t>
      </w:r>
      <w:r w:rsidRPr="008D03ED">
        <w:rPr>
          <w:rFonts w:eastAsia="Times New Roman" w:cstheme="minorHAnsi"/>
          <w:b/>
          <w:color w:val="373737"/>
          <w:lang w:eastAsia="en-NZ"/>
        </w:rPr>
        <w:t>, Pilgrim Productions</w:t>
      </w:r>
      <w:r>
        <w:rPr>
          <w:rFonts w:eastAsia="Times New Roman" w:cstheme="minorHAnsi"/>
          <w:b/>
          <w:color w:val="373737"/>
          <w:lang w:eastAsia="en-NZ"/>
        </w:rPr>
        <w:t xml:space="preserve"> </w:t>
      </w:r>
      <w:r>
        <w:rPr>
          <w:rFonts w:eastAsia="Times New Roman" w:cstheme="minorHAnsi"/>
          <w:b/>
          <w:i/>
          <w:color w:val="373737"/>
          <w:lang w:eastAsia="en-NZ"/>
        </w:rPr>
        <w:t>(Winner)</w:t>
      </w:r>
    </w:p>
    <w:p w:rsidR="008D03ED" w:rsidRPr="008D03ED" w:rsidRDefault="008D03ED" w:rsidP="008D03ED">
      <w:pPr>
        <w:numPr>
          <w:ilvl w:val="0"/>
          <w:numId w:val="2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color w:val="373737"/>
          <w:lang w:eastAsia="en-NZ"/>
        </w:rPr>
      </w:pPr>
      <w:r w:rsidRPr="008D03ED">
        <w:rPr>
          <w:rFonts w:eastAsia="Times New Roman" w:cstheme="minorHAnsi"/>
          <w:color w:val="373737"/>
          <w:lang w:eastAsia="en-NZ"/>
        </w:rPr>
        <w:t xml:space="preserve">Glenda </w:t>
      </w:r>
      <w:proofErr w:type="spellStart"/>
      <w:r w:rsidRPr="008D03ED">
        <w:rPr>
          <w:rFonts w:eastAsia="Times New Roman" w:cstheme="minorHAnsi"/>
          <w:color w:val="373737"/>
          <w:lang w:eastAsia="en-NZ"/>
        </w:rPr>
        <w:t>Hagensen</w:t>
      </w:r>
      <w:proofErr w:type="spellEnd"/>
      <w:r w:rsidRPr="008D03ED">
        <w:rPr>
          <w:rFonts w:eastAsia="Times New Roman" w:cstheme="minorHAnsi"/>
          <w:color w:val="373737"/>
          <w:lang w:eastAsia="en-NZ"/>
        </w:rPr>
        <w:t>, </w:t>
      </w:r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>Secret Bridesmaids Business</w:t>
      </w:r>
      <w:r w:rsidRPr="008D03ED">
        <w:rPr>
          <w:rFonts w:eastAsia="Times New Roman" w:cstheme="minorHAnsi"/>
          <w:color w:val="373737"/>
          <w:lang w:eastAsia="en-NZ"/>
        </w:rPr>
        <w:t xml:space="preserve">, </w:t>
      </w:r>
      <w:proofErr w:type="spellStart"/>
      <w:r w:rsidRPr="008D03ED">
        <w:rPr>
          <w:rFonts w:eastAsia="Times New Roman" w:cstheme="minorHAnsi"/>
          <w:color w:val="373737"/>
          <w:lang w:eastAsia="en-NZ"/>
        </w:rPr>
        <w:t>Waiuku</w:t>
      </w:r>
      <w:proofErr w:type="spellEnd"/>
      <w:r w:rsidRPr="008D03ED">
        <w:rPr>
          <w:rFonts w:eastAsia="Times New Roman" w:cstheme="minorHAnsi"/>
          <w:color w:val="373737"/>
          <w:lang w:eastAsia="en-NZ"/>
        </w:rPr>
        <w:t xml:space="preserve"> Theatre</w:t>
      </w:r>
    </w:p>
    <w:p w:rsidR="008D03ED" w:rsidRPr="008D03ED" w:rsidRDefault="008D03ED" w:rsidP="008D03ED">
      <w:pPr>
        <w:numPr>
          <w:ilvl w:val="0"/>
          <w:numId w:val="2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color w:val="373737"/>
          <w:lang w:eastAsia="en-NZ"/>
        </w:rPr>
      </w:pPr>
      <w:r w:rsidRPr="008D03ED">
        <w:rPr>
          <w:rFonts w:eastAsia="Times New Roman" w:cstheme="minorHAnsi"/>
          <w:color w:val="373737"/>
          <w:lang w:eastAsia="en-NZ"/>
        </w:rPr>
        <w:t>June Macdonald</w:t>
      </w:r>
      <w:r w:rsidRPr="008D03ED">
        <w:rPr>
          <w:rFonts w:eastAsia="Times New Roman" w:cstheme="minorHAnsi"/>
          <w:b/>
          <w:bCs/>
          <w:color w:val="373737"/>
          <w:lang w:eastAsia="en-NZ"/>
        </w:rPr>
        <w:t>, </w:t>
      </w:r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>Chicago</w:t>
      </w:r>
      <w:r w:rsidRPr="008D03ED">
        <w:rPr>
          <w:rFonts w:eastAsia="Times New Roman" w:cstheme="minorHAnsi"/>
          <w:color w:val="373737"/>
          <w:lang w:eastAsia="en-NZ"/>
        </w:rPr>
        <w:t>, Playhouse Theatre</w:t>
      </w:r>
    </w:p>
    <w:p w:rsidR="008D03ED" w:rsidRPr="008D03ED" w:rsidRDefault="008D03ED" w:rsidP="008D03ED">
      <w:pPr>
        <w:numPr>
          <w:ilvl w:val="0"/>
          <w:numId w:val="2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color w:val="373737"/>
          <w:lang w:eastAsia="en-NZ"/>
        </w:rPr>
      </w:pPr>
      <w:r w:rsidRPr="008D03ED">
        <w:rPr>
          <w:rFonts w:eastAsia="Times New Roman" w:cstheme="minorHAnsi"/>
          <w:color w:val="373737"/>
          <w:lang w:eastAsia="en-NZ"/>
        </w:rPr>
        <w:t>Cast, </w:t>
      </w:r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>The Caretaker</w:t>
      </w:r>
      <w:r w:rsidRPr="008D03ED">
        <w:rPr>
          <w:rFonts w:eastAsia="Times New Roman" w:cstheme="minorHAnsi"/>
          <w:color w:val="373737"/>
          <w:lang w:eastAsia="en-NZ"/>
        </w:rPr>
        <w:t>, Torbay Theatre</w:t>
      </w:r>
    </w:p>
    <w:p w:rsidR="008D03ED" w:rsidRPr="008D03ED" w:rsidRDefault="008D03ED" w:rsidP="008D03ED">
      <w:pPr>
        <w:numPr>
          <w:ilvl w:val="0"/>
          <w:numId w:val="2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color w:val="373737"/>
          <w:lang w:eastAsia="en-NZ"/>
        </w:rPr>
      </w:pPr>
      <w:r w:rsidRPr="008D03ED">
        <w:rPr>
          <w:rFonts w:eastAsia="Times New Roman" w:cstheme="minorHAnsi"/>
          <w:color w:val="373737"/>
          <w:lang w:eastAsia="en-NZ"/>
        </w:rPr>
        <w:t>Pat Shanks</w:t>
      </w:r>
      <w:r w:rsidRPr="008D03ED">
        <w:rPr>
          <w:rFonts w:eastAsia="Times New Roman" w:cstheme="minorHAnsi"/>
          <w:b/>
          <w:bCs/>
          <w:color w:val="373737"/>
          <w:lang w:eastAsia="en-NZ"/>
        </w:rPr>
        <w:t>, </w:t>
      </w:r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>An Inspector Calls</w:t>
      </w:r>
      <w:r w:rsidRPr="008D03ED">
        <w:rPr>
          <w:rFonts w:eastAsia="Times New Roman" w:cstheme="minorHAnsi"/>
          <w:color w:val="373737"/>
          <w:lang w:eastAsia="en-NZ"/>
        </w:rPr>
        <w:t xml:space="preserve">, </w:t>
      </w:r>
      <w:proofErr w:type="spellStart"/>
      <w:r w:rsidRPr="008D03ED">
        <w:rPr>
          <w:rFonts w:eastAsia="Times New Roman" w:cstheme="minorHAnsi"/>
          <w:color w:val="373737"/>
          <w:lang w:eastAsia="en-NZ"/>
        </w:rPr>
        <w:t>Centrestage</w:t>
      </w:r>
      <w:proofErr w:type="spellEnd"/>
      <w:r w:rsidRPr="008D03ED">
        <w:rPr>
          <w:rFonts w:eastAsia="Times New Roman" w:cstheme="minorHAnsi"/>
          <w:color w:val="373737"/>
          <w:lang w:eastAsia="en-NZ"/>
        </w:rPr>
        <w:t xml:space="preserve"> Theatre</w:t>
      </w:r>
    </w:p>
    <w:p w:rsidR="008D03ED" w:rsidRPr="008D03ED" w:rsidRDefault="008D03ED" w:rsidP="008D03ED">
      <w:pPr>
        <w:numPr>
          <w:ilvl w:val="0"/>
          <w:numId w:val="2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color w:val="373737"/>
          <w:lang w:eastAsia="en-NZ"/>
        </w:rPr>
      </w:pPr>
      <w:r w:rsidRPr="008D03ED">
        <w:rPr>
          <w:rFonts w:eastAsia="Times New Roman" w:cstheme="minorHAnsi"/>
          <w:color w:val="373737"/>
          <w:lang w:eastAsia="en-NZ"/>
        </w:rPr>
        <w:t xml:space="preserve">Robyn Fleming &amp; Michele </w:t>
      </w:r>
      <w:proofErr w:type="spellStart"/>
      <w:r w:rsidRPr="008D03ED">
        <w:rPr>
          <w:rFonts w:eastAsia="Times New Roman" w:cstheme="minorHAnsi"/>
          <w:color w:val="373737"/>
          <w:lang w:eastAsia="en-NZ"/>
        </w:rPr>
        <w:t>Vos</w:t>
      </w:r>
      <w:proofErr w:type="spellEnd"/>
      <w:r w:rsidRPr="008D03ED">
        <w:rPr>
          <w:rFonts w:eastAsia="Times New Roman" w:cstheme="minorHAnsi"/>
          <w:color w:val="373737"/>
          <w:lang w:eastAsia="en-NZ"/>
        </w:rPr>
        <w:t>, </w:t>
      </w:r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>Calendar Girls</w:t>
      </w:r>
      <w:r w:rsidRPr="008D03ED">
        <w:rPr>
          <w:rFonts w:eastAsia="Times New Roman" w:cstheme="minorHAnsi"/>
          <w:color w:val="373737"/>
          <w:lang w:eastAsia="en-NZ"/>
        </w:rPr>
        <w:t>, Dolphin Theatre</w:t>
      </w:r>
    </w:p>
    <w:p w:rsidR="008D03ED" w:rsidRPr="008D03ED" w:rsidRDefault="008D03ED" w:rsidP="008D03ED">
      <w:pPr>
        <w:shd w:val="clear" w:color="auto" w:fill="FFFFFF"/>
        <w:spacing w:line="366" w:lineRule="atLeast"/>
        <w:textAlignment w:val="baseline"/>
        <w:rPr>
          <w:rFonts w:eastAsia="Times New Roman" w:cstheme="minorHAnsi"/>
          <w:color w:val="373737"/>
          <w:lang w:eastAsia="en-NZ"/>
        </w:rPr>
      </w:pPr>
      <w:r w:rsidRPr="008D03ED">
        <w:rPr>
          <w:rFonts w:eastAsia="Times New Roman" w:cstheme="minorHAnsi"/>
          <w:b/>
          <w:bCs/>
          <w:color w:val="373737"/>
          <w:u w:val="single"/>
          <w:bdr w:val="none" w:sz="0" w:space="0" w:color="auto" w:frame="1"/>
          <w:lang w:eastAsia="en-NZ"/>
        </w:rPr>
        <w:t>Best Properties Design</w:t>
      </w:r>
    </w:p>
    <w:p w:rsidR="008D03ED" w:rsidRPr="008D03ED" w:rsidRDefault="008D03ED" w:rsidP="008D03ED">
      <w:pPr>
        <w:numPr>
          <w:ilvl w:val="0"/>
          <w:numId w:val="3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color w:val="373737"/>
          <w:lang w:eastAsia="en-NZ"/>
        </w:rPr>
      </w:pPr>
      <w:r w:rsidRPr="008D03ED">
        <w:rPr>
          <w:rFonts w:eastAsia="Times New Roman" w:cstheme="minorHAnsi"/>
          <w:color w:val="373737"/>
          <w:lang w:eastAsia="en-NZ"/>
        </w:rPr>
        <w:t>Bryan and Robin Nicholson &amp; Shirley Spring, </w:t>
      </w:r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>On Golden Pond</w:t>
      </w:r>
      <w:r w:rsidRPr="008D03ED">
        <w:rPr>
          <w:rFonts w:eastAsia="Times New Roman" w:cstheme="minorHAnsi"/>
          <w:color w:val="373737"/>
          <w:lang w:eastAsia="en-NZ"/>
        </w:rPr>
        <w:t>, Dolphin Theatre</w:t>
      </w:r>
    </w:p>
    <w:p w:rsidR="008D03ED" w:rsidRPr="008D03ED" w:rsidRDefault="008D03ED" w:rsidP="008D03ED">
      <w:pPr>
        <w:numPr>
          <w:ilvl w:val="0"/>
          <w:numId w:val="3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b/>
          <w:color w:val="373737"/>
          <w:lang w:eastAsia="en-NZ"/>
        </w:rPr>
      </w:pPr>
      <w:r w:rsidRPr="008D03ED">
        <w:rPr>
          <w:rFonts w:eastAsia="Times New Roman" w:cstheme="minorHAnsi"/>
          <w:b/>
          <w:color w:val="373737"/>
          <w:lang w:eastAsia="en-NZ"/>
        </w:rPr>
        <w:t>Claire Nelson, </w:t>
      </w:r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>Calendar Girls</w:t>
      </w:r>
      <w:r w:rsidRPr="008D03ED">
        <w:rPr>
          <w:rFonts w:eastAsia="Times New Roman" w:cstheme="minorHAnsi"/>
          <w:b/>
          <w:color w:val="373737"/>
          <w:lang w:eastAsia="en-NZ"/>
        </w:rPr>
        <w:t>, Dolphin Theatre</w:t>
      </w:r>
      <w:r>
        <w:rPr>
          <w:rFonts w:eastAsia="Times New Roman" w:cstheme="minorHAnsi"/>
          <w:b/>
          <w:color w:val="373737"/>
          <w:lang w:eastAsia="en-NZ"/>
        </w:rPr>
        <w:t xml:space="preserve"> </w:t>
      </w:r>
      <w:r>
        <w:rPr>
          <w:rFonts w:eastAsia="Times New Roman" w:cstheme="minorHAnsi"/>
          <w:b/>
          <w:i/>
          <w:color w:val="373737"/>
          <w:lang w:eastAsia="en-NZ"/>
        </w:rPr>
        <w:t>(Winner)</w:t>
      </w:r>
    </w:p>
    <w:p w:rsidR="008D03ED" w:rsidRPr="008D03ED" w:rsidRDefault="008D03ED" w:rsidP="008D03ED">
      <w:pPr>
        <w:numPr>
          <w:ilvl w:val="0"/>
          <w:numId w:val="3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color w:val="373737"/>
          <w:lang w:eastAsia="en-NZ"/>
        </w:rPr>
      </w:pPr>
      <w:r w:rsidRPr="008D03ED">
        <w:rPr>
          <w:rFonts w:eastAsia="Times New Roman" w:cstheme="minorHAnsi"/>
          <w:color w:val="373737"/>
          <w:lang w:eastAsia="en-NZ"/>
        </w:rPr>
        <w:t xml:space="preserve">Glenda </w:t>
      </w:r>
      <w:proofErr w:type="spellStart"/>
      <w:r w:rsidRPr="008D03ED">
        <w:rPr>
          <w:rFonts w:eastAsia="Times New Roman" w:cstheme="minorHAnsi"/>
          <w:color w:val="373737"/>
          <w:lang w:eastAsia="en-NZ"/>
        </w:rPr>
        <w:t>Hagensen</w:t>
      </w:r>
      <w:proofErr w:type="spellEnd"/>
      <w:r w:rsidRPr="008D03ED">
        <w:rPr>
          <w:rFonts w:eastAsia="Times New Roman" w:cstheme="minorHAnsi"/>
          <w:color w:val="373737"/>
          <w:lang w:eastAsia="en-NZ"/>
        </w:rPr>
        <w:t>, </w:t>
      </w:r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>Secret Bridesmaids Business</w:t>
      </w:r>
      <w:r w:rsidRPr="008D03ED">
        <w:rPr>
          <w:rFonts w:eastAsia="Times New Roman" w:cstheme="minorHAnsi"/>
          <w:color w:val="373737"/>
          <w:lang w:eastAsia="en-NZ"/>
        </w:rPr>
        <w:t xml:space="preserve">, </w:t>
      </w:r>
      <w:proofErr w:type="spellStart"/>
      <w:r w:rsidRPr="008D03ED">
        <w:rPr>
          <w:rFonts w:eastAsia="Times New Roman" w:cstheme="minorHAnsi"/>
          <w:color w:val="373737"/>
          <w:lang w:eastAsia="en-NZ"/>
        </w:rPr>
        <w:t>Waiuku</w:t>
      </w:r>
      <w:proofErr w:type="spellEnd"/>
      <w:r w:rsidRPr="008D03ED">
        <w:rPr>
          <w:rFonts w:eastAsia="Times New Roman" w:cstheme="minorHAnsi"/>
          <w:color w:val="373737"/>
          <w:lang w:eastAsia="en-NZ"/>
        </w:rPr>
        <w:t xml:space="preserve"> Theatre</w:t>
      </w:r>
    </w:p>
    <w:p w:rsidR="008D03ED" w:rsidRPr="008D03ED" w:rsidRDefault="008D03ED" w:rsidP="008D03ED">
      <w:pPr>
        <w:numPr>
          <w:ilvl w:val="0"/>
          <w:numId w:val="3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color w:val="373737"/>
          <w:lang w:eastAsia="en-NZ"/>
        </w:rPr>
      </w:pPr>
      <w:r w:rsidRPr="008D03ED">
        <w:rPr>
          <w:rFonts w:eastAsia="Times New Roman" w:cstheme="minorHAnsi"/>
          <w:color w:val="373737"/>
          <w:lang w:eastAsia="en-NZ"/>
        </w:rPr>
        <w:t>Nicola Palmer, </w:t>
      </w:r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>Wife After Death</w:t>
      </w:r>
      <w:r w:rsidRPr="008D03ED">
        <w:rPr>
          <w:rFonts w:eastAsia="Times New Roman" w:cstheme="minorHAnsi"/>
          <w:color w:val="373737"/>
          <w:lang w:eastAsia="en-NZ"/>
        </w:rPr>
        <w:t>, Dolphin Theatre</w:t>
      </w:r>
    </w:p>
    <w:p w:rsidR="008D03ED" w:rsidRPr="008D03ED" w:rsidRDefault="008D03ED" w:rsidP="008D03ED">
      <w:pPr>
        <w:numPr>
          <w:ilvl w:val="0"/>
          <w:numId w:val="3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color w:val="373737"/>
          <w:lang w:eastAsia="en-NZ"/>
        </w:rPr>
      </w:pPr>
      <w:r w:rsidRPr="008D03ED">
        <w:rPr>
          <w:rFonts w:eastAsia="Times New Roman" w:cstheme="minorHAnsi"/>
          <w:color w:val="373737"/>
          <w:lang w:eastAsia="en-NZ"/>
        </w:rPr>
        <w:t>Rosalie and Graeme Mayo, </w:t>
      </w:r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> An Inspector Calls</w:t>
      </w:r>
      <w:r w:rsidRPr="008D03ED">
        <w:rPr>
          <w:rFonts w:eastAsia="Times New Roman" w:cstheme="minorHAnsi"/>
          <w:color w:val="373737"/>
          <w:lang w:eastAsia="en-NZ"/>
        </w:rPr>
        <w:t xml:space="preserve">, </w:t>
      </w:r>
      <w:proofErr w:type="spellStart"/>
      <w:r w:rsidRPr="008D03ED">
        <w:rPr>
          <w:rFonts w:eastAsia="Times New Roman" w:cstheme="minorHAnsi"/>
          <w:color w:val="373737"/>
          <w:lang w:eastAsia="en-NZ"/>
        </w:rPr>
        <w:t>Centrestage</w:t>
      </w:r>
      <w:proofErr w:type="spellEnd"/>
      <w:r w:rsidRPr="008D03ED">
        <w:rPr>
          <w:rFonts w:eastAsia="Times New Roman" w:cstheme="minorHAnsi"/>
          <w:color w:val="373737"/>
          <w:lang w:eastAsia="en-NZ"/>
        </w:rPr>
        <w:t xml:space="preserve"> Theatre</w:t>
      </w:r>
    </w:p>
    <w:p w:rsidR="008D03ED" w:rsidRDefault="008D03ED" w:rsidP="008D03ED">
      <w:pPr>
        <w:numPr>
          <w:ilvl w:val="0"/>
          <w:numId w:val="3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color w:val="373737"/>
          <w:lang w:eastAsia="en-NZ"/>
        </w:rPr>
      </w:pPr>
      <w:r w:rsidRPr="008D03ED">
        <w:rPr>
          <w:rFonts w:eastAsia="Times New Roman" w:cstheme="minorHAnsi"/>
          <w:color w:val="373737"/>
          <w:lang w:eastAsia="en-NZ"/>
        </w:rPr>
        <w:t>Cast, </w:t>
      </w:r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>The Caretaker</w:t>
      </w:r>
      <w:r w:rsidRPr="008D03ED">
        <w:rPr>
          <w:rFonts w:eastAsia="Times New Roman" w:cstheme="minorHAnsi"/>
          <w:color w:val="373737"/>
          <w:lang w:eastAsia="en-NZ"/>
        </w:rPr>
        <w:t>, Torbay Theatre</w:t>
      </w:r>
    </w:p>
    <w:p w:rsidR="008D03ED" w:rsidRPr="008D03ED" w:rsidRDefault="008D03ED" w:rsidP="008D03ED">
      <w:pPr>
        <w:rPr>
          <w:rFonts w:eastAsia="Times New Roman" w:cstheme="minorHAnsi"/>
          <w:color w:val="373737"/>
          <w:lang w:eastAsia="en-NZ"/>
        </w:rPr>
      </w:pPr>
      <w:r>
        <w:rPr>
          <w:rFonts w:eastAsia="Times New Roman" w:cstheme="minorHAnsi"/>
          <w:color w:val="373737"/>
          <w:lang w:eastAsia="en-NZ"/>
        </w:rPr>
        <w:br w:type="page"/>
      </w:r>
    </w:p>
    <w:p w:rsidR="008D03ED" w:rsidRPr="008D03ED" w:rsidRDefault="008D03ED" w:rsidP="008D03ED">
      <w:pPr>
        <w:shd w:val="clear" w:color="auto" w:fill="FFFFFF"/>
        <w:spacing w:line="366" w:lineRule="atLeast"/>
        <w:textAlignment w:val="baseline"/>
        <w:rPr>
          <w:rFonts w:eastAsia="Times New Roman" w:cstheme="minorHAnsi"/>
          <w:color w:val="373737"/>
          <w:lang w:eastAsia="en-NZ"/>
        </w:rPr>
      </w:pPr>
      <w:r w:rsidRPr="008D03ED">
        <w:rPr>
          <w:rFonts w:eastAsia="Times New Roman" w:cstheme="minorHAnsi"/>
          <w:b/>
          <w:bCs/>
          <w:color w:val="373737"/>
          <w:u w:val="single"/>
          <w:bdr w:val="none" w:sz="0" w:space="0" w:color="auto" w:frame="1"/>
          <w:lang w:eastAsia="en-NZ"/>
        </w:rPr>
        <w:lastRenderedPageBreak/>
        <w:t>Best Lighting Design</w:t>
      </w:r>
    </w:p>
    <w:p w:rsidR="008D03ED" w:rsidRPr="008D03ED" w:rsidRDefault="008D03ED" w:rsidP="008D03ED">
      <w:pPr>
        <w:numPr>
          <w:ilvl w:val="0"/>
          <w:numId w:val="4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color w:val="373737"/>
          <w:lang w:eastAsia="en-NZ"/>
        </w:rPr>
      </w:pPr>
      <w:r w:rsidRPr="008D03ED">
        <w:rPr>
          <w:rFonts w:eastAsia="Times New Roman" w:cstheme="minorHAnsi"/>
          <w:color w:val="373737"/>
          <w:lang w:eastAsia="en-NZ"/>
        </w:rPr>
        <w:t xml:space="preserve">Jeremy </w:t>
      </w:r>
      <w:proofErr w:type="spellStart"/>
      <w:r w:rsidRPr="008D03ED">
        <w:rPr>
          <w:rFonts w:eastAsia="Times New Roman" w:cstheme="minorHAnsi"/>
          <w:color w:val="373737"/>
          <w:lang w:eastAsia="en-NZ"/>
        </w:rPr>
        <w:t>Bonell</w:t>
      </w:r>
      <w:proofErr w:type="spellEnd"/>
      <w:r w:rsidRPr="008D03ED">
        <w:rPr>
          <w:rFonts w:eastAsia="Times New Roman" w:cstheme="minorHAnsi"/>
          <w:color w:val="373737"/>
          <w:lang w:eastAsia="en-NZ"/>
        </w:rPr>
        <w:t>, </w:t>
      </w:r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>Memory of Water</w:t>
      </w:r>
      <w:r w:rsidRPr="008D03ED">
        <w:rPr>
          <w:rFonts w:eastAsia="Times New Roman" w:cstheme="minorHAnsi"/>
          <w:color w:val="373737"/>
          <w:lang w:eastAsia="en-NZ"/>
        </w:rPr>
        <w:t>, Dolphin Theatre</w:t>
      </w:r>
    </w:p>
    <w:p w:rsidR="008D03ED" w:rsidRPr="008D03ED" w:rsidRDefault="008D03ED" w:rsidP="008D03ED">
      <w:pPr>
        <w:numPr>
          <w:ilvl w:val="0"/>
          <w:numId w:val="4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b/>
          <w:color w:val="373737"/>
          <w:lang w:eastAsia="en-NZ"/>
        </w:rPr>
      </w:pPr>
      <w:r w:rsidRPr="008D03ED">
        <w:rPr>
          <w:rFonts w:eastAsia="Times New Roman" w:cstheme="minorHAnsi"/>
          <w:b/>
          <w:color w:val="373737"/>
          <w:lang w:eastAsia="en-NZ"/>
        </w:rPr>
        <w:t xml:space="preserve">John </w:t>
      </w:r>
      <w:proofErr w:type="spellStart"/>
      <w:r w:rsidRPr="008D03ED">
        <w:rPr>
          <w:rFonts w:eastAsia="Times New Roman" w:cstheme="minorHAnsi"/>
          <w:b/>
          <w:color w:val="373737"/>
          <w:lang w:eastAsia="en-NZ"/>
        </w:rPr>
        <w:t>Goudge</w:t>
      </w:r>
      <w:proofErr w:type="spellEnd"/>
      <w:r w:rsidRPr="008D03ED">
        <w:rPr>
          <w:rFonts w:eastAsia="Times New Roman" w:cstheme="minorHAnsi"/>
          <w:b/>
          <w:color w:val="373737"/>
          <w:lang w:eastAsia="en-NZ"/>
        </w:rPr>
        <w:t>, </w:t>
      </w:r>
      <w:proofErr w:type="spellStart"/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>Brassed</w:t>
      </w:r>
      <w:proofErr w:type="spellEnd"/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 xml:space="preserve"> Off</w:t>
      </w:r>
      <w:r w:rsidRPr="008D03ED">
        <w:rPr>
          <w:rFonts w:eastAsia="Times New Roman" w:cstheme="minorHAnsi"/>
          <w:b/>
          <w:color w:val="373737"/>
          <w:lang w:eastAsia="en-NZ"/>
        </w:rPr>
        <w:t>, Playhouse Theatre</w:t>
      </w:r>
      <w:r>
        <w:rPr>
          <w:rFonts w:eastAsia="Times New Roman" w:cstheme="minorHAnsi"/>
          <w:b/>
          <w:color w:val="373737"/>
          <w:lang w:eastAsia="en-NZ"/>
        </w:rPr>
        <w:t xml:space="preserve"> </w:t>
      </w:r>
      <w:r>
        <w:rPr>
          <w:rFonts w:eastAsia="Times New Roman" w:cstheme="minorHAnsi"/>
          <w:b/>
          <w:i/>
          <w:color w:val="373737"/>
          <w:lang w:eastAsia="en-NZ"/>
        </w:rPr>
        <w:t>(Winner)</w:t>
      </w:r>
    </w:p>
    <w:p w:rsidR="008D03ED" w:rsidRPr="008D03ED" w:rsidRDefault="008D03ED" w:rsidP="008D03ED">
      <w:pPr>
        <w:numPr>
          <w:ilvl w:val="0"/>
          <w:numId w:val="4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color w:val="373737"/>
          <w:lang w:eastAsia="en-NZ"/>
        </w:rPr>
      </w:pPr>
      <w:r w:rsidRPr="008D03ED">
        <w:rPr>
          <w:rFonts w:eastAsia="Times New Roman" w:cstheme="minorHAnsi"/>
          <w:color w:val="373737"/>
          <w:lang w:eastAsia="en-NZ"/>
        </w:rPr>
        <w:t xml:space="preserve">Kyle </w:t>
      </w:r>
      <w:proofErr w:type="spellStart"/>
      <w:r w:rsidRPr="008D03ED">
        <w:rPr>
          <w:rFonts w:eastAsia="Times New Roman" w:cstheme="minorHAnsi"/>
          <w:color w:val="373737"/>
          <w:lang w:eastAsia="en-NZ"/>
        </w:rPr>
        <w:t>Perwick</w:t>
      </w:r>
      <w:proofErr w:type="spellEnd"/>
      <w:r w:rsidRPr="008D03ED">
        <w:rPr>
          <w:rFonts w:eastAsia="Times New Roman" w:cstheme="minorHAnsi"/>
          <w:color w:val="373737"/>
          <w:lang w:eastAsia="en-NZ"/>
        </w:rPr>
        <w:t>, </w:t>
      </w:r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>The Caretaker</w:t>
      </w:r>
      <w:r w:rsidRPr="008D03ED">
        <w:rPr>
          <w:rFonts w:eastAsia="Times New Roman" w:cstheme="minorHAnsi"/>
          <w:color w:val="373737"/>
          <w:lang w:eastAsia="en-NZ"/>
        </w:rPr>
        <w:t>, Torbay Theatre</w:t>
      </w:r>
    </w:p>
    <w:p w:rsidR="008D03ED" w:rsidRPr="008D03ED" w:rsidRDefault="008D03ED" w:rsidP="008D03ED">
      <w:pPr>
        <w:numPr>
          <w:ilvl w:val="0"/>
          <w:numId w:val="4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color w:val="373737"/>
          <w:lang w:eastAsia="en-NZ"/>
        </w:rPr>
      </w:pPr>
      <w:r w:rsidRPr="008D03ED">
        <w:rPr>
          <w:rFonts w:eastAsia="Times New Roman" w:cstheme="minorHAnsi"/>
          <w:color w:val="373737"/>
          <w:lang w:eastAsia="en-NZ"/>
        </w:rPr>
        <w:t>Mark Johnson, </w:t>
      </w:r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>An Inspector Calls</w:t>
      </w:r>
      <w:r w:rsidRPr="008D03ED">
        <w:rPr>
          <w:rFonts w:eastAsia="Times New Roman" w:cstheme="minorHAnsi"/>
          <w:color w:val="373737"/>
          <w:lang w:eastAsia="en-NZ"/>
        </w:rPr>
        <w:t xml:space="preserve">, </w:t>
      </w:r>
      <w:proofErr w:type="spellStart"/>
      <w:r w:rsidRPr="008D03ED">
        <w:rPr>
          <w:rFonts w:eastAsia="Times New Roman" w:cstheme="minorHAnsi"/>
          <w:color w:val="373737"/>
          <w:lang w:eastAsia="en-NZ"/>
        </w:rPr>
        <w:t>Centrestage</w:t>
      </w:r>
      <w:proofErr w:type="spellEnd"/>
      <w:r w:rsidRPr="008D03ED">
        <w:rPr>
          <w:rFonts w:eastAsia="Times New Roman" w:cstheme="minorHAnsi"/>
          <w:color w:val="373737"/>
          <w:lang w:eastAsia="en-NZ"/>
        </w:rPr>
        <w:t xml:space="preserve"> Theatre</w:t>
      </w:r>
    </w:p>
    <w:p w:rsidR="008D03ED" w:rsidRPr="008D03ED" w:rsidRDefault="008D03ED" w:rsidP="008D03ED">
      <w:pPr>
        <w:numPr>
          <w:ilvl w:val="0"/>
          <w:numId w:val="4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color w:val="373737"/>
          <w:lang w:eastAsia="en-NZ"/>
        </w:rPr>
      </w:pPr>
      <w:r w:rsidRPr="008D03ED">
        <w:rPr>
          <w:rFonts w:eastAsia="Times New Roman" w:cstheme="minorHAnsi"/>
          <w:color w:val="373737"/>
          <w:lang w:eastAsia="en-NZ"/>
        </w:rPr>
        <w:t xml:space="preserve">Michael </w:t>
      </w:r>
      <w:proofErr w:type="spellStart"/>
      <w:r w:rsidRPr="008D03ED">
        <w:rPr>
          <w:rFonts w:eastAsia="Times New Roman" w:cstheme="minorHAnsi"/>
          <w:color w:val="373737"/>
          <w:lang w:eastAsia="en-NZ"/>
        </w:rPr>
        <w:t>Forkert</w:t>
      </w:r>
      <w:proofErr w:type="spellEnd"/>
      <w:r w:rsidRPr="008D03ED">
        <w:rPr>
          <w:rFonts w:eastAsia="Times New Roman" w:cstheme="minorHAnsi"/>
          <w:color w:val="373737"/>
          <w:lang w:eastAsia="en-NZ"/>
        </w:rPr>
        <w:t>, </w:t>
      </w:r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>Chicago</w:t>
      </w:r>
      <w:r w:rsidRPr="008D03ED">
        <w:rPr>
          <w:rFonts w:eastAsia="Times New Roman" w:cstheme="minorHAnsi"/>
          <w:color w:val="373737"/>
          <w:lang w:eastAsia="en-NZ"/>
        </w:rPr>
        <w:t>, Playhouse Theatre</w:t>
      </w:r>
    </w:p>
    <w:p w:rsidR="008D03ED" w:rsidRPr="008D03ED" w:rsidRDefault="008D03ED" w:rsidP="008D03ED">
      <w:pPr>
        <w:numPr>
          <w:ilvl w:val="0"/>
          <w:numId w:val="4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color w:val="373737"/>
          <w:lang w:eastAsia="en-NZ"/>
        </w:rPr>
      </w:pPr>
      <w:r w:rsidRPr="008D03ED">
        <w:rPr>
          <w:rFonts w:eastAsia="Times New Roman" w:cstheme="minorHAnsi"/>
          <w:color w:val="373737"/>
          <w:lang w:eastAsia="en-NZ"/>
        </w:rPr>
        <w:t>Nick Greer, </w:t>
      </w:r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>The 39 Steps</w:t>
      </w:r>
      <w:r w:rsidRPr="008D03ED">
        <w:rPr>
          <w:rFonts w:eastAsia="Times New Roman" w:cstheme="minorHAnsi"/>
          <w:color w:val="373737"/>
          <w:lang w:eastAsia="en-NZ"/>
        </w:rPr>
        <w:t xml:space="preserve">, </w:t>
      </w:r>
      <w:proofErr w:type="spellStart"/>
      <w:r w:rsidRPr="008D03ED">
        <w:rPr>
          <w:rFonts w:eastAsia="Times New Roman" w:cstheme="minorHAnsi"/>
          <w:color w:val="373737"/>
          <w:lang w:eastAsia="en-NZ"/>
        </w:rPr>
        <w:t>Mairangi</w:t>
      </w:r>
      <w:proofErr w:type="spellEnd"/>
      <w:r w:rsidRPr="008D03ED">
        <w:rPr>
          <w:rFonts w:eastAsia="Times New Roman" w:cstheme="minorHAnsi"/>
          <w:color w:val="373737"/>
          <w:lang w:eastAsia="en-NZ"/>
        </w:rPr>
        <w:t xml:space="preserve"> Players</w:t>
      </w:r>
    </w:p>
    <w:p w:rsidR="008D03ED" w:rsidRPr="008D03ED" w:rsidRDefault="008D03ED" w:rsidP="008D03ED">
      <w:pPr>
        <w:shd w:val="clear" w:color="auto" w:fill="FFFFFF"/>
        <w:spacing w:line="366" w:lineRule="atLeast"/>
        <w:textAlignment w:val="baseline"/>
        <w:rPr>
          <w:rFonts w:eastAsia="Times New Roman" w:cstheme="minorHAnsi"/>
          <w:color w:val="373737"/>
          <w:lang w:eastAsia="en-NZ"/>
        </w:rPr>
      </w:pPr>
      <w:r w:rsidRPr="008D03ED">
        <w:rPr>
          <w:rFonts w:eastAsia="Times New Roman" w:cstheme="minorHAnsi"/>
          <w:b/>
          <w:bCs/>
          <w:color w:val="373737"/>
          <w:u w:val="single"/>
          <w:bdr w:val="none" w:sz="0" w:space="0" w:color="auto" w:frame="1"/>
          <w:lang w:eastAsia="en-NZ"/>
        </w:rPr>
        <w:t>Best Sound Design</w:t>
      </w:r>
    </w:p>
    <w:p w:rsidR="008D03ED" w:rsidRPr="008D03ED" w:rsidRDefault="008D03ED" w:rsidP="008D03ED">
      <w:pPr>
        <w:numPr>
          <w:ilvl w:val="0"/>
          <w:numId w:val="5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color w:val="373737"/>
          <w:lang w:eastAsia="en-NZ"/>
        </w:rPr>
      </w:pPr>
      <w:r w:rsidRPr="008D03ED">
        <w:rPr>
          <w:rFonts w:eastAsia="Times New Roman" w:cstheme="minorHAnsi"/>
          <w:color w:val="373737"/>
          <w:lang w:eastAsia="en-NZ"/>
        </w:rPr>
        <w:t xml:space="preserve">David Moncrieff-Driscoll &amp; Ray </w:t>
      </w:r>
      <w:proofErr w:type="spellStart"/>
      <w:r w:rsidRPr="008D03ED">
        <w:rPr>
          <w:rFonts w:eastAsia="Times New Roman" w:cstheme="minorHAnsi"/>
          <w:color w:val="373737"/>
          <w:lang w:eastAsia="en-NZ"/>
        </w:rPr>
        <w:t>Gabites</w:t>
      </w:r>
      <w:proofErr w:type="spellEnd"/>
      <w:r w:rsidRPr="008D03ED">
        <w:rPr>
          <w:rFonts w:eastAsia="Times New Roman" w:cstheme="minorHAnsi"/>
          <w:color w:val="373737"/>
          <w:lang w:eastAsia="en-NZ"/>
        </w:rPr>
        <w:t>, </w:t>
      </w:r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>Calendar Girls</w:t>
      </w:r>
      <w:r w:rsidRPr="008D03ED">
        <w:rPr>
          <w:rFonts w:eastAsia="Times New Roman" w:cstheme="minorHAnsi"/>
          <w:color w:val="373737"/>
          <w:lang w:eastAsia="en-NZ"/>
        </w:rPr>
        <w:t>, Dolphin Theatre</w:t>
      </w:r>
    </w:p>
    <w:p w:rsidR="008D03ED" w:rsidRPr="008D03ED" w:rsidRDefault="008D03ED" w:rsidP="008D03ED">
      <w:pPr>
        <w:numPr>
          <w:ilvl w:val="0"/>
          <w:numId w:val="5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color w:val="373737"/>
          <w:lang w:eastAsia="en-NZ"/>
        </w:rPr>
      </w:pPr>
      <w:r w:rsidRPr="008D03ED">
        <w:rPr>
          <w:rFonts w:eastAsia="Times New Roman" w:cstheme="minorHAnsi"/>
          <w:color w:val="373737"/>
          <w:lang w:eastAsia="en-NZ"/>
        </w:rPr>
        <w:t>Daniel Elliott, </w:t>
      </w:r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>Chicago</w:t>
      </w:r>
      <w:r w:rsidRPr="008D03ED">
        <w:rPr>
          <w:rFonts w:eastAsia="Times New Roman" w:cstheme="minorHAnsi"/>
          <w:color w:val="373737"/>
          <w:lang w:eastAsia="en-NZ"/>
        </w:rPr>
        <w:t>, Playhouse Theatre</w:t>
      </w:r>
    </w:p>
    <w:p w:rsidR="008D03ED" w:rsidRPr="008D03ED" w:rsidRDefault="008D03ED" w:rsidP="008D03ED">
      <w:pPr>
        <w:numPr>
          <w:ilvl w:val="0"/>
          <w:numId w:val="5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color w:val="373737"/>
          <w:lang w:eastAsia="en-NZ"/>
        </w:rPr>
      </w:pPr>
      <w:r w:rsidRPr="008D03ED">
        <w:rPr>
          <w:rFonts w:eastAsia="Times New Roman" w:cstheme="minorHAnsi"/>
          <w:color w:val="373737"/>
          <w:lang w:eastAsia="en-NZ"/>
        </w:rPr>
        <w:t xml:space="preserve">Daniel </w:t>
      </w:r>
      <w:proofErr w:type="spellStart"/>
      <w:r w:rsidRPr="008D03ED">
        <w:rPr>
          <w:rFonts w:eastAsia="Times New Roman" w:cstheme="minorHAnsi"/>
          <w:color w:val="373737"/>
          <w:lang w:eastAsia="en-NZ"/>
        </w:rPr>
        <w:t>Habedank</w:t>
      </w:r>
      <w:proofErr w:type="spellEnd"/>
      <w:r w:rsidRPr="008D03ED">
        <w:rPr>
          <w:rFonts w:eastAsia="Times New Roman" w:cstheme="minorHAnsi"/>
          <w:color w:val="373737"/>
          <w:lang w:eastAsia="en-NZ"/>
        </w:rPr>
        <w:t>, </w:t>
      </w:r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>Merchant of Venice</w:t>
      </w:r>
      <w:r w:rsidRPr="008D03ED">
        <w:rPr>
          <w:rFonts w:eastAsia="Times New Roman" w:cstheme="minorHAnsi"/>
          <w:color w:val="373737"/>
          <w:lang w:eastAsia="en-NZ"/>
        </w:rPr>
        <w:t xml:space="preserve">, </w:t>
      </w:r>
      <w:proofErr w:type="spellStart"/>
      <w:r w:rsidRPr="008D03ED">
        <w:rPr>
          <w:rFonts w:eastAsia="Times New Roman" w:cstheme="minorHAnsi"/>
          <w:color w:val="373737"/>
          <w:lang w:eastAsia="en-NZ"/>
        </w:rPr>
        <w:t>Shoreside</w:t>
      </w:r>
      <w:proofErr w:type="spellEnd"/>
      <w:r w:rsidRPr="008D03ED">
        <w:rPr>
          <w:rFonts w:eastAsia="Times New Roman" w:cstheme="minorHAnsi"/>
          <w:color w:val="373737"/>
          <w:lang w:eastAsia="en-NZ"/>
        </w:rPr>
        <w:t xml:space="preserve"> Theatre</w:t>
      </w:r>
    </w:p>
    <w:p w:rsidR="008D03ED" w:rsidRPr="008D03ED" w:rsidRDefault="008D03ED" w:rsidP="008D03ED">
      <w:pPr>
        <w:numPr>
          <w:ilvl w:val="0"/>
          <w:numId w:val="5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color w:val="373737"/>
          <w:lang w:eastAsia="en-NZ"/>
        </w:rPr>
      </w:pPr>
      <w:r w:rsidRPr="008D03ED">
        <w:rPr>
          <w:rFonts w:eastAsia="Times New Roman" w:cstheme="minorHAnsi"/>
          <w:color w:val="373737"/>
          <w:lang w:eastAsia="en-NZ"/>
        </w:rPr>
        <w:t>Mike Bell, </w:t>
      </w:r>
      <w:proofErr w:type="spellStart"/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>Brassed</w:t>
      </w:r>
      <w:proofErr w:type="spellEnd"/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 xml:space="preserve"> Off</w:t>
      </w:r>
      <w:r w:rsidRPr="008D03ED">
        <w:rPr>
          <w:rFonts w:eastAsia="Times New Roman" w:cstheme="minorHAnsi"/>
          <w:color w:val="373737"/>
          <w:lang w:eastAsia="en-NZ"/>
        </w:rPr>
        <w:t>, Playhouse Theatre</w:t>
      </w:r>
    </w:p>
    <w:p w:rsidR="008D03ED" w:rsidRPr="008D03ED" w:rsidRDefault="008D03ED" w:rsidP="008D03ED">
      <w:pPr>
        <w:numPr>
          <w:ilvl w:val="0"/>
          <w:numId w:val="5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b/>
          <w:color w:val="373737"/>
          <w:lang w:eastAsia="en-NZ"/>
        </w:rPr>
      </w:pPr>
      <w:r w:rsidRPr="008D03ED">
        <w:rPr>
          <w:rFonts w:eastAsia="Times New Roman" w:cstheme="minorHAnsi"/>
          <w:b/>
          <w:color w:val="373737"/>
          <w:lang w:eastAsia="en-NZ"/>
        </w:rPr>
        <w:t xml:space="preserve">Stuart </w:t>
      </w:r>
      <w:proofErr w:type="spellStart"/>
      <w:r w:rsidRPr="008D03ED">
        <w:rPr>
          <w:rFonts w:eastAsia="Times New Roman" w:cstheme="minorHAnsi"/>
          <w:b/>
          <w:color w:val="373737"/>
          <w:lang w:eastAsia="en-NZ"/>
        </w:rPr>
        <w:t>Tupp</w:t>
      </w:r>
      <w:proofErr w:type="spellEnd"/>
      <w:r w:rsidRPr="008D03ED">
        <w:rPr>
          <w:rFonts w:eastAsia="Times New Roman" w:cstheme="minorHAnsi"/>
          <w:b/>
          <w:color w:val="373737"/>
          <w:lang w:eastAsia="en-NZ"/>
        </w:rPr>
        <w:t>, </w:t>
      </w:r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>The 39 Steps</w:t>
      </w:r>
      <w:r w:rsidRPr="008D03ED">
        <w:rPr>
          <w:rFonts w:eastAsia="Times New Roman" w:cstheme="minorHAnsi"/>
          <w:b/>
          <w:color w:val="373737"/>
          <w:lang w:eastAsia="en-NZ"/>
        </w:rPr>
        <w:t xml:space="preserve">, </w:t>
      </w:r>
      <w:proofErr w:type="spellStart"/>
      <w:r w:rsidRPr="008D03ED">
        <w:rPr>
          <w:rFonts w:eastAsia="Times New Roman" w:cstheme="minorHAnsi"/>
          <w:b/>
          <w:color w:val="373737"/>
          <w:lang w:eastAsia="en-NZ"/>
        </w:rPr>
        <w:t>Mairangi</w:t>
      </w:r>
      <w:proofErr w:type="spellEnd"/>
      <w:r w:rsidRPr="008D03ED">
        <w:rPr>
          <w:rFonts w:eastAsia="Times New Roman" w:cstheme="minorHAnsi"/>
          <w:b/>
          <w:color w:val="373737"/>
          <w:lang w:eastAsia="en-NZ"/>
        </w:rPr>
        <w:t xml:space="preserve"> Players</w:t>
      </w:r>
      <w:r>
        <w:rPr>
          <w:rFonts w:eastAsia="Times New Roman" w:cstheme="minorHAnsi"/>
          <w:b/>
          <w:color w:val="373737"/>
          <w:lang w:eastAsia="en-NZ"/>
        </w:rPr>
        <w:t xml:space="preserve"> </w:t>
      </w:r>
      <w:r>
        <w:rPr>
          <w:rFonts w:eastAsia="Times New Roman" w:cstheme="minorHAnsi"/>
          <w:b/>
          <w:i/>
          <w:color w:val="373737"/>
          <w:lang w:eastAsia="en-NZ"/>
        </w:rPr>
        <w:t>(Winner)</w:t>
      </w:r>
    </w:p>
    <w:p w:rsidR="008D03ED" w:rsidRPr="008D03ED" w:rsidRDefault="008D03ED" w:rsidP="008D03ED">
      <w:pPr>
        <w:shd w:val="clear" w:color="auto" w:fill="FFFFFF"/>
        <w:spacing w:line="366" w:lineRule="atLeast"/>
        <w:textAlignment w:val="baseline"/>
        <w:rPr>
          <w:rFonts w:eastAsia="Times New Roman" w:cstheme="minorHAnsi"/>
          <w:color w:val="373737"/>
          <w:lang w:eastAsia="en-NZ"/>
        </w:rPr>
      </w:pPr>
      <w:r w:rsidRPr="008D03ED">
        <w:rPr>
          <w:rFonts w:eastAsia="Times New Roman" w:cstheme="minorHAnsi"/>
          <w:b/>
          <w:bCs/>
          <w:color w:val="373737"/>
          <w:u w:val="single"/>
          <w:bdr w:val="none" w:sz="0" w:space="0" w:color="auto" w:frame="1"/>
          <w:lang w:eastAsia="en-NZ"/>
        </w:rPr>
        <w:t>Best Stage Management</w:t>
      </w:r>
    </w:p>
    <w:p w:rsidR="008D03ED" w:rsidRPr="008D03ED" w:rsidRDefault="008D03ED" w:rsidP="008D03ED">
      <w:pPr>
        <w:numPr>
          <w:ilvl w:val="0"/>
          <w:numId w:val="6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color w:val="373737"/>
          <w:lang w:eastAsia="en-NZ"/>
        </w:rPr>
      </w:pPr>
      <w:r w:rsidRPr="008D03ED">
        <w:rPr>
          <w:rFonts w:eastAsia="Times New Roman" w:cstheme="minorHAnsi"/>
          <w:color w:val="373737"/>
          <w:lang w:eastAsia="en-NZ"/>
        </w:rPr>
        <w:t>Christina Christopher &amp; Craig Rouse, </w:t>
      </w:r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>Memory of Water</w:t>
      </w:r>
      <w:r w:rsidRPr="008D03ED">
        <w:rPr>
          <w:rFonts w:eastAsia="Times New Roman" w:cstheme="minorHAnsi"/>
          <w:color w:val="373737"/>
          <w:lang w:eastAsia="en-NZ"/>
        </w:rPr>
        <w:t>, Dolphin Theatre</w:t>
      </w:r>
    </w:p>
    <w:p w:rsidR="008D03ED" w:rsidRPr="008D03ED" w:rsidRDefault="008D03ED" w:rsidP="008D03ED">
      <w:pPr>
        <w:numPr>
          <w:ilvl w:val="0"/>
          <w:numId w:val="6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b/>
          <w:color w:val="373737"/>
          <w:lang w:eastAsia="en-NZ"/>
        </w:rPr>
      </w:pPr>
      <w:r w:rsidRPr="008D03ED">
        <w:rPr>
          <w:rFonts w:eastAsia="Times New Roman" w:cstheme="minorHAnsi"/>
          <w:b/>
          <w:color w:val="373737"/>
          <w:lang w:eastAsia="en-NZ"/>
        </w:rPr>
        <w:t>Lynn Radford, </w:t>
      </w:r>
      <w:proofErr w:type="spellStart"/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>Brassed</w:t>
      </w:r>
      <w:proofErr w:type="spellEnd"/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 xml:space="preserve"> Off</w:t>
      </w:r>
      <w:r w:rsidRPr="008D03ED">
        <w:rPr>
          <w:rFonts w:eastAsia="Times New Roman" w:cstheme="minorHAnsi"/>
          <w:b/>
          <w:color w:val="373737"/>
          <w:lang w:eastAsia="en-NZ"/>
        </w:rPr>
        <w:t>, Playhouse Theatre</w:t>
      </w:r>
      <w:r>
        <w:rPr>
          <w:rFonts w:eastAsia="Times New Roman" w:cstheme="minorHAnsi"/>
          <w:b/>
          <w:color w:val="373737"/>
          <w:lang w:eastAsia="en-NZ"/>
        </w:rPr>
        <w:t xml:space="preserve"> </w:t>
      </w:r>
      <w:r>
        <w:rPr>
          <w:rFonts w:eastAsia="Times New Roman" w:cstheme="minorHAnsi"/>
          <w:b/>
          <w:i/>
          <w:color w:val="373737"/>
          <w:lang w:eastAsia="en-NZ"/>
        </w:rPr>
        <w:t>(Winner)</w:t>
      </w:r>
    </w:p>
    <w:p w:rsidR="008D03ED" w:rsidRPr="008D03ED" w:rsidRDefault="008D03ED" w:rsidP="008D03ED">
      <w:pPr>
        <w:numPr>
          <w:ilvl w:val="0"/>
          <w:numId w:val="6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color w:val="373737"/>
          <w:lang w:eastAsia="en-NZ"/>
        </w:rPr>
      </w:pPr>
      <w:proofErr w:type="spellStart"/>
      <w:r w:rsidRPr="008D03ED">
        <w:rPr>
          <w:rFonts w:eastAsia="Times New Roman" w:cstheme="minorHAnsi"/>
          <w:color w:val="373737"/>
          <w:lang w:eastAsia="en-NZ"/>
        </w:rPr>
        <w:t>Mags</w:t>
      </w:r>
      <w:proofErr w:type="spellEnd"/>
      <w:r w:rsidRPr="008D03ED">
        <w:rPr>
          <w:rFonts w:eastAsia="Times New Roman" w:cstheme="minorHAnsi"/>
          <w:color w:val="373737"/>
          <w:lang w:eastAsia="en-NZ"/>
        </w:rPr>
        <w:t xml:space="preserve"> Delaney, </w:t>
      </w:r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>It Runs In The Family</w:t>
      </w:r>
      <w:r w:rsidRPr="008D03ED">
        <w:rPr>
          <w:rFonts w:eastAsia="Times New Roman" w:cstheme="minorHAnsi"/>
          <w:color w:val="373737"/>
          <w:lang w:eastAsia="en-NZ"/>
        </w:rPr>
        <w:t xml:space="preserve">, </w:t>
      </w:r>
      <w:proofErr w:type="spellStart"/>
      <w:r w:rsidRPr="008D03ED">
        <w:rPr>
          <w:rFonts w:eastAsia="Times New Roman" w:cstheme="minorHAnsi"/>
          <w:color w:val="373737"/>
          <w:lang w:eastAsia="en-NZ"/>
        </w:rPr>
        <w:t>Shoreside</w:t>
      </w:r>
      <w:proofErr w:type="spellEnd"/>
      <w:r w:rsidRPr="008D03ED">
        <w:rPr>
          <w:rFonts w:eastAsia="Times New Roman" w:cstheme="minorHAnsi"/>
          <w:color w:val="373737"/>
          <w:lang w:eastAsia="en-NZ"/>
        </w:rPr>
        <w:t xml:space="preserve"> Theatre</w:t>
      </w:r>
    </w:p>
    <w:p w:rsidR="008D03ED" w:rsidRPr="008D03ED" w:rsidRDefault="008D03ED" w:rsidP="008D03ED">
      <w:pPr>
        <w:numPr>
          <w:ilvl w:val="0"/>
          <w:numId w:val="6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color w:val="373737"/>
          <w:lang w:eastAsia="en-NZ"/>
        </w:rPr>
      </w:pPr>
      <w:r w:rsidRPr="008D03ED">
        <w:rPr>
          <w:rFonts w:eastAsia="Times New Roman" w:cstheme="minorHAnsi"/>
          <w:color w:val="373737"/>
          <w:lang w:eastAsia="en-NZ"/>
        </w:rPr>
        <w:t>Ross Anderson, </w:t>
      </w:r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>The 39 Steps</w:t>
      </w:r>
      <w:r w:rsidRPr="008D03ED">
        <w:rPr>
          <w:rFonts w:eastAsia="Times New Roman" w:cstheme="minorHAnsi"/>
          <w:color w:val="373737"/>
          <w:lang w:eastAsia="en-NZ"/>
        </w:rPr>
        <w:t xml:space="preserve">, </w:t>
      </w:r>
      <w:proofErr w:type="spellStart"/>
      <w:r w:rsidRPr="008D03ED">
        <w:rPr>
          <w:rFonts w:eastAsia="Times New Roman" w:cstheme="minorHAnsi"/>
          <w:color w:val="373737"/>
          <w:lang w:eastAsia="en-NZ"/>
        </w:rPr>
        <w:t>Mairangi</w:t>
      </w:r>
      <w:proofErr w:type="spellEnd"/>
      <w:r w:rsidRPr="008D03ED">
        <w:rPr>
          <w:rFonts w:eastAsia="Times New Roman" w:cstheme="minorHAnsi"/>
          <w:color w:val="373737"/>
          <w:lang w:eastAsia="en-NZ"/>
        </w:rPr>
        <w:t xml:space="preserve"> Players</w:t>
      </w:r>
    </w:p>
    <w:p w:rsidR="008D03ED" w:rsidRPr="008D03ED" w:rsidRDefault="008D03ED" w:rsidP="008D03ED">
      <w:pPr>
        <w:numPr>
          <w:ilvl w:val="0"/>
          <w:numId w:val="6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color w:val="373737"/>
          <w:lang w:eastAsia="en-NZ"/>
        </w:rPr>
      </w:pPr>
      <w:r w:rsidRPr="008D03ED">
        <w:rPr>
          <w:rFonts w:eastAsia="Times New Roman" w:cstheme="minorHAnsi"/>
          <w:color w:val="373737"/>
          <w:lang w:eastAsia="en-NZ"/>
        </w:rPr>
        <w:t xml:space="preserve">Stan </w:t>
      </w:r>
      <w:proofErr w:type="spellStart"/>
      <w:r w:rsidRPr="008D03ED">
        <w:rPr>
          <w:rFonts w:eastAsia="Times New Roman" w:cstheme="minorHAnsi"/>
          <w:color w:val="373737"/>
          <w:lang w:eastAsia="en-NZ"/>
        </w:rPr>
        <w:t>Henshaw</w:t>
      </w:r>
      <w:proofErr w:type="spellEnd"/>
      <w:r w:rsidRPr="008D03ED">
        <w:rPr>
          <w:rFonts w:eastAsia="Times New Roman" w:cstheme="minorHAnsi"/>
          <w:color w:val="373737"/>
          <w:lang w:eastAsia="en-NZ"/>
        </w:rPr>
        <w:t>, </w:t>
      </w:r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>Chicago</w:t>
      </w:r>
      <w:r w:rsidRPr="008D03ED">
        <w:rPr>
          <w:rFonts w:eastAsia="Times New Roman" w:cstheme="minorHAnsi"/>
          <w:color w:val="373737"/>
          <w:lang w:eastAsia="en-NZ"/>
        </w:rPr>
        <w:t>, Playhouse Theatre</w:t>
      </w:r>
    </w:p>
    <w:p w:rsidR="008D03ED" w:rsidRPr="008D03ED" w:rsidRDefault="008D03ED" w:rsidP="008D03ED">
      <w:pPr>
        <w:shd w:val="clear" w:color="auto" w:fill="FFFFFF"/>
        <w:spacing w:line="366" w:lineRule="atLeast"/>
        <w:textAlignment w:val="baseline"/>
        <w:rPr>
          <w:rFonts w:eastAsia="Times New Roman" w:cstheme="minorHAnsi"/>
          <w:color w:val="373737"/>
          <w:lang w:eastAsia="en-NZ"/>
        </w:rPr>
      </w:pPr>
      <w:r w:rsidRPr="008D03ED">
        <w:rPr>
          <w:rFonts w:eastAsia="Times New Roman" w:cstheme="minorHAnsi"/>
          <w:b/>
          <w:bCs/>
          <w:color w:val="373737"/>
          <w:u w:val="single"/>
          <w:bdr w:val="none" w:sz="0" w:space="0" w:color="auto" w:frame="1"/>
          <w:lang w:eastAsia="en-NZ"/>
        </w:rPr>
        <w:t>Best Male Actor in a Minor Role</w:t>
      </w:r>
    </w:p>
    <w:p w:rsidR="008D03ED" w:rsidRPr="008D03ED" w:rsidRDefault="008D03ED" w:rsidP="008D03ED">
      <w:pPr>
        <w:numPr>
          <w:ilvl w:val="0"/>
          <w:numId w:val="7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color w:val="373737"/>
          <w:lang w:eastAsia="en-NZ"/>
        </w:rPr>
      </w:pPr>
      <w:r w:rsidRPr="008D03ED">
        <w:rPr>
          <w:rFonts w:eastAsia="Times New Roman" w:cstheme="minorHAnsi"/>
          <w:color w:val="373737"/>
          <w:lang w:eastAsia="en-NZ"/>
        </w:rPr>
        <w:t xml:space="preserve">Daniel </w:t>
      </w:r>
      <w:proofErr w:type="spellStart"/>
      <w:r w:rsidRPr="008D03ED">
        <w:rPr>
          <w:rFonts w:eastAsia="Times New Roman" w:cstheme="minorHAnsi"/>
          <w:color w:val="373737"/>
          <w:lang w:eastAsia="en-NZ"/>
        </w:rPr>
        <w:t>Hubedank</w:t>
      </w:r>
      <w:proofErr w:type="spellEnd"/>
      <w:r w:rsidRPr="008D03ED">
        <w:rPr>
          <w:rFonts w:eastAsia="Times New Roman" w:cstheme="minorHAnsi"/>
          <w:color w:val="373737"/>
          <w:lang w:eastAsia="en-NZ"/>
        </w:rPr>
        <w:t xml:space="preserve"> (The Musician), </w:t>
      </w:r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>The Merchant of Venice</w:t>
      </w:r>
      <w:r w:rsidRPr="008D03ED">
        <w:rPr>
          <w:rFonts w:eastAsia="Times New Roman" w:cstheme="minorHAnsi"/>
          <w:color w:val="373737"/>
          <w:lang w:eastAsia="en-NZ"/>
        </w:rPr>
        <w:t xml:space="preserve">, </w:t>
      </w:r>
      <w:proofErr w:type="spellStart"/>
      <w:r w:rsidRPr="008D03ED">
        <w:rPr>
          <w:rFonts w:eastAsia="Times New Roman" w:cstheme="minorHAnsi"/>
          <w:color w:val="373737"/>
          <w:lang w:eastAsia="en-NZ"/>
        </w:rPr>
        <w:t>Shoreside</w:t>
      </w:r>
      <w:proofErr w:type="spellEnd"/>
      <w:r w:rsidRPr="008D03ED">
        <w:rPr>
          <w:rFonts w:eastAsia="Times New Roman" w:cstheme="minorHAnsi"/>
          <w:color w:val="373737"/>
          <w:lang w:eastAsia="en-NZ"/>
        </w:rPr>
        <w:t xml:space="preserve"> Theatre</w:t>
      </w:r>
    </w:p>
    <w:p w:rsidR="008D03ED" w:rsidRPr="008D03ED" w:rsidRDefault="008D03ED" w:rsidP="008D03ED">
      <w:pPr>
        <w:numPr>
          <w:ilvl w:val="0"/>
          <w:numId w:val="7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color w:val="373737"/>
          <w:lang w:eastAsia="en-NZ"/>
        </w:rPr>
      </w:pPr>
      <w:r w:rsidRPr="008D03ED">
        <w:rPr>
          <w:rFonts w:eastAsia="Times New Roman" w:cstheme="minorHAnsi"/>
          <w:color w:val="373737"/>
          <w:lang w:eastAsia="en-NZ"/>
        </w:rPr>
        <w:t>Mark Ferguson (Liam), </w:t>
      </w:r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>Calendar Girls</w:t>
      </w:r>
      <w:r w:rsidRPr="008D03ED">
        <w:rPr>
          <w:rFonts w:eastAsia="Times New Roman" w:cstheme="minorHAnsi"/>
          <w:color w:val="373737"/>
          <w:lang w:eastAsia="en-NZ"/>
        </w:rPr>
        <w:t>, Dolphin Theatre</w:t>
      </w:r>
    </w:p>
    <w:p w:rsidR="008D03ED" w:rsidRPr="008D03ED" w:rsidRDefault="008D03ED" w:rsidP="008D03ED">
      <w:pPr>
        <w:numPr>
          <w:ilvl w:val="0"/>
          <w:numId w:val="7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b/>
          <w:color w:val="373737"/>
          <w:lang w:eastAsia="en-NZ"/>
        </w:rPr>
      </w:pPr>
      <w:r w:rsidRPr="008D03ED">
        <w:rPr>
          <w:rFonts w:eastAsia="Times New Roman" w:cstheme="minorHAnsi"/>
          <w:b/>
          <w:color w:val="373737"/>
          <w:lang w:eastAsia="en-NZ"/>
        </w:rPr>
        <w:t xml:space="preserve">Nick </w:t>
      </w:r>
      <w:proofErr w:type="spellStart"/>
      <w:r w:rsidRPr="008D03ED">
        <w:rPr>
          <w:rFonts w:eastAsia="Times New Roman" w:cstheme="minorHAnsi"/>
          <w:b/>
          <w:color w:val="373737"/>
          <w:lang w:eastAsia="en-NZ"/>
        </w:rPr>
        <w:t>Garforth</w:t>
      </w:r>
      <w:proofErr w:type="spellEnd"/>
      <w:r w:rsidRPr="008D03ED">
        <w:rPr>
          <w:rFonts w:eastAsia="Times New Roman" w:cstheme="minorHAnsi"/>
          <w:b/>
          <w:color w:val="373737"/>
          <w:lang w:eastAsia="en-NZ"/>
        </w:rPr>
        <w:t xml:space="preserve"> (Lawrence), </w:t>
      </w:r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>Calendar Girls</w:t>
      </w:r>
      <w:r w:rsidRPr="008D03ED">
        <w:rPr>
          <w:rFonts w:eastAsia="Times New Roman" w:cstheme="minorHAnsi"/>
          <w:b/>
          <w:color w:val="373737"/>
          <w:lang w:eastAsia="en-NZ"/>
        </w:rPr>
        <w:t>, Dolphin Theatre</w:t>
      </w:r>
      <w:r>
        <w:rPr>
          <w:rFonts w:eastAsia="Times New Roman" w:cstheme="minorHAnsi"/>
          <w:b/>
          <w:color w:val="373737"/>
          <w:lang w:eastAsia="en-NZ"/>
        </w:rPr>
        <w:t xml:space="preserve"> </w:t>
      </w:r>
      <w:r>
        <w:rPr>
          <w:rFonts w:eastAsia="Times New Roman" w:cstheme="minorHAnsi"/>
          <w:b/>
          <w:i/>
          <w:color w:val="373737"/>
          <w:lang w:eastAsia="en-NZ"/>
        </w:rPr>
        <w:t>(Winner)</w:t>
      </w:r>
    </w:p>
    <w:p w:rsidR="008D03ED" w:rsidRPr="008D03ED" w:rsidRDefault="008D03ED" w:rsidP="008D03ED">
      <w:pPr>
        <w:numPr>
          <w:ilvl w:val="0"/>
          <w:numId w:val="7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color w:val="373737"/>
          <w:lang w:eastAsia="en-NZ"/>
        </w:rPr>
      </w:pPr>
      <w:r w:rsidRPr="008D03ED">
        <w:rPr>
          <w:rFonts w:eastAsia="Times New Roman" w:cstheme="minorHAnsi"/>
          <w:color w:val="373737"/>
          <w:lang w:eastAsia="en-NZ"/>
        </w:rPr>
        <w:t>Saunders Mitchell (Charlie), </w:t>
      </w:r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>On Golden Pond</w:t>
      </w:r>
      <w:r w:rsidRPr="008D03ED">
        <w:rPr>
          <w:rFonts w:eastAsia="Times New Roman" w:cstheme="minorHAnsi"/>
          <w:color w:val="373737"/>
          <w:lang w:eastAsia="en-NZ"/>
        </w:rPr>
        <w:t>, Dolphin Theatre</w:t>
      </w:r>
    </w:p>
    <w:p w:rsidR="008D03ED" w:rsidRPr="008D03ED" w:rsidRDefault="008D03ED" w:rsidP="008D03ED">
      <w:pPr>
        <w:numPr>
          <w:ilvl w:val="0"/>
          <w:numId w:val="7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color w:val="373737"/>
          <w:lang w:eastAsia="en-NZ"/>
        </w:rPr>
      </w:pPr>
      <w:r w:rsidRPr="008D03ED">
        <w:rPr>
          <w:rFonts w:eastAsia="Times New Roman" w:cstheme="minorHAnsi"/>
          <w:color w:val="373737"/>
          <w:lang w:eastAsia="en-NZ"/>
        </w:rPr>
        <w:t>Thomas Campbell (Montgomery), </w:t>
      </w:r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>The Darling Buds of May</w:t>
      </w:r>
      <w:r w:rsidRPr="008D03ED">
        <w:rPr>
          <w:rFonts w:eastAsia="Times New Roman" w:cstheme="minorHAnsi"/>
          <w:color w:val="373737"/>
          <w:lang w:eastAsia="en-NZ"/>
        </w:rPr>
        <w:t>, Dolphin Theatre</w:t>
      </w:r>
    </w:p>
    <w:p w:rsidR="008D03ED" w:rsidRPr="008D03ED" w:rsidRDefault="008D03ED" w:rsidP="008D03ED">
      <w:pPr>
        <w:shd w:val="clear" w:color="auto" w:fill="FFFFFF"/>
        <w:spacing w:line="366" w:lineRule="atLeast"/>
        <w:textAlignment w:val="baseline"/>
        <w:rPr>
          <w:rFonts w:eastAsia="Times New Roman" w:cstheme="minorHAnsi"/>
          <w:color w:val="373737"/>
          <w:lang w:eastAsia="en-NZ"/>
        </w:rPr>
      </w:pPr>
      <w:r w:rsidRPr="008D03ED">
        <w:rPr>
          <w:rFonts w:eastAsia="Times New Roman" w:cstheme="minorHAnsi"/>
          <w:b/>
          <w:bCs/>
          <w:color w:val="373737"/>
          <w:u w:val="single"/>
          <w:bdr w:val="none" w:sz="0" w:space="0" w:color="auto" w:frame="1"/>
          <w:lang w:eastAsia="en-NZ"/>
        </w:rPr>
        <w:lastRenderedPageBreak/>
        <w:t>Best Female Actor in a Minor Role</w:t>
      </w:r>
    </w:p>
    <w:p w:rsidR="008D03ED" w:rsidRPr="008D03ED" w:rsidRDefault="008D03ED" w:rsidP="008D03ED">
      <w:pPr>
        <w:numPr>
          <w:ilvl w:val="0"/>
          <w:numId w:val="8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color w:val="373737"/>
          <w:lang w:eastAsia="en-NZ"/>
        </w:rPr>
      </w:pPr>
      <w:proofErr w:type="spellStart"/>
      <w:r w:rsidRPr="008D03ED">
        <w:rPr>
          <w:rFonts w:eastAsia="Times New Roman" w:cstheme="minorHAnsi"/>
          <w:color w:val="373737"/>
          <w:lang w:eastAsia="en-NZ"/>
        </w:rPr>
        <w:t>Bronwen</w:t>
      </w:r>
      <w:proofErr w:type="spellEnd"/>
      <w:r w:rsidRPr="008D03ED">
        <w:rPr>
          <w:rFonts w:eastAsia="Times New Roman" w:cstheme="minorHAnsi"/>
          <w:color w:val="373737"/>
          <w:lang w:eastAsia="en-NZ"/>
        </w:rPr>
        <w:t xml:space="preserve"> Arlington (Vi), </w:t>
      </w:r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>Memory of Water</w:t>
      </w:r>
      <w:r w:rsidRPr="008D03ED">
        <w:rPr>
          <w:rFonts w:eastAsia="Times New Roman" w:cstheme="minorHAnsi"/>
          <w:color w:val="373737"/>
          <w:lang w:eastAsia="en-NZ"/>
        </w:rPr>
        <w:t>, Dolphin Theatre</w:t>
      </w:r>
    </w:p>
    <w:p w:rsidR="008D03ED" w:rsidRPr="008D03ED" w:rsidRDefault="008D03ED" w:rsidP="008D03ED">
      <w:pPr>
        <w:numPr>
          <w:ilvl w:val="0"/>
          <w:numId w:val="8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b/>
          <w:color w:val="373737"/>
          <w:lang w:eastAsia="en-NZ"/>
        </w:rPr>
      </w:pPr>
      <w:r w:rsidRPr="008D03ED">
        <w:rPr>
          <w:rFonts w:eastAsia="Times New Roman" w:cstheme="minorHAnsi"/>
          <w:b/>
          <w:color w:val="373737"/>
          <w:lang w:eastAsia="en-NZ"/>
        </w:rPr>
        <w:t xml:space="preserve">Catherine </w:t>
      </w:r>
      <w:proofErr w:type="spellStart"/>
      <w:r w:rsidRPr="008D03ED">
        <w:rPr>
          <w:rFonts w:eastAsia="Times New Roman" w:cstheme="minorHAnsi"/>
          <w:b/>
          <w:color w:val="373737"/>
          <w:lang w:eastAsia="en-NZ"/>
        </w:rPr>
        <w:t>Syme</w:t>
      </w:r>
      <w:proofErr w:type="spellEnd"/>
      <w:r w:rsidRPr="008D03ED">
        <w:rPr>
          <w:rFonts w:eastAsia="Times New Roman" w:cstheme="minorHAnsi"/>
          <w:b/>
          <w:color w:val="373737"/>
          <w:lang w:eastAsia="en-NZ"/>
        </w:rPr>
        <w:t xml:space="preserve"> (Brenda </w:t>
      </w:r>
      <w:proofErr w:type="spellStart"/>
      <w:r w:rsidRPr="008D03ED">
        <w:rPr>
          <w:rFonts w:eastAsia="Times New Roman" w:cstheme="minorHAnsi"/>
          <w:b/>
          <w:color w:val="373737"/>
          <w:lang w:eastAsia="en-NZ"/>
        </w:rPr>
        <w:t>Hulse</w:t>
      </w:r>
      <w:proofErr w:type="spellEnd"/>
      <w:r w:rsidRPr="008D03ED">
        <w:rPr>
          <w:rFonts w:eastAsia="Times New Roman" w:cstheme="minorHAnsi"/>
          <w:b/>
          <w:color w:val="373737"/>
          <w:lang w:eastAsia="en-NZ"/>
        </w:rPr>
        <w:t>), </w:t>
      </w:r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>Calendar Girls</w:t>
      </w:r>
      <w:r w:rsidRPr="008D03ED">
        <w:rPr>
          <w:rFonts w:eastAsia="Times New Roman" w:cstheme="minorHAnsi"/>
          <w:b/>
          <w:color w:val="373737"/>
          <w:lang w:eastAsia="en-NZ"/>
        </w:rPr>
        <w:t>, Dolphin Theatre</w:t>
      </w:r>
      <w:r>
        <w:rPr>
          <w:rFonts w:eastAsia="Times New Roman" w:cstheme="minorHAnsi"/>
          <w:b/>
          <w:color w:val="373737"/>
          <w:lang w:eastAsia="en-NZ"/>
        </w:rPr>
        <w:t xml:space="preserve"> </w:t>
      </w:r>
      <w:r>
        <w:rPr>
          <w:rFonts w:eastAsia="Times New Roman" w:cstheme="minorHAnsi"/>
          <w:b/>
          <w:i/>
          <w:color w:val="373737"/>
          <w:lang w:eastAsia="en-NZ"/>
        </w:rPr>
        <w:t>(Winner)</w:t>
      </w:r>
    </w:p>
    <w:p w:rsidR="008D03ED" w:rsidRPr="008D03ED" w:rsidRDefault="008D03ED" w:rsidP="008D03ED">
      <w:pPr>
        <w:numPr>
          <w:ilvl w:val="0"/>
          <w:numId w:val="8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color w:val="373737"/>
          <w:lang w:eastAsia="en-NZ"/>
        </w:rPr>
      </w:pPr>
      <w:r w:rsidRPr="008D03ED">
        <w:rPr>
          <w:rFonts w:eastAsia="Times New Roman" w:cstheme="minorHAnsi"/>
          <w:color w:val="373737"/>
          <w:lang w:eastAsia="en-NZ"/>
        </w:rPr>
        <w:t xml:space="preserve">Jenifer </w:t>
      </w:r>
      <w:proofErr w:type="spellStart"/>
      <w:r w:rsidRPr="008D03ED">
        <w:rPr>
          <w:rFonts w:eastAsia="Times New Roman" w:cstheme="minorHAnsi"/>
          <w:color w:val="373737"/>
          <w:lang w:eastAsia="en-NZ"/>
        </w:rPr>
        <w:t>Cottier</w:t>
      </w:r>
      <w:proofErr w:type="spellEnd"/>
      <w:r w:rsidRPr="008D03ED">
        <w:rPr>
          <w:rFonts w:eastAsia="Times New Roman" w:cstheme="minorHAnsi"/>
          <w:color w:val="373737"/>
          <w:lang w:eastAsia="en-NZ"/>
        </w:rPr>
        <w:t xml:space="preserve"> (Mother), </w:t>
      </w:r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>It Runs In The Family</w:t>
      </w:r>
      <w:r w:rsidRPr="008D03ED">
        <w:rPr>
          <w:rFonts w:eastAsia="Times New Roman" w:cstheme="minorHAnsi"/>
          <w:color w:val="373737"/>
          <w:lang w:eastAsia="en-NZ"/>
        </w:rPr>
        <w:t xml:space="preserve">, </w:t>
      </w:r>
      <w:proofErr w:type="spellStart"/>
      <w:r w:rsidRPr="008D03ED">
        <w:rPr>
          <w:rFonts w:eastAsia="Times New Roman" w:cstheme="minorHAnsi"/>
          <w:color w:val="373737"/>
          <w:lang w:eastAsia="en-NZ"/>
        </w:rPr>
        <w:t>Shoreside</w:t>
      </w:r>
      <w:proofErr w:type="spellEnd"/>
      <w:r w:rsidRPr="008D03ED">
        <w:rPr>
          <w:rFonts w:eastAsia="Times New Roman" w:cstheme="minorHAnsi"/>
          <w:color w:val="373737"/>
          <w:lang w:eastAsia="en-NZ"/>
        </w:rPr>
        <w:t xml:space="preserve"> Theatre</w:t>
      </w:r>
    </w:p>
    <w:p w:rsidR="008D03ED" w:rsidRPr="008D03ED" w:rsidRDefault="008D03ED" w:rsidP="008D03ED">
      <w:pPr>
        <w:numPr>
          <w:ilvl w:val="0"/>
          <w:numId w:val="8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color w:val="373737"/>
          <w:lang w:eastAsia="en-NZ"/>
        </w:rPr>
      </w:pPr>
      <w:r w:rsidRPr="008D03ED">
        <w:rPr>
          <w:rFonts w:eastAsia="Times New Roman" w:cstheme="minorHAnsi"/>
          <w:color w:val="373737"/>
          <w:lang w:eastAsia="en-NZ"/>
        </w:rPr>
        <w:t xml:space="preserve">Jessica </w:t>
      </w:r>
      <w:proofErr w:type="spellStart"/>
      <w:r w:rsidRPr="008D03ED">
        <w:rPr>
          <w:rFonts w:eastAsia="Times New Roman" w:cstheme="minorHAnsi"/>
          <w:color w:val="373737"/>
          <w:lang w:eastAsia="en-NZ"/>
        </w:rPr>
        <w:t>Stansfield</w:t>
      </w:r>
      <w:proofErr w:type="spellEnd"/>
      <w:r w:rsidRPr="008D03ED">
        <w:rPr>
          <w:rFonts w:eastAsia="Times New Roman" w:cstheme="minorHAnsi"/>
          <w:color w:val="373737"/>
          <w:lang w:eastAsia="en-NZ"/>
        </w:rPr>
        <w:t xml:space="preserve"> (Elaine), </w:t>
      </w:r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>Calendar Girls</w:t>
      </w:r>
      <w:r w:rsidRPr="008D03ED">
        <w:rPr>
          <w:rFonts w:eastAsia="Times New Roman" w:cstheme="minorHAnsi"/>
          <w:color w:val="373737"/>
          <w:lang w:eastAsia="en-NZ"/>
        </w:rPr>
        <w:t>, Dolphin Theatre</w:t>
      </w:r>
    </w:p>
    <w:p w:rsidR="008D03ED" w:rsidRPr="008D03ED" w:rsidRDefault="008D03ED" w:rsidP="008D03ED">
      <w:pPr>
        <w:numPr>
          <w:ilvl w:val="0"/>
          <w:numId w:val="8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color w:val="373737"/>
          <w:lang w:eastAsia="en-NZ"/>
        </w:rPr>
      </w:pPr>
      <w:r w:rsidRPr="008D03ED">
        <w:rPr>
          <w:rFonts w:eastAsia="Times New Roman" w:cstheme="minorHAnsi"/>
          <w:color w:val="373737"/>
          <w:lang w:eastAsia="en-NZ"/>
        </w:rPr>
        <w:t>Michelle Atkinson (The Gravedigger), </w:t>
      </w:r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>Hamlet</w:t>
      </w:r>
      <w:r w:rsidRPr="008D03ED">
        <w:rPr>
          <w:rFonts w:eastAsia="Times New Roman" w:cstheme="minorHAnsi"/>
          <w:color w:val="373737"/>
          <w:lang w:eastAsia="en-NZ"/>
        </w:rPr>
        <w:t xml:space="preserve">, </w:t>
      </w:r>
      <w:proofErr w:type="spellStart"/>
      <w:r w:rsidRPr="008D03ED">
        <w:rPr>
          <w:rFonts w:eastAsia="Times New Roman" w:cstheme="minorHAnsi"/>
          <w:color w:val="373737"/>
          <w:lang w:eastAsia="en-NZ"/>
        </w:rPr>
        <w:t>Shoreside</w:t>
      </w:r>
      <w:proofErr w:type="spellEnd"/>
      <w:r w:rsidRPr="008D03ED">
        <w:rPr>
          <w:rFonts w:eastAsia="Times New Roman" w:cstheme="minorHAnsi"/>
          <w:color w:val="373737"/>
          <w:lang w:eastAsia="en-NZ"/>
        </w:rPr>
        <w:t xml:space="preserve"> Theatre</w:t>
      </w:r>
    </w:p>
    <w:p w:rsidR="008D03ED" w:rsidRPr="008D03ED" w:rsidRDefault="008D03ED" w:rsidP="008D03ED">
      <w:pPr>
        <w:numPr>
          <w:ilvl w:val="0"/>
          <w:numId w:val="8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color w:val="373737"/>
          <w:lang w:eastAsia="en-NZ"/>
        </w:rPr>
      </w:pPr>
      <w:r w:rsidRPr="008D03ED">
        <w:rPr>
          <w:rFonts w:eastAsia="Times New Roman" w:cstheme="minorHAnsi"/>
          <w:color w:val="373737"/>
          <w:lang w:eastAsia="en-NZ"/>
        </w:rPr>
        <w:t xml:space="preserve">Nadine </w:t>
      </w:r>
      <w:proofErr w:type="spellStart"/>
      <w:r w:rsidRPr="008D03ED">
        <w:rPr>
          <w:rFonts w:eastAsia="Times New Roman" w:cstheme="minorHAnsi"/>
          <w:color w:val="373737"/>
          <w:lang w:eastAsia="en-NZ"/>
        </w:rPr>
        <w:t>Tibbetts</w:t>
      </w:r>
      <w:proofErr w:type="spellEnd"/>
      <w:r w:rsidRPr="008D03ED">
        <w:rPr>
          <w:rFonts w:eastAsia="Times New Roman" w:cstheme="minorHAnsi"/>
          <w:color w:val="373737"/>
          <w:lang w:eastAsia="en-NZ"/>
        </w:rPr>
        <w:t xml:space="preserve"> (June), </w:t>
      </w:r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>Chicago</w:t>
      </w:r>
      <w:r w:rsidRPr="008D03ED">
        <w:rPr>
          <w:rFonts w:eastAsia="Times New Roman" w:cstheme="minorHAnsi"/>
          <w:color w:val="373737"/>
          <w:lang w:eastAsia="en-NZ"/>
        </w:rPr>
        <w:t>, Playhouse Theatre</w:t>
      </w:r>
    </w:p>
    <w:p w:rsidR="008D03ED" w:rsidRPr="008D03ED" w:rsidRDefault="008D03ED" w:rsidP="008D03ED">
      <w:pPr>
        <w:shd w:val="clear" w:color="auto" w:fill="FFFFFF"/>
        <w:spacing w:line="366" w:lineRule="atLeast"/>
        <w:textAlignment w:val="baseline"/>
        <w:rPr>
          <w:rFonts w:eastAsia="Times New Roman" w:cstheme="minorHAnsi"/>
          <w:color w:val="373737"/>
          <w:lang w:eastAsia="en-NZ"/>
        </w:rPr>
      </w:pPr>
      <w:r w:rsidRPr="008D03ED">
        <w:rPr>
          <w:rFonts w:eastAsia="Times New Roman" w:cstheme="minorHAnsi"/>
          <w:b/>
          <w:bCs/>
          <w:color w:val="373737"/>
          <w:u w:val="single"/>
          <w:bdr w:val="none" w:sz="0" w:space="0" w:color="auto" w:frame="1"/>
          <w:lang w:eastAsia="en-NZ"/>
        </w:rPr>
        <w:t>Best Male Actor in a Supporting Role</w:t>
      </w:r>
    </w:p>
    <w:p w:rsidR="008D03ED" w:rsidRPr="008D03ED" w:rsidRDefault="008D03ED" w:rsidP="008D03ED">
      <w:pPr>
        <w:numPr>
          <w:ilvl w:val="0"/>
          <w:numId w:val="9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color w:val="373737"/>
          <w:lang w:eastAsia="en-NZ"/>
        </w:rPr>
      </w:pPr>
      <w:r w:rsidRPr="008D03ED">
        <w:rPr>
          <w:rFonts w:eastAsia="Times New Roman" w:cstheme="minorHAnsi"/>
          <w:color w:val="373737"/>
          <w:lang w:eastAsia="en-NZ"/>
        </w:rPr>
        <w:t>Greg Bailey (Gerald Croft), </w:t>
      </w:r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>An Inspector Calls, </w:t>
      </w:r>
      <w:proofErr w:type="spellStart"/>
      <w:r w:rsidRPr="008D03ED">
        <w:rPr>
          <w:rFonts w:eastAsia="Times New Roman" w:cstheme="minorHAnsi"/>
          <w:color w:val="373737"/>
          <w:lang w:eastAsia="en-NZ"/>
        </w:rPr>
        <w:t>Centrestage</w:t>
      </w:r>
      <w:proofErr w:type="spellEnd"/>
      <w:r w:rsidRPr="008D03ED">
        <w:rPr>
          <w:rFonts w:eastAsia="Times New Roman" w:cstheme="minorHAnsi"/>
          <w:color w:val="373737"/>
          <w:lang w:eastAsia="en-NZ"/>
        </w:rPr>
        <w:t xml:space="preserve"> Theatre</w:t>
      </w:r>
    </w:p>
    <w:p w:rsidR="008D03ED" w:rsidRPr="008D03ED" w:rsidRDefault="008D03ED" w:rsidP="008D03ED">
      <w:pPr>
        <w:numPr>
          <w:ilvl w:val="0"/>
          <w:numId w:val="9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color w:val="373737"/>
          <w:lang w:eastAsia="en-NZ"/>
        </w:rPr>
      </w:pPr>
      <w:r w:rsidRPr="008D03ED">
        <w:rPr>
          <w:rFonts w:eastAsia="Times New Roman" w:cstheme="minorHAnsi"/>
          <w:color w:val="373737"/>
          <w:lang w:eastAsia="en-NZ"/>
        </w:rPr>
        <w:t>Paul Dickens (Amos Hart), </w:t>
      </w:r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>Chicago</w:t>
      </w:r>
      <w:r w:rsidRPr="008D03ED">
        <w:rPr>
          <w:rFonts w:eastAsia="Times New Roman" w:cstheme="minorHAnsi"/>
          <w:color w:val="373737"/>
          <w:lang w:eastAsia="en-NZ"/>
        </w:rPr>
        <w:t>, Playhouse Theatre</w:t>
      </w:r>
    </w:p>
    <w:p w:rsidR="008D03ED" w:rsidRPr="008D03ED" w:rsidRDefault="008D03ED" w:rsidP="008D03ED">
      <w:pPr>
        <w:numPr>
          <w:ilvl w:val="0"/>
          <w:numId w:val="9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color w:val="373737"/>
          <w:lang w:eastAsia="en-NZ"/>
        </w:rPr>
      </w:pPr>
      <w:r w:rsidRPr="008D03ED">
        <w:rPr>
          <w:rFonts w:eastAsia="Times New Roman" w:cstheme="minorHAnsi"/>
          <w:color w:val="373737"/>
          <w:lang w:eastAsia="en-NZ"/>
        </w:rPr>
        <w:t>Mark Wilson (Laertes)</w:t>
      </w:r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>, Hamlet</w:t>
      </w:r>
      <w:r w:rsidRPr="008D03ED">
        <w:rPr>
          <w:rFonts w:eastAsia="Times New Roman" w:cstheme="minorHAnsi"/>
          <w:color w:val="373737"/>
          <w:lang w:eastAsia="en-NZ"/>
        </w:rPr>
        <w:t xml:space="preserve">, </w:t>
      </w:r>
      <w:proofErr w:type="spellStart"/>
      <w:r w:rsidRPr="008D03ED">
        <w:rPr>
          <w:rFonts w:eastAsia="Times New Roman" w:cstheme="minorHAnsi"/>
          <w:color w:val="373737"/>
          <w:lang w:eastAsia="en-NZ"/>
        </w:rPr>
        <w:t>Shoreside</w:t>
      </w:r>
      <w:proofErr w:type="spellEnd"/>
      <w:r w:rsidRPr="008D03ED">
        <w:rPr>
          <w:rFonts w:eastAsia="Times New Roman" w:cstheme="minorHAnsi"/>
          <w:color w:val="373737"/>
          <w:lang w:eastAsia="en-NZ"/>
        </w:rPr>
        <w:t xml:space="preserve"> Theatre</w:t>
      </w:r>
    </w:p>
    <w:p w:rsidR="008D03ED" w:rsidRPr="008D03ED" w:rsidRDefault="008D03ED" w:rsidP="008D03ED">
      <w:pPr>
        <w:numPr>
          <w:ilvl w:val="0"/>
          <w:numId w:val="9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color w:val="373737"/>
          <w:lang w:eastAsia="en-NZ"/>
        </w:rPr>
      </w:pPr>
      <w:r w:rsidRPr="008D03ED">
        <w:rPr>
          <w:rFonts w:eastAsia="Times New Roman" w:cstheme="minorHAnsi"/>
          <w:color w:val="373737"/>
          <w:lang w:eastAsia="en-NZ"/>
        </w:rPr>
        <w:t>Matthew Van Der Berg (Bill), </w:t>
      </w:r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>On Golden Pond</w:t>
      </w:r>
      <w:r w:rsidRPr="008D03ED">
        <w:rPr>
          <w:rFonts w:eastAsia="Times New Roman" w:cstheme="minorHAnsi"/>
          <w:color w:val="373737"/>
          <w:lang w:eastAsia="en-NZ"/>
        </w:rPr>
        <w:t>, Dolphin Theatre</w:t>
      </w:r>
    </w:p>
    <w:p w:rsidR="008D03ED" w:rsidRPr="008D03ED" w:rsidRDefault="008D03ED" w:rsidP="008D03ED">
      <w:pPr>
        <w:numPr>
          <w:ilvl w:val="0"/>
          <w:numId w:val="9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b/>
          <w:color w:val="373737"/>
          <w:lang w:eastAsia="en-NZ"/>
        </w:rPr>
      </w:pPr>
      <w:r w:rsidRPr="008D03ED">
        <w:rPr>
          <w:rFonts w:eastAsia="Times New Roman" w:cstheme="minorHAnsi"/>
          <w:b/>
          <w:color w:val="373737"/>
          <w:lang w:eastAsia="en-NZ"/>
        </w:rPr>
        <w:t>Ted Bryant (The Conductor), </w:t>
      </w:r>
      <w:proofErr w:type="spellStart"/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>Brassed</w:t>
      </w:r>
      <w:proofErr w:type="spellEnd"/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 xml:space="preserve"> Off</w:t>
      </w:r>
      <w:r w:rsidRPr="008D03ED">
        <w:rPr>
          <w:rFonts w:eastAsia="Times New Roman" w:cstheme="minorHAnsi"/>
          <w:b/>
          <w:color w:val="373737"/>
          <w:lang w:eastAsia="en-NZ"/>
        </w:rPr>
        <w:t>, Playhouse Theatre</w:t>
      </w:r>
      <w:r>
        <w:rPr>
          <w:rFonts w:eastAsia="Times New Roman" w:cstheme="minorHAnsi"/>
          <w:b/>
          <w:color w:val="373737"/>
          <w:lang w:eastAsia="en-NZ"/>
        </w:rPr>
        <w:t xml:space="preserve"> </w:t>
      </w:r>
      <w:r>
        <w:rPr>
          <w:rFonts w:eastAsia="Times New Roman" w:cstheme="minorHAnsi"/>
          <w:b/>
          <w:i/>
          <w:color w:val="373737"/>
          <w:lang w:eastAsia="en-NZ"/>
        </w:rPr>
        <w:t>(Winner)</w:t>
      </w:r>
    </w:p>
    <w:p w:rsidR="008D03ED" w:rsidRPr="008D03ED" w:rsidRDefault="008D03ED" w:rsidP="008D03ED">
      <w:pPr>
        <w:shd w:val="clear" w:color="auto" w:fill="FFFFFF"/>
        <w:spacing w:line="366" w:lineRule="atLeast"/>
        <w:textAlignment w:val="baseline"/>
        <w:rPr>
          <w:rFonts w:eastAsia="Times New Roman" w:cstheme="minorHAnsi"/>
          <w:color w:val="373737"/>
          <w:lang w:eastAsia="en-NZ"/>
        </w:rPr>
      </w:pPr>
      <w:r w:rsidRPr="008D03ED">
        <w:rPr>
          <w:rFonts w:eastAsia="Times New Roman" w:cstheme="minorHAnsi"/>
          <w:b/>
          <w:bCs/>
          <w:color w:val="373737"/>
          <w:u w:val="single"/>
          <w:bdr w:val="none" w:sz="0" w:space="0" w:color="auto" w:frame="1"/>
          <w:lang w:eastAsia="en-NZ"/>
        </w:rPr>
        <w:t>Best Female Actor in a Supporting Role</w:t>
      </w:r>
    </w:p>
    <w:p w:rsidR="008D03ED" w:rsidRPr="008D03ED" w:rsidRDefault="008D03ED" w:rsidP="008D03ED">
      <w:pPr>
        <w:numPr>
          <w:ilvl w:val="0"/>
          <w:numId w:val="10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color w:val="373737"/>
          <w:lang w:eastAsia="en-NZ"/>
        </w:rPr>
      </w:pPr>
      <w:r w:rsidRPr="008D03ED">
        <w:rPr>
          <w:rFonts w:eastAsia="Times New Roman" w:cstheme="minorHAnsi"/>
          <w:color w:val="373737"/>
          <w:lang w:eastAsia="en-NZ"/>
        </w:rPr>
        <w:t xml:space="preserve">Chloe </w:t>
      </w:r>
      <w:proofErr w:type="spellStart"/>
      <w:r w:rsidRPr="008D03ED">
        <w:rPr>
          <w:rFonts w:eastAsia="Times New Roman" w:cstheme="minorHAnsi"/>
          <w:color w:val="373737"/>
          <w:lang w:eastAsia="en-NZ"/>
        </w:rPr>
        <w:t>Elsmore</w:t>
      </w:r>
      <w:proofErr w:type="spellEnd"/>
      <w:r w:rsidRPr="008D03ED">
        <w:rPr>
          <w:rFonts w:eastAsia="Times New Roman" w:cstheme="minorHAnsi"/>
          <w:color w:val="373737"/>
          <w:lang w:eastAsia="en-NZ"/>
        </w:rPr>
        <w:t xml:space="preserve"> (Pamela), </w:t>
      </w:r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>The 39 Steps</w:t>
      </w:r>
      <w:r w:rsidRPr="008D03ED">
        <w:rPr>
          <w:rFonts w:eastAsia="Times New Roman" w:cstheme="minorHAnsi"/>
          <w:color w:val="373737"/>
          <w:lang w:eastAsia="en-NZ"/>
        </w:rPr>
        <w:t xml:space="preserve">, </w:t>
      </w:r>
      <w:proofErr w:type="spellStart"/>
      <w:r w:rsidRPr="008D03ED">
        <w:rPr>
          <w:rFonts w:eastAsia="Times New Roman" w:cstheme="minorHAnsi"/>
          <w:color w:val="373737"/>
          <w:lang w:eastAsia="en-NZ"/>
        </w:rPr>
        <w:t>Mairangi</w:t>
      </w:r>
      <w:proofErr w:type="spellEnd"/>
      <w:r w:rsidRPr="008D03ED">
        <w:rPr>
          <w:rFonts w:eastAsia="Times New Roman" w:cstheme="minorHAnsi"/>
          <w:color w:val="373737"/>
          <w:lang w:eastAsia="en-NZ"/>
        </w:rPr>
        <w:t xml:space="preserve"> Players</w:t>
      </w:r>
    </w:p>
    <w:p w:rsidR="008D03ED" w:rsidRPr="008D03ED" w:rsidRDefault="008D03ED" w:rsidP="008D03ED">
      <w:pPr>
        <w:numPr>
          <w:ilvl w:val="0"/>
          <w:numId w:val="10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color w:val="373737"/>
          <w:lang w:eastAsia="en-NZ"/>
        </w:rPr>
      </w:pPr>
      <w:r w:rsidRPr="008D03ED">
        <w:rPr>
          <w:rFonts w:eastAsia="Times New Roman" w:cstheme="minorHAnsi"/>
          <w:color w:val="373737"/>
          <w:lang w:eastAsia="en-NZ"/>
        </w:rPr>
        <w:t xml:space="preserve">June Britton (Miss </w:t>
      </w:r>
      <w:proofErr w:type="spellStart"/>
      <w:r w:rsidRPr="008D03ED">
        <w:rPr>
          <w:rFonts w:eastAsia="Times New Roman" w:cstheme="minorHAnsi"/>
          <w:color w:val="373737"/>
          <w:lang w:eastAsia="en-NZ"/>
        </w:rPr>
        <w:t>Pilchester</w:t>
      </w:r>
      <w:proofErr w:type="spellEnd"/>
      <w:r w:rsidRPr="008D03ED">
        <w:rPr>
          <w:rFonts w:eastAsia="Times New Roman" w:cstheme="minorHAnsi"/>
          <w:color w:val="373737"/>
          <w:lang w:eastAsia="en-NZ"/>
        </w:rPr>
        <w:t>), </w:t>
      </w:r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>The Darling Buds of May</w:t>
      </w:r>
      <w:r w:rsidRPr="008D03ED">
        <w:rPr>
          <w:rFonts w:eastAsia="Times New Roman" w:cstheme="minorHAnsi"/>
          <w:color w:val="373737"/>
          <w:lang w:eastAsia="en-NZ"/>
        </w:rPr>
        <w:t>, Dolphin Theatre</w:t>
      </w:r>
    </w:p>
    <w:p w:rsidR="008D03ED" w:rsidRPr="008D03ED" w:rsidRDefault="008D03ED" w:rsidP="008D03ED">
      <w:pPr>
        <w:numPr>
          <w:ilvl w:val="0"/>
          <w:numId w:val="10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color w:val="373737"/>
          <w:lang w:eastAsia="en-NZ"/>
        </w:rPr>
      </w:pPr>
      <w:r w:rsidRPr="008D03ED">
        <w:rPr>
          <w:rFonts w:eastAsia="Times New Roman" w:cstheme="minorHAnsi"/>
          <w:color w:val="373737"/>
          <w:lang w:eastAsia="en-NZ"/>
        </w:rPr>
        <w:t xml:space="preserve">Katherine </w:t>
      </w:r>
      <w:proofErr w:type="spellStart"/>
      <w:r w:rsidRPr="008D03ED">
        <w:rPr>
          <w:rFonts w:eastAsia="Times New Roman" w:cstheme="minorHAnsi"/>
          <w:color w:val="373737"/>
          <w:lang w:eastAsia="en-NZ"/>
        </w:rPr>
        <w:t>Mewett</w:t>
      </w:r>
      <w:proofErr w:type="spellEnd"/>
      <w:r w:rsidRPr="008D03ED">
        <w:rPr>
          <w:rFonts w:eastAsia="Times New Roman" w:cstheme="minorHAnsi"/>
          <w:color w:val="373737"/>
          <w:lang w:eastAsia="en-NZ"/>
        </w:rPr>
        <w:t xml:space="preserve"> (Sheila Birling), </w:t>
      </w:r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>An Inspector Calls</w:t>
      </w:r>
      <w:r w:rsidRPr="008D03ED">
        <w:rPr>
          <w:rFonts w:eastAsia="Times New Roman" w:cstheme="minorHAnsi"/>
          <w:color w:val="373737"/>
          <w:lang w:eastAsia="en-NZ"/>
        </w:rPr>
        <w:t xml:space="preserve">, </w:t>
      </w:r>
      <w:proofErr w:type="spellStart"/>
      <w:r w:rsidRPr="008D03ED">
        <w:rPr>
          <w:rFonts w:eastAsia="Times New Roman" w:cstheme="minorHAnsi"/>
          <w:color w:val="373737"/>
          <w:lang w:eastAsia="en-NZ"/>
        </w:rPr>
        <w:t>Centrestage</w:t>
      </w:r>
      <w:proofErr w:type="spellEnd"/>
      <w:r w:rsidRPr="008D03ED">
        <w:rPr>
          <w:rFonts w:eastAsia="Times New Roman" w:cstheme="minorHAnsi"/>
          <w:color w:val="373737"/>
          <w:lang w:eastAsia="en-NZ"/>
        </w:rPr>
        <w:t xml:space="preserve"> Theatre</w:t>
      </w:r>
    </w:p>
    <w:p w:rsidR="008D03ED" w:rsidRPr="008D03ED" w:rsidRDefault="008D03ED" w:rsidP="008D03ED">
      <w:pPr>
        <w:numPr>
          <w:ilvl w:val="0"/>
          <w:numId w:val="10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color w:val="373737"/>
          <w:lang w:eastAsia="en-NZ"/>
        </w:rPr>
      </w:pPr>
      <w:r w:rsidRPr="008D03ED">
        <w:rPr>
          <w:rFonts w:eastAsia="Times New Roman" w:cstheme="minorHAnsi"/>
          <w:color w:val="373737"/>
          <w:lang w:eastAsia="en-NZ"/>
        </w:rPr>
        <w:t>Patricia Bell (Cora),</w:t>
      </w:r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> Calendar Girls</w:t>
      </w:r>
      <w:r w:rsidRPr="008D03ED">
        <w:rPr>
          <w:rFonts w:eastAsia="Times New Roman" w:cstheme="minorHAnsi"/>
          <w:color w:val="373737"/>
          <w:lang w:eastAsia="en-NZ"/>
        </w:rPr>
        <w:t>, Dolphin Theatre</w:t>
      </w:r>
    </w:p>
    <w:p w:rsidR="008D03ED" w:rsidRPr="008D03ED" w:rsidRDefault="008D03ED" w:rsidP="008D03ED">
      <w:pPr>
        <w:numPr>
          <w:ilvl w:val="0"/>
          <w:numId w:val="10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color w:val="373737"/>
          <w:lang w:eastAsia="en-NZ"/>
        </w:rPr>
      </w:pPr>
      <w:r w:rsidRPr="008D03ED">
        <w:rPr>
          <w:rFonts w:eastAsia="Times New Roman" w:cstheme="minorHAnsi"/>
          <w:color w:val="373737"/>
          <w:lang w:eastAsia="en-NZ"/>
        </w:rPr>
        <w:t xml:space="preserve">Sharon </w:t>
      </w:r>
      <w:proofErr w:type="spellStart"/>
      <w:r w:rsidRPr="008D03ED">
        <w:rPr>
          <w:rFonts w:eastAsia="Times New Roman" w:cstheme="minorHAnsi"/>
          <w:color w:val="373737"/>
          <w:lang w:eastAsia="en-NZ"/>
        </w:rPr>
        <w:t>Hewletts</w:t>
      </w:r>
      <w:proofErr w:type="spellEnd"/>
      <w:r w:rsidRPr="008D03ED">
        <w:rPr>
          <w:rFonts w:eastAsia="Times New Roman" w:cstheme="minorHAnsi"/>
          <w:color w:val="373737"/>
          <w:lang w:eastAsia="en-NZ"/>
        </w:rPr>
        <w:t xml:space="preserve"> (Matron), </w:t>
      </w:r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>Chicago</w:t>
      </w:r>
      <w:r w:rsidRPr="008D03ED">
        <w:rPr>
          <w:rFonts w:eastAsia="Times New Roman" w:cstheme="minorHAnsi"/>
          <w:color w:val="373737"/>
          <w:lang w:eastAsia="en-NZ"/>
        </w:rPr>
        <w:t>, Playhouse Theatre</w:t>
      </w:r>
    </w:p>
    <w:p w:rsidR="008D03ED" w:rsidRPr="008D03ED" w:rsidRDefault="008D03ED" w:rsidP="008D03ED">
      <w:pPr>
        <w:numPr>
          <w:ilvl w:val="0"/>
          <w:numId w:val="10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b/>
          <w:color w:val="373737"/>
          <w:lang w:eastAsia="en-NZ"/>
        </w:rPr>
      </w:pPr>
      <w:r w:rsidRPr="008D03ED">
        <w:rPr>
          <w:rFonts w:eastAsia="Times New Roman" w:cstheme="minorHAnsi"/>
          <w:b/>
          <w:color w:val="373737"/>
          <w:lang w:eastAsia="en-NZ"/>
        </w:rPr>
        <w:t>Valerie Carroll (Catherine), </w:t>
      </w:r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>Memory of Water</w:t>
      </w:r>
      <w:r w:rsidRPr="008D03ED">
        <w:rPr>
          <w:rFonts w:eastAsia="Times New Roman" w:cstheme="minorHAnsi"/>
          <w:b/>
          <w:color w:val="373737"/>
          <w:lang w:eastAsia="en-NZ"/>
        </w:rPr>
        <w:t>, Dolphin Theatre</w:t>
      </w:r>
      <w:r>
        <w:rPr>
          <w:rFonts w:eastAsia="Times New Roman" w:cstheme="minorHAnsi"/>
          <w:b/>
          <w:color w:val="373737"/>
          <w:lang w:eastAsia="en-NZ"/>
        </w:rPr>
        <w:t xml:space="preserve"> </w:t>
      </w:r>
      <w:r>
        <w:rPr>
          <w:rFonts w:eastAsia="Times New Roman" w:cstheme="minorHAnsi"/>
          <w:b/>
          <w:i/>
          <w:color w:val="373737"/>
          <w:lang w:eastAsia="en-NZ"/>
        </w:rPr>
        <w:t>(Winner)</w:t>
      </w:r>
    </w:p>
    <w:p w:rsidR="008D03ED" w:rsidRDefault="008D03ED">
      <w:pPr>
        <w:rPr>
          <w:rFonts w:eastAsia="Times New Roman" w:cstheme="minorHAnsi"/>
          <w:b/>
          <w:bCs/>
          <w:color w:val="373737"/>
          <w:u w:val="single"/>
          <w:bdr w:val="none" w:sz="0" w:space="0" w:color="auto" w:frame="1"/>
          <w:lang w:eastAsia="en-NZ"/>
        </w:rPr>
      </w:pPr>
      <w:r>
        <w:rPr>
          <w:rFonts w:eastAsia="Times New Roman" w:cstheme="minorHAnsi"/>
          <w:b/>
          <w:bCs/>
          <w:color w:val="373737"/>
          <w:u w:val="single"/>
          <w:bdr w:val="none" w:sz="0" w:space="0" w:color="auto" w:frame="1"/>
          <w:lang w:eastAsia="en-NZ"/>
        </w:rPr>
        <w:br w:type="page"/>
      </w:r>
    </w:p>
    <w:p w:rsidR="008D03ED" w:rsidRPr="008D03ED" w:rsidRDefault="008D03ED" w:rsidP="008D03ED">
      <w:pPr>
        <w:shd w:val="clear" w:color="auto" w:fill="FFFFFF"/>
        <w:spacing w:line="366" w:lineRule="atLeast"/>
        <w:textAlignment w:val="baseline"/>
        <w:rPr>
          <w:rFonts w:eastAsia="Times New Roman" w:cstheme="minorHAnsi"/>
          <w:color w:val="373737"/>
          <w:lang w:eastAsia="en-NZ"/>
        </w:rPr>
      </w:pPr>
      <w:r w:rsidRPr="008D03ED">
        <w:rPr>
          <w:rFonts w:eastAsia="Times New Roman" w:cstheme="minorHAnsi"/>
          <w:b/>
          <w:bCs/>
          <w:color w:val="373737"/>
          <w:u w:val="single"/>
          <w:bdr w:val="none" w:sz="0" w:space="0" w:color="auto" w:frame="1"/>
          <w:lang w:eastAsia="en-NZ"/>
        </w:rPr>
        <w:lastRenderedPageBreak/>
        <w:t>Best Male Actor in a Leading Role</w:t>
      </w:r>
    </w:p>
    <w:p w:rsidR="008D03ED" w:rsidRPr="008D03ED" w:rsidRDefault="008D03ED" w:rsidP="008D03ED">
      <w:pPr>
        <w:numPr>
          <w:ilvl w:val="0"/>
          <w:numId w:val="11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color w:val="373737"/>
          <w:lang w:eastAsia="en-NZ"/>
        </w:rPr>
      </w:pPr>
      <w:r w:rsidRPr="008D03ED">
        <w:rPr>
          <w:rFonts w:eastAsia="Times New Roman" w:cstheme="minorHAnsi"/>
          <w:color w:val="373737"/>
          <w:lang w:eastAsia="en-NZ"/>
        </w:rPr>
        <w:t>Barry Spring (Norman), </w:t>
      </w:r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>On Golden Pond</w:t>
      </w:r>
      <w:r w:rsidRPr="008D03ED">
        <w:rPr>
          <w:rFonts w:eastAsia="Times New Roman" w:cstheme="minorHAnsi"/>
          <w:color w:val="373737"/>
          <w:lang w:eastAsia="en-NZ"/>
        </w:rPr>
        <w:t>, Dolphin Theatre</w:t>
      </w:r>
    </w:p>
    <w:p w:rsidR="008D03ED" w:rsidRPr="008D03ED" w:rsidRDefault="008D03ED" w:rsidP="008D03ED">
      <w:pPr>
        <w:numPr>
          <w:ilvl w:val="0"/>
          <w:numId w:val="11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color w:val="373737"/>
          <w:lang w:eastAsia="en-NZ"/>
        </w:rPr>
      </w:pPr>
      <w:r w:rsidRPr="008D03ED">
        <w:rPr>
          <w:rFonts w:eastAsia="Times New Roman" w:cstheme="minorHAnsi"/>
          <w:color w:val="373737"/>
          <w:lang w:eastAsia="en-NZ"/>
        </w:rPr>
        <w:t>Isaac White (Hamlet), </w:t>
      </w:r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>Hamlet</w:t>
      </w:r>
      <w:r w:rsidRPr="008D03ED">
        <w:rPr>
          <w:rFonts w:eastAsia="Times New Roman" w:cstheme="minorHAnsi"/>
          <w:color w:val="373737"/>
          <w:lang w:eastAsia="en-NZ"/>
        </w:rPr>
        <w:t xml:space="preserve">, </w:t>
      </w:r>
      <w:proofErr w:type="spellStart"/>
      <w:r w:rsidRPr="008D03ED">
        <w:rPr>
          <w:rFonts w:eastAsia="Times New Roman" w:cstheme="minorHAnsi"/>
          <w:color w:val="373737"/>
          <w:lang w:eastAsia="en-NZ"/>
        </w:rPr>
        <w:t>Shoreside</w:t>
      </w:r>
      <w:proofErr w:type="spellEnd"/>
      <w:r w:rsidRPr="008D03ED">
        <w:rPr>
          <w:rFonts w:eastAsia="Times New Roman" w:cstheme="minorHAnsi"/>
          <w:color w:val="373737"/>
          <w:lang w:eastAsia="en-NZ"/>
        </w:rPr>
        <w:t xml:space="preserve"> Theatre</w:t>
      </w:r>
    </w:p>
    <w:p w:rsidR="008D03ED" w:rsidRPr="008D03ED" w:rsidRDefault="008D03ED" w:rsidP="008D03ED">
      <w:pPr>
        <w:numPr>
          <w:ilvl w:val="0"/>
          <w:numId w:val="11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b/>
          <w:color w:val="373737"/>
          <w:lang w:eastAsia="en-NZ"/>
        </w:rPr>
      </w:pPr>
      <w:r w:rsidRPr="008D03ED">
        <w:rPr>
          <w:rFonts w:eastAsia="Times New Roman" w:cstheme="minorHAnsi"/>
          <w:b/>
          <w:color w:val="373737"/>
          <w:lang w:eastAsia="en-NZ"/>
        </w:rPr>
        <w:t>Jason Moffatt (Richard), </w:t>
      </w:r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>The 39 Steps</w:t>
      </w:r>
      <w:r w:rsidRPr="008D03ED">
        <w:rPr>
          <w:rFonts w:eastAsia="Times New Roman" w:cstheme="minorHAnsi"/>
          <w:b/>
          <w:color w:val="373737"/>
          <w:lang w:eastAsia="en-NZ"/>
        </w:rPr>
        <w:t xml:space="preserve">, </w:t>
      </w:r>
      <w:proofErr w:type="spellStart"/>
      <w:r w:rsidRPr="008D03ED">
        <w:rPr>
          <w:rFonts w:eastAsia="Times New Roman" w:cstheme="minorHAnsi"/>
          <w:b/>
          <w:color w:val="373737"/>
          <w:lang w:eastAsia="en-NZ"/>
        </w:rPr>
        <w:t>Mairangi</w:t>
      </w:r>
      <w:proofErr w:type="spellEnd"/>
      <w:r w:rsidRPr="008D03ED">
        <w:rPr>
          <w:rFonts w:eastAsia="Times New Roman" w:cstheme="minorHAnsi"/>
          <w:b/>
          <w:color w:val="373737"/>
          <w:lang w:eastAsia="en-NZ"/>
        </w:rPr>
        <w:t xml:space="preserve"> Players</w:t>
      </w:r>
      <w:r>
        <w:rPr>
          <w:rFonts w:eastAsia="Times New Roman" w:cstheme="minorHAnsi"/>
          <w:b/>
          <w:color w:val="373737"/>
          <w:lang w:eastAsia="en-NZ"/>
        </w:rPr>
        <w:t xml:space="preserve"> </w:t>
      </w:r>
      <w:r>
        <w:rPr>
          <w:rFonts w:eastAsia="Times New Roman" w:cstheme="minorHAnsi"/>
          <w:b/>
          <w:i/>
          <w:color w:val="373737"/>
          <w:lang w:eastAsia="en-NZ"/>
        </w:rPr>
        <w:t>(Winner)</w:t>
      </w:r>
    </w:p>
    <w:p w:rsidR="008D03ED" w:rsidRPr="008D03ED" w:rsidRDefault="008D03ED" w:rsidP="008D03ED">
      <w:pPr>
        <w:numPr>
          <w:ilvl w:val="0"/>
          <w:numId w:val="11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color w:val="373737"/>
          <w:lang w:eastAsia="en-NZ"/>
        </w:rPr>
      </w:pPr>
      <w:r w:rsidRPr="008D03ED">
        <w:rPr>
          <w:rFonts w:eastAsia="Times New Roman" w:cstheme="minorHAnsi"/>
          <w:color w:val="373737"/>
          <w:lang w:eastAsia="en-NZ"/>
        </w:rPr>
        <w:t>Mark Jensen (Davies), </w:t>
      </w:r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>The Caretaker</w:t>
      </w:r>
      <w:r w:rsidRPr="008D03ED">
        <w:rPr>
          <w:rFonts w:eastAsia="Times New Roman" w:cstheme="minorHAnsi"/>
          <w:color w:val="373737"/>
          <w:lang w:eastAsia="en-NZ"/>
        </w:rPr>
        <w:t>, Torbay Theatre</w:t>
      </w:r>
    </w:p>
    <w:p w:rsidR="008D03ED" w:rsidRPr="008D03ED" w:rsidRDefault="008D03ED" w:rsidP="008D03ED">
      <w:pPr>
        <w:numPr>
          <w:ilvl w:val="0"/>
          <w:numId w:val="11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color w:val="373737"/>
          <w:lang w:eastAsia="en-NZ"/>
        </w:rPr>
      </w:pPr>
      <w:r w:rsidRPr="008D03ED">
        <w:rPr>
          <w:rFonts w:eastAsia="Times New Roman" w:cstheme="minorHAnsi"/>
          <w:color w:val="373737"/>
          <w:lang w:eastAsia="en-NZ"/>
        </w:rPr>
        <w:t xml:space="preserve">Nick </w:t>
      </w:r>
      <w:proofErr w:type="spellStart"/>
      <w:r w:rsidRPr="008D03ED">
        <w:rPr>
          <w:rFonts w:eastAsia="Times New Roman" w:cstheme="minorHAnsi"/>
          <w:color w:val="373737"/>
          <w:lang w:eastAsia="en-NZ"/>
        </w:rPr>
        <w:t>Garforth</w:t>
      </w:r>
      <w:proofErr w:type="spellEnd"/>
      <w:r w:rsidRPr="008D03ED">
        <w:rPr>
          <w:rFonts w:eastAsia="Times New Roman" w:cstheme="minorHAnsi"/>
          <w:color w:val="373737"/>
          <w:lang w:eastAsia="en-NZ"/>
        </w:rPr>
        <w:t xml:space="preserve"> (The Father), </w:t>
      </w:r>
      <w:proofErr w:type="spellStart"/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>Brassed</w:t>
      </w:r>
      <w:proofErr w:type="spellEnd"/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 xml:space="preserve"> Off</w:t>
      </w:r>
      <w:r w:rsidRPr="008D03ED">
        <w:rPr>
          <w:rFonts w:eastAsia="Times New Roman" w:cstheme="minorHAnsi"/>
          <w:color w:val="373737"/>
          <w:lang w:eastAsia="en-NZ"/>
        </w:rPr>
        <w:t>, Playhouse Theatre</w:t>
      </w:r>
    </w:p>
    <w:p w:rsidR="008D03ED" w:rsidRPr="008D03ED" w:rsidRDefault="008D03ED" w:rsidP="008D03ED">
      <w:pPr>
        <w:numPr>
          <w:ilvl w:val="0"/>
          <w:numId w:val="11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color w:val="373737"/>
          <w:lang w:eastAsia="en-NZ"/>
        </w:rPr>
      </w:pPr>
      <w:r w:rsidRPr="008D03ED">
        <w:rPr>
          <w:rFonts w:eastAsia="Times New Roman" w:cstheme="minorHAnsi"/>
          <w:color w:val="373737"/>
          <w:lang w:eastAsia="en-NZ"/>
        </w:rPr>
        <w:t>Rex Steele (Shylock), </w:t>
      </w:r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>The Merchant of Venice</w:t>
      </w:r>
      <w:r w:rsidRPr="008D03ED">
        <w:rPr>
          <w:rFonts w:eastAsia="Times New Roman" w:cstheme="minorHAnsi"/>
          <w:color w:val="373737"/>
          <w:lang w:eastAsia="en-NZ"/>
        </w:rPr>
        <w:t xml:space="preserve">, </w:t>
      </w:r>
      <w:proofErr w:type="spellStart"/>
      <w:r w:rsidRPr="008D03ED">
        <w:rPr>
          <w:rFonts w:eastAsia="Times New Roman" w:cstheme="minorHAnsi"/>
          <w:color w:val="373737"/>
          <w:lang w:eastAsia="en-NZ"/>
        </w:rPr>
        <w:t>Shoreside</w:t>
      </w:r>
      <w:proofErr w:type="spellEnd"/>
      <w:r w:rsidRPr="008D03ED">
        <w:rPr>
          <w:rFonts w:eastAsia="Times New Roman" w:cstheme="minorHAnsi"/>
          <w:color w:val="373737"/>
          <w:lang w:eastAsia="en-NZ"/>
        </w:rPr>
        <w:t xml:space="preserve"> Theatre</w:t>
      </w:r>
    </w:p>
    <w:p w:rsidR="008D03ED" w:rsidRPr="008D03ED" w:rsidRDefault="008D03ED" w:rsidP="008D03ED">
      <w:pPr>
        <w:shd w:val="clear" w:color="auto" w:fill="FFFFFF"/>
        <w:spacing w:line="366" w:lineRule="atLeast"/>
        <w:textAlignment w:val="baseline"/>
        <w:rPr>
          <w:rFonts w:eastAsia="Times New Roman" w:cstheme="minorHAnsi"/>
          <w:color w:val="373737"/>
          <w:lang w:eastAsia="en-NZ"/>
        </w:rPr>
      </w:pPr>
      <w:r w:rsidRPr="008D03ED">
        <w:rPr>
          <w:rFonts w:eastAsia="Times New Roman" w:cstheme="minorHAnsi"/>
          <w:b/>
          <w:bCs/>
          <w:color w:val="373737"/>
          <w:u w:val="single"/>
          <w:bdr w:val="none" w:sz="0" w:space="0" w:color="auto" w:frame="1"/>
          <w:lang w:eastAsia="en-NZ"/>
        </w:rPr>
        <w:t>Best Female Actor in a Leading Role</w:t>
      </w:r>
    </w:p>
    <w:p w:rsidR="008D03ED" w:rsidRPr="008D03ED" w:rsidRDefault="008D03ED" w:rsidP="008D03ED">
      <w:pPr>
        <w:numPr>
          <w:ilvl w:val="0"/>
          <w:numId w:val="12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color w:val="373737"/>
          <w:lang w:eastAsia="en-NZ"/>
        </w:rPr>
      </w:pPr>
      <w:proofErr w:type="spellStart"/>
      <w:r w:rsidRPr="008D03ED">
        <w:rPr>
          <w:rFonts w:eastAsia="Times New Roman" w:cstheme="minorHAnsi"/>
          <w:color w:val="373737"/>
          <w:lang w:eastAsia="en-NZ"/>
        </w:rPr>
        <w:t>Cath</w:t>
      </w:r>
      <w:proofErr w:type="spellEnd"/>
      <w:r w:rsidRPr="008D03ED">
        <w:rPr>
          <w:rFonts w:eastAsia="Times New Roman" w:cstheme="minorHAnsi"/>
          <w:color w:val="373737"/>
          <w:lang w:eastAsia="en-NZ"/>
        </w:rPr>
        <w:t xml:space="preserve"> Boniface (Portia), </w:t>
      </w:r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>The Merchant of Venice</w:t>
      </w:r>
      <w:r w:rsidRPr="008D03ED">
        <w:rPr>
          <w:rFonts w:eastAsia="Times New Roman" w:cstheme="minorHAnsi"/>
          <w:color w:val="373737"/>
          <w:lang w:eastAsia="en-NZ"/>
        </w:rPr>
        <w:t xml:space="preserve">, </w:t>
      </w:r>
      <w:proofErr w:type="spellStart"/>
      <w:r w:rsidRPr="008D03ED">
        <w:rPr>
          <w:rFonts w:eastAsia="Times New Roman" w:cstheme="minorHAnsi"/>
          <w:color w:val="373737"/>
          <w:lang w:eastAsia="en-NZ"/>
        </w:rPr>
        <w:t>Shoreside</w:t>
      </w:r>
      <w:proofErr w:type="spellEnd"/>
      <w:r w:rsidRPr="008D03ED">
        <w:rPr>
          <w:rFonts w:eastAsia="Times New Roman" w:cstheme="minorHAnsi"/>
          <w:color w:val="373737"/>
          <w:lang w:eastAsia="en-NZ"/>
        </w:rPr>
        <w:t xml:space="preserve"> Theatre</w:t>
      </w:r>
    </w:p>
    <w:p w:rsidR="008D03ED" w:rsidRPr="008D03ED" w:rsidRDefault="008D03ED" w:rsidP="008D03ED">
      <w:pPr>
        <w:numPr>
          <w:ilvl w:val="0"/>
          <w:numId w:val="12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b/>
          <w:color w:val="373737"/>
          <w:lang w:eastAsia="en-NZ"/>
        </w:rPr>
      </w:pPr>
      <w:r w:rsidRPr="008D03ED">
        <w:rPr>
          <w:rFonts w:eastAsia="Times New Roman" w:cstheme="minorHAnsi"/>
          <w:b/>
          <w:color w:val="373737"/>
          <w:lang w:eastAsia="en-NZ"/>
        </w:rPr>
        <w:t xml:space="preserve">Celeste </w:t>
      </w:r>
      <w:proofErr w:type="spellStart"/>
      <w:r w:rsidRPr="008D03ED">
        <w:rPr>
          <w:rFonts w:eastAsia="Times New Roman" w:cstheme="minorHAnsi"/>
          <w:b/>
          <w:color w:val="373737"/>
          <w:lang w:eastAsia="en-NZ"/>
        </w:rPr>
        <w:t>Oram</w:t>
      </w:r>
      <w:proofErr w:type="spellEnd"/>
      <w:r w:rsidRPr="008D03ED">
        <w:rPr>
          <w:rFonts w:eastAsia="Times New Roman" w:cstheme="minorHAnsi"/>
          <w:b/>
          <w:color w:val="373737"/>
          <w:lang w:eastAsia="en-NZ"/>
        </w:rPr>
        <w:t xml:space="preserve"> (</w:t>
      </w:r>
      <w:proofErr w:type="spellStart"/>
      <w:r w:rsidRPr="008D03ED">
        <w:rPr>
          <w:rFonts w:eastAsia="Times New Roman" w:cstheme="minorHAnsi"/>
          <w:b/>
          <w:color w:val="373737"/>
          <w:lang w:eastAsia="en-NZ"/>
        </w:rPr>
        <w:t>Gwendolen</w:t>
      </w:r>
      <w:proofErr w:type="spellEnd"/>
      <w:r w:rsidRPr="008D03ED">
        <w:rPr>
          <w:rFonts w:eastAsia="Times New Roman" w:cstheme="minorHAnsi"/>
          <w:b/>
          <w:color w:val="373737"/>
          <w:lang w:eastAsia="en-NZ"/>
        </w:rPr>
        <w:t>), </w:t>
      </w:r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>The Importance of Being Earnest</w:t>
      </w:r>
      <w:r w:rsidRPr="008D03ED">
        <w:rPr>
          <w:rFonts w:eastAsia="Times New Roman" w:cstheme="minorHAnsi"/>
          <w:b/>
          <w:color w:val="373737"/>
          <w:lang w:eastAsia="en-NZ"/>
        </w:rPr>
        <w:t>, Pilgrim Productions</w:t>
      </w:r>
      <w:r>
        <w:rPr>
          <w:rFonts w:eastAsia="Times New Roman" w:cstheme="minorHAnsi"/>
          <w:b/>
          <w:color w:val="373737"/>
          <w:lang w:eastAsia="en-NZ"/>
        </w:rPr>
        <w:t xml:space="preserve"> </w:t>
      </w:r>
      <w:r>
        <w:rPr>
          <w:rFonts w:eastAsia="Times New Roman" w:cstheme="minorHAnsi"/>
          <w:b/>
          <w:i/>
          <w:color w:val="373737"/>
          <w:lang w:eastAsia="en-NZ"/>
        </w:rPr>
        <w:t>(Winner)</w:t>
      </w:r>
    </w:p>
    <w:p w:rsidR="008D03ED" w:rsidRPr="008D03ED" w:rsidRDefault="008D03ED" w:rsidP="008D03ED">
      <w:pPr>
        <w:numPr>
          <w:ilvl w:val="0"/>
          <w:numId w:val="12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color w:val="373737"/>
          <w:lang w:eastAsia="en-NZ"/>
        </w:rPr>
      </w:pPr>
      <w:proofErr w:type="spellStart"/>
      <w:r w:rsidRPr="008D03ED">
        <w:rPr>
          <w:rFonts w:eastAsia="Times New Roman" w:cstheme="minorHAnsi"/>
          <w:color w:val="373737"/>
          <w:lang w:eastAsia="en-NZ"/>
        </w:rPr>
        <w:t>Juleigh</w:t>
      </w:r>
      <w:proofErr w:type="spellEnd"/>
      <w:r w:rsidRPr="008D03ED">
        <w:rPr>
          <w:rFonts w:eastAsia="Times New Roman" w:cstheme="minorHAnsi"/>
          <w:color w:val="373737"/>
          <w:lang w:eastAsia="en-NZ"/>
        </w:rPr>
        <w:t xml:space="preserve"> Parker (Mary), </w:t>
      </w:r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>Memory of Water</w:t>
      </w:r>
      <w:r w:rsidRPr="008D03ED">
        <w:rPr>
          <w:rFonts w:eastAsia="Times New Roman" w:cstheme="minorHAnsi"/>
          <w:color w:val="373737"/>
          <w:lang w:eastAsia="en-NZ"/>
        </w:rPr>
        <w:t>, Dolphin Theatre</w:t>
      </w:r>
    </w:p>
    <w:p w:rsidR="008D03ED" w:rsidRPr="008D03ED" w:rsidRDefault="008D03ED" w:rsidP="008D03ED">
      <w:pPr>
        <w:numPr>
          <w:ilvl w:val="0"/>
          <w:numId w:val="12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color w:val="373737"/>
          <w:lang w:eastAsia="en-NZ"/>
        </w:rPr>
      </w:pPr>
      <w:r w:rsidRPr="008D03ED">
        <w:rPr>
          <w:rFonts w:eastAsia="Times New Roman" w:cstheme="minorHAnsi"/>
          <w:color w:val="373737"/>
          <w:lang w:eastAsia="en-NZ"/>
        </w:rPr>
        <w:t>Judy Rankin (Chris), </w:t>
      </w:r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>Calendar Girls</w:t>
      </w:r>
      <w:r w:rsidRPr="008D03ED">
        <w:rPr>
          <w:rFonts w:eastAsia="Times New Roman" w:cstheme="minorHAnsi"/>
          <w:color w:val="373737"/>
          <w:lang w:eastAsia="en-NZ"/>
        </w:rPr>
        <w:t>, Dolphin Theatre</w:t>
      </w:r>
    </w:p>
    <w:p w:rsidR="008D03ED" w:rsidRPr="008D03ED" w:rsidRDefault="008D03ED" w:rsidP="008D03ED">
      <w:pPr>
        <w:numPr>
          <w:ilvl w:val="0"/>
          <w:numId w:val="12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color w:val="373737"/>
          <w:lang w:eastAsia="en-NZ"/>
        </w:rPr>
      </w:pPr>
      <w:r w:rsidRPr="008D03ED">
        <w:rPr>
          <w:rFonts w:eastAsia="Times New Roman" w:cstheme="minorHAnsi"/>
          <w:color w:val="373737"/>
          <w:lang w:eastAsia="en-NZ"/>
        </w:rPr>
        <w:t>Penelope Keegan (Ethel), </w:t>
      </w:r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>On Golden Pond</w:t>
      </w:r>
      <w:r w:rsidRPr="008D03ED">
        <w:rPr>
          <w:rFonts w:eastAsia="Times New Roman" w:cstheme="minorHAnsi"/>
          <w:color w:val="373737"/>
          <w:lang w:eastAsia="en-NZ"/>
        </w:rPr>
        <w:t>, Dolphin Theatre</w:t>
      </w:r>
    </w:p>
    <w:p w:rsidR="008D03ED" w:rsidRPr="008D03ED" w:rsidRDefault="008D03ED" w:rsidP="008D03ED">
      <w:pPr>
        <w:numPr>
          <w:ilvl w:val="0"/>
          <w:numId w:val="12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color w:val="373737"/>
          <w:lang w:eastAsia="en-NZ"/>
        </w:rPr>
      </w:pPr>
      <w:r w:rsidRPr="008D03ED">
        <w:rPr>
          <w:rFonts w:eastAsia="Times New Roman" w:cstheme="minorHAnsi"/>
          <w:color w:val="373737"/>
          <w:lang w:eastAsia="en-NZ"/>
        </w:rPr>
        <w:t>Rachael Adams (Velma Kelly), </w:t>
      </w:r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>Chicago</w:t>
      </w:r>
      <w:r w:rsidRPr="008D03ED">
        <w:rPr>
          <w:rFonts w:eastAsia="Times New Roman" w:cstheme="minorHAnsi"/>
          <w:color w:val="373737"/>
          <w:lang w:eastAsia="en-NZ"/>
        </w:rPr>
        <w:t>, Playhouse Theatre</w:t>
      </w:r>
    </w:p>
    <w:p w:rsidR="008D03ED" w:rsidRPr="008D03ED" w:rsidRDefault="008D03ED" w:rsidP="008D03ED">
      <w:pPr>
        <w:numPr>
          <w:ilvl w:val="0"/>
          <w:numId w:val="12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color w:val="373737"/>
          <w:lang w:eastAsia="en-NZ"/>
        </w:rPr>
      </w:pPr>
      <w:r w:rsidRPr="008D03ED">
        <w:rPr>
          <w:rFonts w:eastAsia="Times New Roman" w:cstheme="minorHAnsi"/>
          <w:color w:val="373737"/>
          <w:lang w:eastAsia="en-NZ"/>
        </w:rPr>
        <w:t>Sue Donnell (Aston), </w:t>
      </w:r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>The Caretaker</w:t>
      </w:r>
      <w:r w:rsidRPr="008D03ED">
        <w:rPr>
          <w:rFonts w:eastAsia="Times New Roman" w:cstheme="minorHAnsi"/>
          <w:color w:val="373737"/>
          <w:lang w:eastAsia="en-NZ"/>
        </w:rPr>
        <w:t>, Torbay Theatre</w:t>
      </w:r>
    </w:p>
    <w:p w:rsidR="008D03ED" w:rsidRPr="008D03ED" w:rsidRDefault="008D03ED" w:rsidP="008D03ED">
      <w:pPr>
        <w:shd w:val="clear" w:color="auto" w:fill="FFFFFF"/>
        <w:spacing w:line="366" w:lineRule="atLeast"/>
        <w:textAlignment w:val="baseline"/>
        <w:rPr>
          <w:rFonts w:eastAsia="Times New Roman" w:cstheme="minorHAnsi"/>
          <w:color w:val="373737"/>
          <w:lang w:eastAsia="en-NZ"/>
        </w:rPr>
      </w:pPr>
      <w:r w:rsidRPr="008D03ED">
        <w:rPr>
          <w:rFonts w:eastAsia="Times New Roman" w:cstheme="minorHAnsi"/>
          <w:b/>
          <w:bCs/>
          <w:color w:val="373737"/>
          <w:u w:val="single"/>
          <w:bdr w:val="none" w:sz="0" w:space="0" w:color="auto" w:frame="1"/>
          <w:lang w:eastAsia="en-NZ"/>
        </w:rPr>
        <w:t>Best Ensemble</w:t>
      </w:r>
    </w:p>
    <w:p w:rsidR="008D03ED" w:rsidRPr="008D03ED" w:rsidRDefault="008D03ED" w:rsidP="008D03ED">
      <w:pPr>
        <w:numPr>
          <w:ilvl w:val="0"/>
          <w:numId w:val="13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color w:val="373737"/>
          <w:lang w:eastAsia="en-NZ"/>
        </w:rPr>
      </w:pPr>
      <w:r w:rsidRPr="008D03ED">
        <w:rPr>
          <w:rFonts w:eastAsia="Times New Roman" w:cstheme="minorHAnsi"/>
          <w:color w:val="373737"/>
          <w:lang w:eastAsia="en-NZ"/>
        </w:rPr>
        <w:t>Cast, </w:t>
      </w:r>
      <w:proofErr w:type="spellStart"/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>Brassed</w:t>
      </w:r>
      <w:proofErr w:type="spellEnd"/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 xml:space="preserve"> Off</w:t>
      </w:r>
      <w:r w:rsidRPr="008D03ED">
        <w:rPr>
          <w:rFonts w:eastAsia="Times New Roman" w:cstheme="minorHAnsi"/>
          <w:color w:val="373737"/>
          <w:lang w:eastAsia="en-NZ"/>
        </w:rPr>
        <w:t>, Playhouse Theatre</w:t>
      </w:r>
    </w:p>
    <w:p w:rsidR="008D03ED" w:rsidRPr="008D03ED" w:rsidRDefault="008D03ED" w:rsidP="008D03ED">
      <w:pPr>
        <w:numPr>
          <w:ilvl w:val="0"/>
          <w:numId w:val="13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color w:val="373737"/>
          <w:lang w:eastAsia="en-NZ"/>
        </w:rPr>
      </w:pPr>
      <w:r w:rsidRPr="008D03ED">
        <w:rPr>
          <w:rFonts w:eastAsia="Times New Roman" w:cstheme="minorHAnsi"/>
          <w:color w:val="373737"/>
          <w:lang w:eastAsia="en-NZ"/>
        </w:rPr>
        <w:t>Cast, </w:t>
      </w:r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>Chicago</w:t>
      </w:r>
      <w:r w:rsidRPr="008D03ED">
        <w:rPr>
          <w:rFonts w:eastAsia="Times New Roman" w:cstheme="minorHAnsi"/>
          <w:color w:val="373737"/>
          <w:lang w:eastAsia="en-NZ"/>
        </w:rPr>
        <w:t>, Playhouse Theatre</w:t>
      </w:r>
    </w:p>
    <w:p w:rsidR="008D03ED" w:rsidRPr="008D03ED" w:rsidRDefault="008D03ED" w:rsidP="008D03ED">
      <w:pPr>
        <w:numPr>
          <w:ilvl w:val="0"/>
          <w:numId w:val="13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b/>
          <w:color w:val="373737"/>
          <w:lang w:eastAsia="en-NZ"/>
        </w:rPr>
      </w:pPr>
      <w:r w:rsidRPr="008D03ED">
        <w:rPr>
          <w:rFonts w:eastAsia="Times New Roman" w:cstheme="minorHAnsi"/>
          <w:b/>
          <w:color w:val="373737"/>
          <w:lang w:eastAsia="en-NZ"/>
        </w:rPr>
        <w:t>Cast, </w:t>
      </w:r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>Memory of Water</w:t>
      </w:r>
      <w:r w:rsidRPr="008D03ED">
        <w:rPr>
          <w:rFonts w:eastAsia="Times New Roman" w:cstheme="minorHAnsi"/>
          <w:b/>
          <w:color w:val="373737"/>
          <w:lang w:eastAsia="en-NZ"/>
        </w:rPr>
        <w:t>, Dolphin Theatre</w:t>
      </w:r>
      <w:r>
        <w:rPr>
          <w:rFonts w:eastAsia="Times New Roman" w:cstheme="minorHAnsi"/>
          <w:b/>
          <w:color w:val="373737"/>
          <w:lang w:eastAsia="en-NZ"/>
        </w:rPr>
        <w:t xml:space="preserve"> </w:t>
      </w:r>
      <w:r>
        <w:rPr>
          <w:rFonts w:eastAsia="Times New Roman" w:cstheme="minorHAnsi"/>
          <w:b/>
          <w:i/>
          <w:color w:val="373737"/>
          <w:lang w:eastAsia="en-NZ"/>
        </w:rPr>
        <w:t>(Winner)</w:t>
      </w:r>
    </w:p>
    <w:p w:rsidR="008D03ED" w:rsidRPr="008D03ED" w:rsidRDefault="008D03ED" w:rsidP="008D03ED">
      <w:pPr>
        <w:numPr>
          <w:ilvl w:val="0"/>
          <w:numId w:val="13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color w:val="373737"/>
          <w:lang w:eastAsia="en-NZ"/>
        </w:rPr>
      </w:pPr>
      <w:r w:rsidRPr="008D03ED">
        <w:rPr>
          <w:rFonts w:eastAsia="Times New Roman" w:cstheme="minorHAnsi"/>
          <w:color w:val="373737"/>
          <w:lang w:eastAsia="en-NZ"/>
        </w:rPr>
        <w:t>Cast, </w:t>
      </w:r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>Secret Bridesmaids Business</w:t>
      </w:r>
      <w:r w:rsidRPr="008D03ED">
        <w:rPr>
          <w:rFonts w:eastAsia="Times New Roman" w:cstheme="minorHAnsi"/>
          <w:color w:val="373737"/>
          <w:lang w:eastAsia="en-NZ"/>
        </w:rPr>
        <w:t xml:space="preserve">, </w:t>
      </w:r>
      <w:proofErr w:type="spellStart"/>
      <w:r w:rsidRPr="008D03ED">
        <w:rPr>
          <w:rFonts w:eastAsia="Times New Roman" w:cstheme="minorHAnsi"/>
          <w:color w:val="373737"/>
          <w:lang w:eastAsia="en-NZ"/>
        </w:rPr>
        <w:t>Waiuku</w:t>
      </w:r>
      <w:proofErr w:type="spellEnd"/>
      <w:r w:rsidRPr="008D03ED">
        <w:rPr>
          <w:rFonts w:eastAsia="Times New Roman" w:cstheme="minorHAnsi"/>
          <w:color w:val="373737"/>
          <w:lang w:eastAsia="en-NZ"/>
        </w:rPr>
        <w:t xml:space="preserve"> Theatre</w:t>
      </w:r>
    </w:p>
    <w:p w:rsidR="008D03ED" w:rsidRDefault="008D03ED">
      <w:pPr>
        <w:rPr>
          <w:rFonts w:eastAsia="Times New Roman" w:cstheme="minorHAnsi"/>
          <w:b/>
          <w:bCs/>
          <w:color w:val="373737"/>
          <w:u w:val="single"/>
          <w:bdr w:val="none" w:sz="0" w:space="0" w:color="auto" w:frame="1"/>
          <w:lang w:eastAsia="en-NZ"/>
        </w:rPr>
      </w:pPr>
      <w:r>
        <w:rPr>
          <w:rFonts w:eastAsia="Times New Roman" w:cstheme="minorHAnsi"/>
          <w:b/>
          <w:bCs/>
          <w:color w:val="373737"/>
          <w:u w:val="single"/>
          <w:bdr w:val="none" w:sz="0" w:space="0" w:color="auto" w:frame="1"/>
          <w:lang w:eastAsia="en-NZ"/>
        </w:rPr>
        <w:br w:type="page"/>
      </w:r>
    </w:p>
    <w:p w:rsidR="008D03ED" w:rsidRPr="008D03ED" w:rsidRDefault="008D03ED" w:rsidP="008D03ED">
      <w:pPr>
        <w:shd w:val="clear" w:color="auto" w:fill="FFFFFF"/>
        <w:spacing w:line="366" w:lineRule="atLeast"/>
        <w:textAlignment w:val="baseline"/>
        <w:rPr>
          <w:rFonts w:eastAsia="Times New Roman" w:cstheme="minorHAnsi"/>
          <w:color w:val="373737"/>
          <w:lang w:eastAsia="en-NZ"/>
        </w:rPr>
      </w:pPr>
      <w:r w:rsidRPr="008D03ED">
        <w:rPr>
          <w:rFonts w:eastAsia="Times New Roman" w:cstheme="minorHAnsi"/>
          <w:b/>
          <w:bCs/>
          <w:color w:val="373737"/>
          <w:u w:val="single"/>
          <w:bdr w:val="none" w:sz="0" w:space="0" w:color="auto" w:frame="1"/>
          <w:lang w:eastAsia="en-NZ"/>
        </w:rPr>
        <w:lastRenderedPageBreak/>
        <w:t>Best Director</w:t>
      </w:r>
    </w:p>
    <w:p w:rsidR="008D03ED" w:rsidRPr="008D03ED" w:rsidRDefault="008D03ED" w:rsidP="008D03ED">
      <w:pPr>
        <w:numPr>
          <w:ilvl w:val="0"/>
          <w:numId w:val="14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color w:val="373737"/>
          <w:lang w:eastAsia="en-NZ"/>
        </w:rPr>
      </w:pPr>
      <w:proofErr w:type="spellStart"/>
      <w:r w:rsidRPr="008D03ED">
        <w:rPr>
          <w:rFonts w:eastAsia="Times New Roman" w:cstheme="minorHAnsi"/>
          <w:color w:val="373737"/>
          <w:lang w:eastAsia="en-NZ"/>
        </w:rPr>
        <w:t>Adey</w:t>
      </w:r>
      <w:proofErr w:type="spellEnd"/>
      <w:r w:rsidRPr="008D03ED">
        <w:rPr>
          <w:rFonts w:eastAsia="Times New Roman" w:cstheme="minorHAnsi"/>
          <w:color w:val="373737"/>
          <w:lang w:eastAsia="en-NZ"/>
        </w:rPr>
        <w:t xml:space="preserve"> </w:t>
      </w:r>
      <w:proofErr w:type="spellStart"/>
      <w:r w:rsidRPr="008D03ED">
        <w:rPr>
          <w:rFonts w:eastAsia="Times New Roman" w:cstheme="minorHAnsi"/>
          <w:color w:val="373737"/>
          <w:lang w:eastAsia="en-NZ"/>
        </w:rPr>
        <w:t>Ramsell</w:t>
      </w:r>
      <w:proofErr w:type="spellEnd"/>
      <w:r w:rsidRPr="008D03ED">
        <w:rPr>
          <w:rFonts w:eastAsia="Times New Roman" w:cstheme="minorHAnsi"/>
          <w:color w:val="373737"/>
          <w:lang w:eastAsia="en-NZ"/>
        </w:rPr>
        <w:t>, </w:t>
      </w:r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>An Inspector Calls</w:t>
      </w:r>
      <w:r w:rsidRPr="008D03ED">
        <w:rPr>
          <w:rFonts w:eastAsia="Times New Roman" w:cstheme="minorHAnsi"/>
          <w:color w:val="373737"/>
          <w:lang w:eastAsia="en-NZ"/>
        </w:rPr>
        <w:t xml:space="preserve">, </w:t>
      </w:r>
      <w:proofErr w:type="spellStart"/>
      <w:r w:rsidRPr="008D03ED">
        <w:rPr>
          <w:rFonts w:eastAsia="Times New Roman" w:cstheme="minorHAnsi"/>
          <w:color w:val="373737"/>
          <w:lang w:eastAsia="en-NZ"/>
        </w:rPr>
        <w:t>Centrestage</w:t>
      </w:r>
      <w:proofErr w:type="spellEnd"/>
      <w:r w:rsidRPr="008D03ED">
        <w:rPr>
          <w:rFonts w:eastAsia="Times New Roman" w:cstheme="minorHAnsi"/>
          <w:color w:val="373737"/>
          <w:lang w:eastAsia="en-NZ"/>
        </w:rPr>
        <w:t xml:space="preserve"> Theatre</w:t>
      </w:r>
    </w:p>
    <w:p w:rsidR="008D03ED" w:rsidRPr="008D03ED" w:rsidRDefault="008D03ED" w:rsidP="008D03ED">
      <w:pPr>
        <w:numPr>
          <w:ilvl w:val="0"/>
          <w:numId w:val="14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color w:val="373737"/>
          <w:lang w:eastAsia="en-NZ"/>
        </w:rPr>
      </w:pPr>
      <w:r w:rsidRPr="008D03ED">
        <w:rPr>
          <w:rFonts w:eastAsia="Times New Roman" w:cstheme="minorHAnsi"/>
          <w:color w:val="373737"/>
          <w:lang w:eastAsia="en-NZ"/>
        </w:rPr>
        <w:t>James Bell, </w:t>
      </w:r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>The 39 Steps</w:t>
      </w:r>
      <w:r w:rsidRPr="008D03ED">
        <w:rPr>
          <w:rFonts w:eastAsia="Times New Roman" w:cstheme="minorHAnsi"/>
          <w:color w:val="373737"/>
          <w:lang w:eastAsia="en-NZ"/>
        </w:rPr>
        <w:t xml:space="preserve">, </w:t>
      </w:r>
      <w:proofErr w:type="spellStart"/>
      <w:r w:rsidRPr="008D03ED">
        <w:rPr>
          <w:rFonts w:eastAsia="Times New Roman" w:cstheme="minorHAnsi"/>
          <w:color w:val="373737"/>
          <w:lang w:eastAsia="en-NZ"/>
        </w:rPr>
        <w:t>Mairangi</w:t>
      </w:r>
      <w:proofErr w:type="spellEnd"/>
      <w:r w:rsidRPr="008D03ED">
        <w:rPr>
          <w:rFonts w:eastAsia="Times New Roman" w:cstheme="minorHAnsi"/>
          <w:color w:val="373737"/>
          <w:lang w:eastAsia="en-NZ"/>
        </w:rPr>
        <w:t xml:space="preserve"> Players</w:t>
      </w:r>
    </w:p>
    <w:p w:rsidR="008D03ED" w:rsidRPr="008D03ED" w:rsidRDefault="008D03ED" w:rsidP="008D03ED">
      <w:pPr>
        <w:numPr>
          <w:ilvl w:val="0"/>
          <w:numId w:val="14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color w:val="373737"/>
          <w:lang w:eastAsia="en-NZ"/>
        </w:rPr>
      </w:pPr>
      <w:r w:rsidRPr="008D03ED">
        <w:rPr>
          <w:rFonts w:eastAsia="Times New Roman" w:cstheme="minorHAnsi"/>
          <w:color w:val="373737"/>
          <w:lang w:eastAsia="en-NZ"/>
        </w:rPr>
        <w:t>Mark Jensen, </w:t>
      </w:r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>The Caretaker</w:t>
      </w:r>
      <w:r w:rsidRPr="008D03ED">
        <w:rPr>
          <w:rFonts w:eastAsia="Times New Roman" w:cstheme="minorHAnsi"/>
          <w:color w:val="373737"/>
          <w:lang w:eastAsia="en-NZ"/>
        </w:rPr>
        <w:t>, Torbay Theatre</w:t>
      </w:r>
    </w:p>
    <w:p w:rsidR="008D03ED" w:rsidRPr="008D03ED" w:rsidRDefault="008D03ED" w:rsidP="008D03ED">
      <w:pPr>
        <w:numPr>
          <w:ilvl w:val="0"/>
          <w:numId w:val="14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b/>
          <w:color w:val="373737"/>
          <w:lang w:eastAsia="en-NZ"/>
        </w:rPr>
      </w:pPr>
      <w:r w:rsidRPr="008D03ED">
        <w:rPr>
          <w:rFonts w:eastAsia="Times New Roman" w:cstheme="minorHAnsi"/>
          <w:b/>
          <w:color w:val="373737"/>
          <w:lang w:eastAsia="en-NZ"/>
        </w:rPr>
        <w:t>Penelope Keegan, </w:t>
      </w:r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>On Golden Pond</w:t>
      </w:r>
      <w:r w:rsidRPr="008D03ED">
        <w:rPr>
          <w:rFonts w:eastAsia="Times New Roman" w:cstheme="minorHAnsi"/>
          <w:b/>
          <w:color w:val="373737"/>
          <w:lang w:eastAsia="en-NZ"/>
        </w:rPr>
        <w:t>, Dolphin Theatre</w:t>
      </w:r>
      <w:r>
        <w:rPr>
          <w:rFonts w:eastAsia="Times New Roman" w:cstheme="minorHAnsi"/>
          <w:b/>
          <w:color w:val="373737"/>
          <w:lang w:eastAsia="en-NZ"/>
        </w:rPr>
        <w:t xml:space="preserve"> </w:t>
      </w:r>
      <w:r>
        <w:rPr>
          <w:rFonts w:eastAsia="Times New Roman" w:cstheme="minorHAnsi"/>
          <w:b/>
          <w:i/>
          <w:color w:val="373737"/>
          <w:lang w:eastAsia="en-NZ"/>
        </w:rPr>
        <w:t>(Winner)</w:t>
      </w:r>
    </w:p>
    <w:p w:rsidR="008D03ED" w:rsidRPr="008D03ED" w:rsidRDefault="008D03ED" w:rsidP="008D03ED">
      <w:pPr>
        <w:numPr>
          <w:ilvl w:val="0"/>
          <w:numId w:val="14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color w:val="373737"/>
          <w:lang w:eastAsia="en-NZ"/>
        </w:rPr>
      </w:pPr>
      <w:r w:rsidRPr="008D03ED">
        <w:rPr>
          <w:rFonts w:eastAsia="Times New Roman" w:cstheme="minorHAnsi"/>
          <w:color w:val="373737"/>
          <w:lang w:eastAsia="en-NZ"/>
        </w:rPr>
        <w:t>Peter Mason, </w:t>
      </w:r>
      <w:proofErr w:type="spellStart"/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>Brassed</w:t>
      </w:r>
      <w:proofErr w:type="spellEnd"/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 xml:space="preserve"> Off</w:t>
      </w:r>
      <w:r w:rsidRPr="008D03ED">
        <w:rPr>
          <w:rFonts w:eastAsia="Times New Roman" w:cstheme="minorHAnsi"/>
          <w:color w:val="373737"/>
          <w:lang w:eastAsia="en-NZ"/>
        </w:rPr>
        <w:t>, Playhouse Theatre</w:t>
      </w:r>
    </w:p>
    <w:p w:rsidR="008D03ED" w:rsidRPr="008D03ED" w:rsidRDefault="008D03ED" w:rsidP="008D03ED">
      <w:pPr>
        <w:numPr>
          <w:ilvl w:val="0"/>
          <w:numId w:val="14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color w:val="373737"/>
          <w:lang w:eastAsia="en-NZ"/>
        </w:rPr>
      </w:pPr>
      <w:r w:rsidRPr="008D03ED">
        <w:rPr>
          <w:rFonts w:eastAsia="Times New Roman" w:cstheme="minorHAnsi"/>
          <w:color w:val="373737"/>
          <w:lang w:eastAsia="en-NZ"/>
        </w:rPr>
        <w:t>Rae McGregor, </w:t>
      </w:r>
      <w:r w:rsidRPr="008D03ED">
        <w:rPr>
          <w:rFonts w:eastAsia="Times New Roman" w:cstheme="minorHAnsi"/>
          <w:b/>
          <w:bCs/>
          <w:color w:val="373737"/>
          <w:bdr w:val="none" w:sz="0" w:space="0" w:color="auto" w:frame="1"/>
          <w:lang w:eastAsia="en-NZ"/>
        </w:rPr>
        <w:t>Memory of Water</w:t>
      </w:r>
      <w:r w:rsidRPr="008D03ED">
        <w:rPr>
          <w:rFonts w:eastAsia="Times New Roman" w:cstheme="minorHAnsi"/>
          <w:color w:val="373737"/>
          <w:lang w:eastAsia="en-NZ"/>
        </w:rPr>
        <w:t>, Dolphin Theatre</w:t>
      </w:r>
    </w:p>
    <w:p w:rsidR="008D03ED" w:rsidRPr="008D03ED" w:rsidRDefault="008D03ED" w:rsidP="008D03ED">
      <w:pPr>
        <w:shd w:val="clear" w:color="auto" w:fill="FFFFFF"/>
        <w:spacing w:line="366" w:lineRule="atLeast"/>
        <w:textAlignment w:val="baseline"/>
        <w:rPr>
          <w:rFonts w:eastAsia="Times New Roman" w:cstheme="minorHAnsi"/>
          <w:color w:val="373737"/>
          <w:lang w:eastAsia="en-NZ"/>
        </w:rPr>
      </w:pPr>
      <w:r w:rsidRPr="008D03ED">
        <w:rPr>
          <w:rFonts w:eastAsia="Times New Roman" w:cstheme="minorHAnsi"/>
          <w:b/>
          <w:bCs/>
          <w:color w:val="373737"/>
          <w:u w:val="single"/>
          <w:bdr w:val="none" w:sz="0" w:space="0" w:color="auto" w:frame="1"/>
          <w:lang w:eastAsia="en-NZ"/>
        </w:rPr>
        <w:t>Bay Audiology Award for Comedy</w:t>
      </w:r>
    </w:p>
    <w:p w:rsidR="008D03ED" w:rsidRDefault="008D03ED" w:rsidP="008D03ED">
      <w:pPr>
        <w:numPr>
          <w:ilvl w:val="0"/>
          <w:numId w:val="15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color w:val="373737"/>
          <w:lang w:eastAsia="en-NZ"/>
        </w:rPr>
      </w:pPr>
      <w:r w:rsidRPr="008D03ED">
        <w:rPr>
          <w:rFonts w:eastAsia="Times New Roman" w:cstheme="minorHAnsi"/>
          <w:color w:val="373737"/>
          <w:lang w:eastAsia="en-NZ"/>
        </w:rPr>
        <w:t>All productions presented as comedies in 2013 are eligible for this award.</w:t>
      </w:r>
    </w:p>
    <w:p w:rsidR="008D03ED" w:rsidRPr="008D03ED" w:rsidRDefault="008D03ED" w:rsidP="008D03ED">
      <w:pPr>
        <w:numPr>
          <w:ilvl w:val="0"/>
          <w:numId w:val="15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b/>
          <w:color w:val="373737"/>
          <w:lang w:eastAsia="en-NZ"/>
        </w:rPr>
      </w:pPr>
      <w:r w:rsidRPr="008D03ED">
        <w:rPr>
          <w:rFonts w:eastAsia="Times New Roman" w:cstheme="minorHAnsi"/>
          <w:b/>
          <w:color w:val="373737"/>
          <w:lang w:eastAsia="en-NZ"/>
        </w:rPr>
        <w:t xml:space="preserve">The 39 Steps, </w:t>
      </w:r>
      <w:proofErr w:type="spellStart"/>
      <w:r w:rsidRPr="008D03ED">
        <w:rPr>
          <w:rFonts w:eastAsia="Times New Roman" w:cstheme="minorHAnsi"/>
          <w:b/>
          <w:color w:val="373737"/>
          <w:lang w:eastAsia="en-NZ"/>
        </w:rPr>
        <w:t>Mairangi</w:t>
      </w:r>
      <w:proofErr w:type="spellEnd"/>
      <w:r w:rsidRPr="008D03ED">
        <w:rPr>
          <w:rFonts w:eastAsia="Times New Roman" w:cstheme="minorHAnsi"/>
          <w:b/>
          <w:color w:val="373737"/>
          <w:lang w:eastAsia="en-NZ"/>
        </w:rPr>
        <w:t xml:space="preserve"> Player </w:t>
      </w:r>
      <w:r>
        <w:rPr>
          <w:rFonts w:eastAsia="Times New Roman" w:cstheme="minorHAnsi"/>
          <w:b/>
          <w:i/>
          <w:color w:val="373737"/>
          <w:lang w:eastAsia="en-NZ"/>
        </w:rPr>
        <w:t>(Winner)</w:t>
      </w:r>
    </w:p>
    <w:p w:rsidR="008D03ED" w:rsidRPr="008D03ED" w:rsidRDefault="008D03ED" w:rsidP="008D03ED">
      <w:pPr>
        <w:shd w:val="clear" w:color="auto" w:fill="FFFFFF"/>
        <w:spacing w:line="366" w:lineRule="atLeast"/>
        <w:textAlignment w:val="baseline"/>
        <w:rPr>
          <w:rFonts w:eastAsia="Times New Roman" w:cstheme="minorHAnsi"/>
          <w:color w:val="373737"/>
          <w:lang w:eastAsia="en-NZ"/>
        </w:rPr>
      </w:pPr>
      <w:r w:rsidRPr="008D03ED">
        <w:rPr>
          <w:rFonts w:eastAsia="Times New Roman" w:cstheme="minorHAnsi"/>
          <w:b/>
          <w:bCs/>
          <w:color w:val="373737"/>
          <w:lang w:eastAsia="en-NZ"/>
        </w:rPr>
        <w:br/>
      </w:r>
      <w:r w:rsidRPr="008D03ED">
        <w:rPr>
          <w:rFonts w:eastAsia="Times New Roman" w:cstheme="minorHAnsi"/>
          <w:b/>
          <w:bCs/>
          <w:color w:val="373737"/>
          <w:u w:val="single"/>
          <w:bdr w:val="none" w:sz="0" w:space="0" w:color="auto" w:frame="1"/>
          <w:lang w:eastAsia="en-NZ"/>
        </w:rPr>
        <w:t>Bay Audiology Award for Drama</w:t>
      </w:r>
    </w:p>
    <w:p w:rsidR="008D03ED" w:rsidRDefault="008D03ED" w:rsidP="008D03ED">
      <w:pPr>
        <w:numPr>
          <w:ilvl w:val="0"/>
          <w:numId w:val="16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color w:val="373737"/>
          <w:lang w:eastAsia="en-NZ"/>
        </w:rPr>
      </w:pPr>
      <w:r w:rsidRPr="008D03ED">
        <w:rPr>
          <w:rFonts w:eastAsia="Times New Roman" w:cstheme="minorHAnsi"/>
          <w:color w:val="373737"/>
          <w:lang w:eastAsia="en-NZ"/>
        </w:rPr>
        <w:t>All productions presented as dramas in 2013 are eligible for this award.</w:t>
      </w:r>
    </w:p>
    <w:p w:rsidR="008D03ED" w:rsidRPr="008D03ED" w:rsidRDefault="008D03ED" w:rsidP="008D03ED">
      <w:pPr>
        <w:numPr>
          <w:ilvl w:val="0"/>
          <w:numId w:val="16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color w:val="373737"/>
          <w:lang w:eastAsia="en-NZ"/>
        </w:rPr>
      </w:pPr>
      <w:r>
        <w:rPr>
          <w:rFonts w:eastAsia="Times New Roman" w:cstheme="minorHAnsi"/>
          <w:b/>
          <w:color w:val="373737"/>
          <w:lang w:eastAsia="en-NZ"/>
        </w:rPr>
        <w:t xml:space="preserve">The Caretaker, Torbay Theatre </w:t>
      </w:r>
      <w:r>
        <w:rPr>
          <w:rFonts w:eastAsia="Times New Roman" w:cstheme="minorHAnsi"/>
          <w:b/>
          <w:i/>
          <w:color w:val="373737"/>
          <w:lang w:eastAsia="en-NZ"/>
        </w:rPr>
        <w:t>(Winner)</w:t>
      </w:r>
    </w:p>
    <w:p w:rsidR="008D03ED" w:rsidRPr="008D03ED" w:rsidRDefault="008D03ED" w:rsidP="008D03ED">
      <w:pPr>
        <w:shd w:val="clear" w:color="auto" w:fill="FFFFFF"/>
        <w:spacing w:line="366" w:lineRule="atLeast"/>
        <w:textAlignment w:val="baseline"/>
        <w:rPr>
          <w:rFonts w:eastAsia="Times New Roman" w:cstheme="minorHAnsi"/>
          <w:color w:val="373737"/>
          <w:lang w:eastAsia="en-NZ"/>
        </w:rPr>
      </w:pPr>
      <w:r w:rsidRPr="008D03ED">
        <w:rPr>
          <w:rFonts w:eastAsia="Times New Roman" w:cstheme="minorHAnsi"/>
          <w:b/>
          <w:bCs/>
          <w:color w:val="373737"/>
          <w:u w:val="single"/>
          <w:bdr w:val="none" w:sz="0" w:space="0" w:color="auto" w:frame="1"/>
          <w:lang w:eastAsia="en-NZ"/>
        </w:rPr>
        <w:t>Best Production 2013</w:t>
      </w:r>
    </w:p>
    <w:p w:rsidR="008D03ED" w:rsidRDefault="008D03ED" w:rsidP="008D03ED">
      <w:pPr>
        <w:numPr>
          <w:ilvl w:val="0"/>
          <w:numId w:val="17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color w:val="373737"/>
          <w:lang w:eastAsia="en-NZ"/>
        </w:rPr>
      </w:pPr>
      <w:r w:rsidRPr="008D03ED">
        <w:rPr>
          <w:rFonts w:eastAsia="Times New Roman" w:cstheme="minorHAnsi"/>
          <w:color w:val="373737"/>
          <w:lang w:eastAsia="en-NZ"/>
        </w:rPr>
        <w:t>All productions presented in 2013 are eligible for this award.</w:t>
      </w:r>
    </w:p>
    <w:p w:rsidR="008D03ED" w:rsidRPr="008D03ED" w:rsidRDefault="008D03ED" w:rsidP="008D03ED">
      <w:pPr>
        <w:numPr>
          <w:ilvl w:val="0"/>
          <w:numId w:val="17"/>
        </w:numPr>
        <w:shd w:val="clear" w:color="auto" w:fill="FFFFFF"/>
        <w:spacing w:line="366" w:lineRule="atLeast"/>
        <w:ind w:left="600"/>
        <w:textAlignment w:val="baseline"/>
        <w:rPr>
          <w:rFonts w:eastAsia="Times New Roman" w:cstheme="minorHAnsi"/>
          <w:color w:val="373737"/>
          <w:lang w:eastAsia="en-NZ"/>
        </w:rPr>
      </w:pPr>
      <w:r>
        <w:rPr>
          <w:rFonts w:eastAsia="Times New Roman" w:cstheme="minorHAnsi"/>
          <w:b/>
          <w:color w:val="373737"/>
          <w:lang w:eastAsia="en-NZ"/>
        </w:rPr>
        <w:t xml:space="preserve">On Golden Pond, Dolphin Theatre </w:t>
      </w:r>
      <w:r>
        <w:rPr>
          <w:rFonts w:eastAsia="Times New Roman" w:cstheme="minorHAnsi"/>
          <w:b/>
          <w:i/>
          <w:color w:val="373737"/>
          <w:lang w:eastAsia="en-NZ"/>
        </w:rPr>
        <w:t>(Winner)</w:t>
      </w:r>
      <w:bookmarkStart w:id="0" w:name="_GoBack"/>
      <w:bookmarkEnd w:id="0"/>
    </w:p>
    <w:p w:rsidR="008D03ED" w:rsidRPr="008D03ED" w:rsidRDefault="008D03ED" w:rsidP="008D03ED">
      <w:pPr>
        <w:shd w:val="clear" w:color="auto" w:fill="FFFFFF"/>
        <w:spacing w:line="366" w:lineRule="atLeast"/>
        <w:textAlignment w:val="baseline"/>
        <w:rPr>
          <w:rFonts w:eastAsia="Times New Roman" w:cstheme="minorHAnsi"/>
          <w:color w:val="373737"/>
          <w:lang w:eastAsia="en-NZ"/>
        </w:rPr>
      </w:pPr>
      <w:r w:rsidRPr="008D03ED">
        <w:rPr>
          <w:rFonts w:eastAsia="Times New Roman" w:cstheme="minorHAnsi"/>
          <w:color w:val="373737"/>
          <w:lang w:eastAsia="en-NZ"/>
        </w:rPr>
        <w:t> </w:t>
      </w:r>
    </w:p>
    <w:p w:rsidR="004C2B79" w:rsidRPr="008D03ED" w:rsidRDefault="004C2B79" w:rsidP="008D03ED">
      <w:pPr>
        <w:rPr>
          <w:rFonts w:cstheme="minorHAnsi"/>
        </w:rPr>
      </w:pPr>
    </w:p>
    <w:sectPr w:rsidR="004C2B79" w:rsidRPr="008D03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97315"/>
    <w:multiLevelType w:val="multilevel"/>
    <w:tmpl w:val="89980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E46FB5"/>
    <w:multiLevelType w:val="multilevel"/>
    <w:tmpl w:val="A8682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E84B3C"/>
    <w:multiLevelType w:val="multilevel"/>
    <w:tmpl w:val="EAAEB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0646ED"/>
    <w:multiLevelType w:val="multilevel"/>
    <w:tmpl w:val="86423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8C810A4"/>
    <w:multiLevelType w:val="multilevel"/>
    <w:tmpl w:val="4BB4A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A56B88"/>
    <w:multiLevelType w:val="multilevel"/>
    <w:tmpl w:val="04BE6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BC06791"/>
    <w:multiLevelType w:val="multilevel"/>
    <w:tmpl w:val="FB187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5BA6C43"/>
    <w:multiLevelType w:val="multilevel"/>
    <w:tmpl w:val="2B06F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0D00664"/>
    <w:multiLevelType w:val="multilevel"/>
    <w:tmpl w:val="C2641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7125DC3"/>
    <w:multiLevelType w:val="multilevel"/>
    <w:tmpl w:val="99B41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92A39E8"/>
    <w:multiLevelType w:val="multilevel"/>
    <w:tmpl w:val="739A3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97D4083"/>
    <w:multiLevelType w:val="multilevel"/>
    <w:tmpl w:val="312E1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D731F91"/>
    <w:multiLevelType w:val="multilevel"/>
    <w:tmpl w:val="489E5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2474F0F"/>
    <w:multiLevelType w:val="multilevel"/>
    <w:tmpl w:val="6EA2B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27F49D0"/>
    <w:multiLevelType w:val="multilevel"/>
    <w:tmpl w:val="DC240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7F24470"/>
    <w:multiLevelType w:val="multilevel"/>
    <w:tmpl w:val="5D20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E747160"/>
    <w:multiLevelType w:val="multilevel"/>
    <w:tmpl w:val="5D864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10"/>
  </w:num>
  <w:num w:numId="5">
    <w:abstractNumId w:val="4"/>
  </w:num>
  <w:num w:numId="6">
    <w:abstractNumId w:val="14"/>
  </w:num>
  <w:num w:numId="7">
    <w:abstractNumId w:val="13"/>
  </w:num>
  <w:num w:numId="8">
    <w:abstractNumId w:val="5"/>
  </w:num>
  <w:num w:numId="9">
    <w:abstractNumId w:val="1"/>
  </w:num>
  <w:num w:numId="10">
    <w:abstractNumId w:val="15"/>
  </w:num>
  <w:num w:numId="11">
    <w:abstractNumId w:val="3"/>
  </w:num>
  <w:num w:numId="12">
    <w:abstractNumId w:val="11"/>
  </w:num>
  <w:num w:numId="13">
    <w:abstractNumId w:val="16"/>
  </w:num>
  <w:num w:numId="14">
    <w:abstractNumId w:val="9"/>
  </w:num>
  <w:num w:numId="15">
    <w:abstractNumId w:val="8"/>
  </w:num>
  <w:num w:numId="16">
    <w:abstractNumId w:val="12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3ED"/>
    <w:rsid w:val="004C2B79"/>
    <w:rsid w:val="008D0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D03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03ED"/>
    <w:rPr>
      <w:rFonts w:ascii="Times New Roman" w:eastAsia="Times New Roman" w:hAnsi="Times New Roman" w:cs="Times New Roman"/>
      <w:b/>
      <w:bCs/>
      <w:kern w:val="36"/>
      <w:sz w:val="48"/>
      <w:szCs w:val="48"/>
      <w:lang w:eastAsia="en-NZ"/>
    </w:rPr>
  </w:style>
  <w:style w:type="paragraph" w:styleId="NormalWeb">
    <w:name w:val="Normal (Web)"/>
    <w:basedOn w:val="Normal"/>
    <w:uiPriority w:val="99"/>
    <w:semiHidden/>
    <w:unhideWhenUsed/>
    <w:rsid w:val="008D0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styleId="Strong">
    <w:name w:val="Strong"/>
    <w:basedOn w:val="DefaultParagraphFont"/>
    <w:uiPriority w:val="22"/>
    <w:qFormat/>
    <w:rsid w:val="008D03ED"/>
    <w:rPr>
      <w:b/>
      <w:bCs/>
    </w:rPr>
  </w:style>
  <w:style w:type="character" w:customStyle="1" w:styleId="apple-converted-space">
    <w:name w:val="apple-converted-space"/>
    <w:basedOn w:val="DefaultParagraphFont"/>
    <w:rsid w:val="008D03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D03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03ED"/>
    <w:rPr>
      <w:rFonts w:ascii="Times New Roman" w:eastAsia="Times New Roman" w:hAnsi="Times New Roman" w:cs="Times New Roman"/>
      <w:b/>
      <w:bCs/>
      <w:kern w:val="36"/>
      <w:sz w:val="48"/>
      <w:szCs w:val="48"/>
      <w:lang w:eastAsia="en-NZ"/>
    </w:rPr>
  </w:style>
  <w:style w:type="paragraph" w:styleId="NormalWeb">
    <w:name w:val="Normal (Web)"/>
    <w:basedOn w:val="Normal"/>
    <w:uiPriority w:val="99"/>
    <w:semiHidden/>
    <w:unhideWhenUsed/>
    <w:rsid w:val="008D0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styleId="Strong">
    <w:name w:val="Strong"/>
    <w:basedOn w:val="DefaultParagraphFont"/>
    <w:uiPriority w:val="22"/>
    <w:qFormat/>
    <w:rsid w:val="008D03ED"/>
    <w:rPr>
      <w:b/>
      <w:bCs/>
    </w:rPr>
  </w:style>
  <w:style w:type="character" w:customStyle="1" w:styleId="apple-converted-space">
    <w:name w:val="apple-converted-space"/>
    <w:basedOn w:val="DefaultParagraphFont"/>
    <w:rsid w:val="008D03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6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09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2FBA2F8A</Template>
  <TotalTime>9</TotalTime>
  <Pages>5</Pages>
  <Words>782</Words>
  <Characters>4463</Characters>
  <Application>Microsoft Office Word</Application>
  <DocSecurity>0</DocSecurity>
  <Lines>37</Lines>
  <Paragraphs>10</Paragraphs>
  <ScaleCrop>false</ScaleCrop>
  <Company>Orewa College</Company>
  <LinksUpToDate>false</LinksUpToDate>
  <CharactersWithSpaces>5235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 Buckley</dc:creator>
  <cp:lastModifiedBy>Karl Buckley</cp:lastModifiedBy>
  <cp:revision>1</cp:revision>
  <dcterms:created xsi:type="dcterms:W3CDTF">2014-05-23T10:16:00Z</dcterms:created>
  <dcterms:modified xsi:type="dcterms:W3CDTF">2014-05-23T10:26:00Z</dcterms:modified>
</cp:coreProperties>
</file>